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7528" w:rsidRDefault="006D6C43" w:rsidP="00267528">
      <w:p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>
        <w:rPr>
          <w:rFonts w:ascii="Verdana" w:eastAsia="Times New Roman" w:hAnsi="Verdana" w:cs="Arial"/>
          <w:b/>
          <w:color w:val="000000"/>
          <w:lang w:eastAsia="cs-CZ"/>
        </w:rPr>
        <w:t>P</w:t>
      </w:r>
      <w:r w:rsidR="00171538" w:rsidRPr="00BC402F">
        <w:rPr>
          <w:rFonts w:ascii="Verdana" w:eastAsia="Times New Roman" w:hAnsi="Verdana" w:cs="Arial"/>
          <w:b/>
          <w:color w:val="000000"/>
          <w:lang w:eastAsia="cs-CZ"/>
        </w:rPr>
        <w:t>ovinnosti obsluhy zařízení:</w:t>
      </w:r>
    </w:p>
    <w:p w:rsidR="00267528" w:rsidRPr="00267528" w:rsidRDefault="00267528" w:rsidP="00267528">
      <w:p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>
        <w:rPr>
          <w:rFonts w:ascii="Verdana" w:eastAsia="Times New Roman" w:hAnsi="Verdana" w:cs="Arial"/>
          <w:b/>
          <w:color w:val="000000"/>
          <w:lang w:eastAsia="cs-CZ"/>
        </w:rPr>
        <w:t>-</w:t>
      </w:r>
      <w:r>
        <w:rPr>
          <w:lang w:eastAsia="cs-CZ"/>
        </w:rPr>
        <w:t xml:space="preserve"> vést záznamy v provozním deníku tj.:</w:t>
      </w:r>
    </w:p>
    <w:p w:rsidR="00493D69" w:rsidRPr="00790A07" w:rsidRDefault="00493D69" w:rsidP="00D12BAA">
      <w:pPr>
        <w:pStyle w:val="Bezmezer"/>
        <w:ind w:left="708"/>
        <w:rPr>
          <w:lang w:eastAsia="cs-CZ"/>
        </w:rPr>
      </w:pPr>
      <w:r>
        <w:rPr>
          <w:lang w:eastAsia="cs-CZ"/>
        </w:rPr>
        <w:t xml:space="preserve">- zapisovat </w:t>
      </w:r>
      <w:r w:rsidRPr="00790A07">
        <w:rPr>
          <w:lang w:eastAsia="cs-CZ"/>
        </w:rPr>
        <w:t xml:space="preserve">do PROVOZNÍHO DENÍKU každou návštěvu tepelného zdroje (tj. datum, jméno obsluhy, podpis), u tepelných zdrojů na pevná paliva se obsluha </w:t>
      </w:r>
      <w:r w:rsidR="00790A07" w:rsidRPr="00790A07">
        <w:rPr>
          <w:lang w:eastAsia="cs-CZ"/>
        </w:rPr>
        <w:t xml:space="preserve">zapisuje </w:t>
      </w:r>
      <w:r w:rsidRPr="00790A07">
        <w:rPr>
          <w:lang w:eastAsia="cs-CZ"/>
        </w:rPr>
        <w:t>1x denně při první návštěvě</w:t>
      </w:r>
    </w:p>
    <w:p w:rsidR="00493D69" w:rsidRDefault="00493D69" w:rsidP="00D12BAA">
      <w:pPr>
        <w:pStyle w:val="Bezmezer"/>
        <w:ind w:firstLine="708"/>
        <w:rPr>
          <w:lang w:eastAsia="cs-CZ"/>
        </w:rPr>
      </w:pPr>
      <w:r w:rsidRPr="00790A07">
        <w:rPr>
          <w:lang w:eastAsia="cs-CZ"/>
        </w:rPr>
        <w:t xml:space="preserve">- zapisovat do PROVOZNÍHO DENÍKU záznam o kontrolách, revizích, opravách </w:t>
      </w:r>
    </w:p>
    <w:p w:rsidR="00267528" w:rsidRPr="00790A07" w:rsidRDefault="00267528" w:rsidP="00493D69">
      <w:pPr>
        <w:pStyle w:val="Bezmezer"/>
        <w:rPr>
          <w:lang w:eastAsia="cs-CZ"/>
        </w:rPr>
      </w:pPr>
    </w:p>
    <w:p w:rsidR="00493D69" w:rsidRPr="00B2060A" w:rsidRDefault="00493D69" w:rsidP="00493D69">
      <w:pPr>
        <w:pStyle w:val="Bezmezer"/>
        <w:rPr>
          <w:lang w:eastAsia="cs-CZ"/>
        </w:rPr>
      </w:pPr>
      <w:r w:rsidRPr="00790A07">
        <w:rPr>
          <w:lang w:eastAsia="cs-CZ"/>
        </w:rPr>
        <w:t>- dokonale znát a ovládat obsluhované zařízení</w:t>
      </w:r>
    </w:p>
    <w:p w:rsidR="00493D69" w:rsidRDefault="00493D69" w:rsidP="00493D69">
      <w:pPr>
        <w:pStyle w:val="Bezmezer"/>
        <w:rPr>
          <w:lang w:eastAsia="cs-CZ"/>
        </w:rPr>
      </w:pPr>
      <w:r>
        <w:rPr>
          <w:lang w:eastAsia="cs-CZ"/>
        </w:rPr>
        <w:t>- k</w:t>
      </w:r>
      <w:r w:rsidRPr="00B2060A">
        <w:rPr>
          <w:lang w:eastAsia="cs-CZ"/>
        </w:rPr>
        <w:t>ontrolovat dodávku tepla do topného systému v</w:t>
      </w:r>
      <w:r>
        <w:rPr>
          <w:lang w:eastAsia="cs-CZ"/>
        </w:rPr>
        <w:t xml:space="preserve"> návaznosti na venkovní teplotě</w:t>
      </w:r>
    </w:p>
    <w:p w:rsidR="00493D69" w:rsidRPr="00E00D0B" w:rsidRDefault="00493D69" w:rsidP="00493D69">
      <w:pPr>
        <w:pStyle w:val="Bezmezer"/>
        <w:rPr>
          <w:rFonts w:ascii="Verdana" w:eastAsia="Times New Roman" w:hAnsi="Verdana" w:cs="Arial"/>
          <w:color w:val="000000"/>
          <w:lang w:eastAsia="cs-CZ"/>
        </w:rPr>
      </w:pPr>
      <w:r w:rsidRPr="006D6C43">
        <w:rPr>
          <w:rFonts w:ascii="Verdana" w:eastAsia="Times New Roman" w:hAnsi="Verdana" w:cs="Arial"/>
          <w:color w:val="000000"/>
          <w:lang w:eastAsia="cs-CZ"/>
        </w:rPr>
        <w:t>-</w:t>
      </w:r>
      <w:r>
        <w:rPr>
          <w:rFonts w:ascii="Verdana" w:eastAsia="Times New Roman" w:hAnsi="Verdana" w:cs="Arial"/>
          <w:color w:val="000000"/>
          <w:lang w:eastAsia="cs-CZ"/>
        </w:rPr>
        <w:t xml:space="preserve"> </w:t>
      </w:r>
      <w:r w:rsidRPr="00E00D0B">
        <w:rPr>
          <w:rFonts w:ascii="Verdana" w:eastAsia="Times New Roman" w:hAnsi="Verdana" w:cs="Arial"/>
          <w:color w:val="000000"/>
          <w:lang w:eastAsia="cs-CZ"/>
        </w:rPr>
        <w:t>u</w:t>
      </w:r>
      <w:r>
        <w:rPr>
          <w:rFonts w:ascii="Verdana" w:eastAsia="Times New Roman" w:hAnsi="Verdana" w:cs="Arial"/>
          <w:color w:val="000000"/>
          <w:lang w:eastAsia="cs-CZ"/>
        </w:rPr>
        <w:t>držovat místnost tepelného zdroje</w:t>
      </w:r>
      <w:r w:rsidRPr="00E00D0B">
        <w:rPr>
          <w:rFonts w:ascii="Verdana" w:eastAsia="Times New Roman" w:hAnsi="Verdana" w:cs="Arial"/>
          <w:color w:val="000000"/>
          <w:lang w:eastAsia="cs-CZ"/>
        </w:rPr>
        <w:t xml:space="preserve"> a je</w:t>
      </w:r>
      <w:r>
        <w:rPr>
          <w:rFonts w:ascii="Verdana" w:eastAsia="Times New Roman" w:hAnsi="Verdana" w:cs="Arial"/>
          <w:color w:val="000000"/>
          <w:lang w:eastAsia="cs-CZ"/>
        </w:rPr>
        <w:t>jí zařízení v pořádku a čistotě, v místnosti tepelného zdroje se nesmí vyskytovat předměty, které nesouvisí s provozem tepelného zdroje</w:t>
      </w:r>
    </w:p>
    <w:p w:rsidR="00493D69" w:rsidRPr="00B2060A" w:rsidRDefault="00493D69" w:rsidP="00493D69">
      <w:pPr>
        <w:pStyle w:val="Bezmezer"/>
        <w:rPr>
          <w:rFonts w:ascii="Verdana" w:eastAsia="Times New Roman" w:hAnsi="Verdana" w:cs="Arial"/>
          <w:color w:val="000000"/>
          <w:lang w:eastAsia="cs-CZ"/>
        </w:rPr>
      </w:pPr>
      <w:r>
        <w:rPr>
          <w:rFonts w:ascii="Verdana" w:eastAsia="Times New Roman" w:hAnsi="Verdana" w:cs="Arial"/>
          <w:color w:val="000000"/>
          <w:lang w:eastAsia="cs-CZ"/>
        </w:rPr>
        <w:t>- h</w:t>
      </w:r>
      <w:r w:rsidRPr="00B2060A">
        <w:rPr>
          <w:rFonts w:ascii="Verdana" w:eastAsia="Times New Roman" w:hAnsi="Verdana" w:cs="Arial"/>
          <w:color w:val="000000"/>
          <w:lang w:eastAsia="cs-CZ"/>
        </w:rPr>
        <w:t>lásit nadřízenému veškeré neobvyklé jevy, provozní problémy a vše</w:t>
      </w:r>
      <w:r>
        <w:rPr>
          <w:rFonts w:ascii="Verdana" w:eastAsia="Times New Roman" w:hAnsi="Verdana" w:cs="Arial"/>
          <w:color w:val="000000"/>
          <w:lang w:eastAsia="cs-CZ"/>
        </w:rPr>
        <w:t xml:space="preserve"> zapisovat do provozního deníku</w:t>
      </w:r>
    </w:p>
    <w:p w:rsidR="00493D69" w:rsidRDefault="00493D69" w:rsidP="00493D69">
      <w:pPr>
        <w:pStyle w:val="Bezmezer"/>
        <w:rPr>
          <w:rFonts w:ascii="Verdana" w:eastAsia="Times New Roman" w:hAnsi="Verdana" w:cs="Arial"/>
          <w:color w:val="000000"/>
          <w:lang w:eastAsia="cs-CZ"/>
        </w:rPr>
      </w:pPr>
      <w:r>
        <w:rPr>
          <w:rFonts w:ascii="Verdana" w:eastAsia="Times New Roman" w:hAnsi="Verdana" w:cs="Arial"/>
          <w:color w:val="000000"/>
          <w:lang w:eastAsia="cs-CZ"/>
        </w:rPr>
        <w:t>- p</w:t>
      </w:r>
      <w:r w:rsidRPr="00B2060A">
        <w:rPr>
          <w:rFonts w:ascii="Verdana" w:eastAsia="Times New Roman" w:hAnsi="Verdana" w:cs="Arial"/>
          <w:color w:val="000000"/>
          <w:lang w:eastAsia="cs-CZ"/>
        </w:rPr>
        <w:t>rová</w:t>
      </w:r>
      <w:r>
        <w:rPr>
          <w:rFonts w:ascii="Verdana" w:eastAsia="Times New Roman" w:hAnsi="Verdana" w:cs="Arial"/>
          <w:color w:val="000000"/>
          <w:lang w:eastAsia="cs-CZ"/>
        </w:rPr>
        <w:t>dět vizuální kontrolu zařízení</w:t>
      </w:r>
    </w:p>
    <w:p w:rsidR="00493D69" w:rsidRPr="00B2060A" w:rsidRDefault="00493D69" w:rsidP="00493D69">
      <w:pPr>
        <w:pStyle w:val="Bezmezer"/>
        <w:rPr>
          <w:rFonts w:ascii="Verdana" w:eastAsia="Times New Roman" w:hAnsi="Verdana" w:cs="Arial"/>
          <w:color w:val="000000"/>
          <w:lang w:eastAsia="cs-CZ"/>
        </w:rPr>
      </w:pPr>
      <w:r>
        <w:rPr>
          <w:rFonts w:ascii="Verdana" w:eastAsia="Times New Roman" w:hAnsi="Verdana" w:cs="Arial"/>
          <w:color w:val="000000"/>
          <w:lang w:eastAsia="cs-CZ"/>
        </w:rPr>
        <w:t>- s</w:t>
      </w:r>
      <w:r w:rsidRPr="00B2060A">
        <w:rPr>
          <w:rFonts w:ascii="Verdana" w:eastAsia="Times New Roman" w:hAnsi="Verdana" w:cs="Arial"/>
          <w:color w:val="000000"/>
          <w:lang w:eastAsia="cs-CZ"/>
        </w:rPr>
        <w:t xml:space="preserve">ledovat provozní stav pomocí přístupných údajů řídící jednotky kotle, </w:t>
      </w:r>
      <w:r>
        <w:rPr>
          <w:rFonts w:ascii="Verdana" w:eastAsia="Times New Roman" w:hAnsi="Verdana" w:cs="Arial"/>
          <w:color w:val="000000"/>
          <w:lang w:eastAsia="cs-CZ"/>
        </w:rPr>
        <w:t>regulace, tlakoměrů a teploměrů</w:t>
      </w:r>
    </w:p>
    <w:p w:rsidR="00493D69" w:rsidRPr="00B2060A" w:rsidRDefault="00493D69" w:rsidP="00493D69">
      <w:pPr>
        <w:pStyle w:val="Bezmezer"/>
        <w:rPr>
          <w:rFonts w:ascii="Verdana" w:eastAsia="Times New Roman" w:hAnsi="Verdana" w:cs="Arial"/>
          <w:color w:val="000000"/>
          <w:lang w:eastAsia="cs-CZ"/>
        </w:rPr>
      </w:pPr>
      <w:r>
        <w:rPr>
          <w:rFonts w:ascii="Verdana" w:eastAsia="Times New Roman" w:hAnsi="Verdana" w:cs="Arial"/>
          <w:color w:val="000000"/>
          <w:lang w:eastAsia="cs-CZ"/>
        </w:rPr>
        <w:t>- d</w:t>
      </w:r>
      <w:r w:rsidRPr="00B2060A">
        <w:rPr>
          <w:rFonts w:ascii="Verdana" w:eastAsia="Times New Roman" w:hAnsi="Verdana" w:cs="Arial"/>
          <w:color w:val="000000"/>
          <w:lang w:eastAsia="cs-CZ"/>
        </w:rPr>
        <w:t>o</w:t>
      </w:r>
      <w:r>
        <w:rPr>
          <w:rFonts w:ascii="Verdana" w:eastAsia="Times New Roman" w:hAnsi="Verdana" w:cs="Arial"/>
          <w:color w:val="000000"/>
          <w:lang w:eastAsia="cs-CZ"/>
        </w:rPr>
        <w:t>plňovat vodu do topného systému</w:t>
      </w:r>
    </w:p>
    <w:p w:rsidR="00493D69" w:rsidRDefault="00493D69" w:rsidP="00493D69">
      <w:pPr>
        <w:pStyle w:val="Bezmezer"/>
        <w:rPr>
          <w:rFonts w:ascii="Verdana" w:eastAsia="Times New Roman" w:hAnsi="Verdana" w:cs="Arial"/>
          <w:color w:val="000000"/>
          <w:lang w:eastAsia="cs-CZ"/>
        </w:rPr>
      </w:pPr>
      <w:r>
        <w:rPr>
          <w:rFonts w:ascii="Verdana" w:eastAsia="Times New Roman" w:hAnsi="Verdana" w:cs="Arial"/>
          <w:color w:val="000000"/>
          <w:lang w:eastAsia="cs-CZ"/>
        </w:rPr>
        <w:t>- u</w:t>
      </w:r>
      <w:r w:rsidRPr="00B2060A">
        <w:rPr>
          <w:rFonts w:ascii="Verdana" w:eastAsia="Times New Roman" w:hAnsi="Verdana" w:cs="Arial"/>
          <w:color w:val="000000"/>
          <w:lang w:eastAsia="cs-CZ"/>
        </w:rPr>
        <w:t>pozorňovat nadříze</w:t>
      </w:r>
      <w:r>
        <w:rPr>
          <w:rFonts w:ascii="Verdana" w:eastAsia="Times New Roman" w:hAnsi="Verdana" w:cs="Arial"/>
          <w:color w:val="000000"/>
          <w:lang w:eastAsia="cs-CZ"/>
        </w:rPr>
        <w:t>ného na nutnost provedení oprav</w:t>
      </w:r>
    </w:p>
    <w:p w:rsidR="00493D69" w:rsidRDefault="00493D69" w:rsidP="00493D69">
      <w:pPr>
        <w:pStyle w:val="Bezmezer"/>
        <w:rPr>
          <w:rFonts w:ascii="Verdana" w:eastAsia="Times New Roman" w:hAnsi="Verdana" w:cs="Arial"/>
          <w:color w:val="000000"/>
          <w:lang w:eastAsia="cs-CZ"/>
        </w:rPr>
      </w:pPr>
    </w:p>
    <w:p w:rsidR="00171538" w:rsidRDefault="00220AA3" w:rsidP="00171538">
      <w:pPr>
        <w:pStyle w:val="Odstavecseseznamem"/>
        <w:spacing w:after="120" w:line="240" w:lineRule="auto"/>
        <w:ind w:left="360"/>
        <w:rPr>
          <w:rFonts w:ascii="Verdana" w:eastAsia="Times New Roman" w:hAnsi="Verdana" w:cs="Arial"/>
          <w:b/>
          <w:color w:val="000000"/>
          <w:lang w:eastAsia="cs-CZ"/>
        </w:rPr>
      </w:pPr>
      <w:r>
        <w:rPr>
          <w:rFonts w:ascii="Verdana" w:eastAsia="Times New Roman" w:hAnsi="Verdana" w:cs="Arial"/>
          <w:b/>
          <w:color w:val="000000"/>
          <w:lang w:eastAsia="cs-CZ"/>
        </w:rPr>
        <w:t>Seznam tepelných zdrojů:</w:t>
      </w:r>
    </w:p>
    <w:p w:rsidR="00220AA3" w:rsidRDefault="00220AA3" w:rsidP="00171538">
      <w:pPr>
        <w:pStyle w:val="Odstavecseseznamem"/>
        <w:spacing w:after="120" w:line="240" w:lineRule="auto"/>
        <w:ind w:left="360"/>
        <w:rPr>
          <w:rFonts w:ascii="Verdana" w:eastAsia="Times New Roman" w:hAnsi="Verdana" w:cs="Arial"/>
          <w:b/>
          <w:color w:val="000000"/>
          <w:lang w:eastAsia="cs-CZ"/>
        </w:rPr>
      </w:pPr>
    </w:p>
    <w:p w:rsidR="00171538" w:rsidRDefault="00220AA3" w:rsidP="00171538">
      <w:pPr>
        <w:pStyle w:val="Odstavecseseznamem"/>
        <w:spacing w:after="120" w:line="240" w:lineRule="auto"/>
        <w:ind w:left="360"/>
        <w:rPr>
          <w:rFonts w:ascii="Verdana" w:eastAsia="Times New Roman" w:hAnsi="Verdana" w:cs="Arial"/>
          <w:b/>
          <w:color w:val="000000"/>
          <w:lang w:eastAsia="cs-CZ"/>
        </w:rPr>
      </w:pPr>
      <w:r>
        <w:rPr>
          <w:rFonts w:ascii="Verdana" w:eastAsia="Times New Roman" w:hAnsi="Verdana" w:cs="Arial"/>
          <w:b/>
          <w:color w:val="000000"/>
          <w:lang w:eastAsia="cs-CZ"/>
        </w:rPr>
        <w:t>O</w:t>
      </w:r>
      <w:r w:rsidR="00171538">
        <w:rPr>
          <w:rFonts w:ascii="Verdana" w:eastAsia="Times New Roman" w:hAnsi="Verdana" w:cs="Arial"/>
          <w:b/>
          <w:color w:val="000000"/>
          <w:lang w:eastAsia="cs-CZ"/>
        </w:rPr>
        <w:t>blast Plzeň:</w:t>
      </w:r>
    </w:p>
    <w:p w:rsidR="00171538" w:rsidRDefault="00171538" w:rsidP="00171538">
      <w:pPr>
        <w:pStyle w:val="Odstavecseseznamem"/>
        <w:spacing w:after="120" w:line="240" w:lineRule="auto"/>
        <w:ind w:left="360"/>
        <w:rPr>
          <w:rFonts w:ascii="Verdana" w:eastAsia="Times New Roman" w:hAnsi="Verdana" w:cs="Arial"/>
          <w:b/>
          <w:color w:val="000000"/>
          <w:lang w:eastAsia="cs-CZ"/>
        </w:rPr>
      </w:pPr>
    </w:p>
    <w:p w:rsidR="00171538" w:rsidRPr="001A3077" w:rsidRDefault="00220AA3" w:rsidP="00220AA3">
      <w:pPr>
        <w:pStyle w:val="Odstavecseseznamem"/>
        <w:numPr>
          <w:ilvl w:val="0"/>
          <w:numId w:val="35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220AA3">
        <w:rPr>
          <w:rFonts w:ascii="Verdana" w:eastAsia="Times New Roman" w:hAnsi="Verdana" w:cs="Arial"/>
          <w:b/>
          <w:color w:val="000000"/>
          <w:lang w:eastAsia="cs-CZ"/>
        </w:rPr>
        <w:t>BĚLÁ NAD RADBUZOU, Nádražní 239 - výpravní budova</w:t>
      </w:r>
    </w:p>
    <w:p w:rsidR="00171538" w:rsidRPr="001A3077" w:rsidRDefault="00171538" w:rsidP="00171538">
      <w:pPr>
        <w:pStyle w:val="Odstavecseseznamem"/>
        <w:numPr>
          <w:ilvl w:val="0"/>
          <w:numId w:val="34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 xml:space="preserve">kotel DAKON </w:t>
      </w:r>
      <w:r>
        <w:rPr>
          <w:rFonts w:ascii="Verdana" w:hAnsi="Verdana" w:cs="Arial"/>
        </w:rPr>
        <w:t xml:space="preserve">DOR </w:t>
      </w:r>
      <w:r w:rsidRPr="001A3077">
        <w:rPr>
          <w:rFonts w:ascii="Verdana" w:hAnsi="Verdana" w:cs="Arial"/>
        </w:rPr>
        <w:t xml:space="preserve">F 25 MAX na pevná paliva o štítkovém výkonu 27 kW  </w:t>
      </w:r>
    </w:p>
    <w:p w:rsidR="00171538" w:rsidRDefault="00171538" w:rsidP="00171538">
      <w:pPr>
        <w:spacing w:after="120" w:line="240" w:lineRule="auto"/>
        <w:jc w:val="both"/>
        <w:rPr>
          <w:rFonts w:ascii="Verdana" w:hAnsi="Verdana" w:cs="Arial"/>
        </w:rPr>
      </w:pPr>
      <w:r w:rsidRPr="001A3077">
        <w:rPr>
          <w:rFonts w:ascii="Verdana" w:hAnsi="Verdana" w:cs="Arial"/>
        </w:rPr>
        <w:t xml:space="preserve">Denně provádět obsluhu zařízení dle „Provozního předpisu“ v </w:t>
      </w:r>
      <w:r>
        <w:rPr>
          <w:rFonts w:ascii="Verdana" w:hAnsi="Verdana" w:cs="Arial"/>
        </w:rPr>
        <w:t>rozsahu 4</w:t>
      </w:r>
      <w:r w:rsidRPr="001A3077">
        <w:rPr>
          <w:rFonts w:ascii="Verdana" w:hAnsi="Verdana" w:cs="Arial"/>
        </w:rPr>
        <w:t xml:space="preserve"> hod. Součástí obsluhy je i zajištění dodávky paliva. Používané palivo – hnědé uhlí ořech 1. Likvidaci odpadů vzniklých provozem TZ zajišťuje objednatel na vlastní náklady.</w:t>
      </w:r>
    </w:p>
    <w:p w:rsidR="00171538" w:rsidRPr="001A3077" w:rsidRDefault="00220AA3" w:rsidP="00220AA3">
      <w:pPr>
        <w:pStyle w:val="Odstavecseseznamem"/>
        <w:numPr>
          <w:ilvl w:val="0"/>
          <w:numId w:val="35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220AA3">
        <w:rPr>
          <w:rFonts w:ascii="Verdana" w:eastAsia="Times New Roman" w:hAnsi="Verdana" w:cs="Arial"/>
          <w:b/>
          <w:color w:val="000000"/>
          <w:lang w:eastAsia="cs-CZ"/>
        </w:rPr>
        <w:t>BLÍŽEJOV 47 - výpravní budova</w:t>
      </w:r>
    </w:p>
    <w:p w:rsidR="00171538" w:rsidRPr="001A3077" w:rsidRDefault="00171538" w:rsidP="00171538">
      <w:pPr>
        <w:pStyle w:val="Odstavecseseznamem"/>
        <w:numPr>
          <w:ilvl w:val="0"/>
          <w:numId w:val="34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plynový kotel PROTHERM PANTER o jmenovitém výkonu 24 kW</w:t>
      </w:r>
      <w:r>
        <w:rPr>
          <w:rFonts w:ascii="Verdana" w:hAnsi="Verdana" w:cs="Arial"/>
        </w:rPr>
        <w:t xml:space="preserve">, palivo zemní plyn </w:t>
      </w:r>
    </w:p>
    <w:p w:rsidR="00171538" w:rsidRPr="001A3077" w:rsidRDefault="00171538" w:rsidP="00171538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Týdně provádět obsluhu zařízení dle „Provozního předpisu“ v rozsahu 1 hod.</w:t>
      </w:r>
    </w:p>
    <w:p w:rsidR="00171538" w:rsidRPr="001A3077" w:rsidRDefault="00220AA3" w:rsidP="00220AA3">
      <w:pPr>
        <w:pStyle w:val="Odstavecseseznamem"/>
        <w:numPr>
          <w:ilvl w:val="0"/>
          <w:numId w:val="35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220AA3">
        <w:rPr>
          <w:rFonts w:ascii="Verdana" w:eastAsia="Times New Roman" w:hAnsi="Verdana" w:cs="Arial"/>
          <w:b/>
          <w:color w:val="000000"/>
          <w:lang w:eastAsia="cs-CZ"/>
        </w:rPr>
        <w:t>BLOVICE, Sýkorova 181 - výpravní budova</w:t>
      </w:r>
      <w:r w:rsidR="00171538" w:rsidRPr="001A3077">
        <w:rPr>
          <w:rFonts w:ascii="Verdana" w:eastAsia="Times New Roman" w:hAnsi="Verdana" w:cs="Arial"/>
          <w:b/>
          <w:color w:val="000000"/>
          <w:lang w:eastAsia="cs-CZ"/>
        </w:rPr>
        <w:t xml:space="preserve"> </w:t>
      </w:r>
    </w:p>
    <w:p w:rsidR="00171538" w:rsidRPr="001A3077" w:rsidRDefault="00171538" w:rsidP="00171538">
      <w:pPr>
        <w:pStyle w:val="Odstavecseseznamem"/>
        <w:numPr>
          <w:ilvl w:val="0"/>
          <w:numId w:val="34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plynový kotel VIE</w:t>
      </w:r>
      <w:r>
        <w:rPr>
          <w:rFonts w:ascii="Verdana" w:hAnsi="Verdana" w:cs="Arial"/>
        </w:rPr>
        <w:t>S</w:t>
      </w:r>
      <w:r w:rsidRPr="001A3077">
        <w:rPr>
          <w:rFonts w:ascii="Verdana" w:hAnsi="Verdana" w:cs="Arial"/>
        </w:rPr>
        <w:t>SMANN</w:t>
      </w:r>
      <w:r>
        <w:rPr>
          <w:rFonts w:ascii="Verdana" w:hAnsi="Verdana" w:cs="Arial"/>
        </w:rPr>
        <w:t xml:space="preserve"> LITOLA LVO 39</w:t>
      </w:r>
      <w:r w:rsidRPr="001A3077">
        <w:rPr>
          <w:rFonts w:ascii="Verdana" w:hAnsi="Verdana" w:cs="Arial"/>
        </w:rPr>
        <w:t xml:space="preserve"> o jmenovitém výkonu 39 kW</w:t>
      </w:r>
      <w:r>
        <w:rPr>
          <w:rFonts w:ascii="Verdana" w:hAnsi="Verdana" w:cs="Arial"/>
        </w:rPr>
        <w:t>, palivo zemní plyn</w:t>
      </w:r>
    </w:p>
    <w:p w:rsidR="00171538" w:rsidRPr="001A3077" w:rsidRDefault="00171538" w:rsidP="00171538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Týdně provádět obsluhu zařízení dle „Provozního předpisu“ v rozsahu 1 hod.</w:t>
      </w:r>
    </w:p>
    <w:p w:rsidR="00171538" w:rsidRPr="001A3077" w:rsidRDefault="00220AA3" w:rsidP="00220AA3">
      <w:pPr>
        <w:pStyle w:val="Odstavecseseznamem"/>
        <w:numPr>
          <w:ilvl w:val="0"/>
          <w:numId w:val="35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220AA3">
        <w:rPr>
          <w:rFonts w:ascii="Verdana" w:eastAsia="Times New Roman" w:hAnsi="Verdana" w:cs="Arial"/>
          <w:b/>
          <w:color w:val="000000"/>
          <w:lang w:eastAsia="cs-CZ"/>
        </w:rPr>
        <w:t>BOR U TACHOVA, Nádražní 322 - výpravní budova</w:t>
      </w:r>
    </w:p>
    <w:p w:rsidR="00171538" w:rsidRPr="001A3077" w:rsidRDefault="00171538" w:rsidP="00171538">
      <w:pPr>
        <w:pStyle w:val="Odstavecseseznamem"/>
        <w:numPr>
          <w:ilvl w:val="0"/>
          <w:numId w:val="34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plynový kotel PROTHER</w:t>
      </w:r>
      <w:r>
        <w:rPr>
          <w:rFonts w:ascii="Verdana" w:hAnsi="Verdana" w:cs="Arial"/>
        </w:rPr>
        <w:t>M LEOPARD o jmenovitém výkonu 23</w:t>
      </w:r>
      <w:r w:rsidRPr="001A3077">
        <w:rPr>
          <w:rFonts w:ascii="Verdana" w:hAnsi="Verdana" w:cs="Arial"/>
        </w:rPr>
        <w:t xml:space="preserve"> kW</w:t>
      </w:r>
      <w:r>
        <w:rPr>
          <w:rFonts w:ascii="Verdana" w:hAnsi="Verdana" w:cs="Arial"/>
        </w:rPr>
        <w:t>, palivo zemní plyn</w:t>
      </w:r>
    </w:p>
    <w:p w:rsidR="00171538" w:rsidRPr="001A3077" w:rsidRDefault="00171538" w:rsidP="00171538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Týdně provádět obsluhu zařízení dle „Provozního předpisu“ v rozsahu 1 hod.</w:t>
      </w:r>
    </w:p>
    <w:p w:rsidR="00171538" w:rsidRPr="001A3077" w:rsidRDefault="00220AA3" w:rsidP="00220AA3">
      <w:pPr>
        <w:pStyle w:val="Odstavecseseznamem"/>
        <w:numPr>
          <w:ilvl w:val="0"/>
          <w:numId w:val="35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220AA3">
        <w:rPr>
          <w:rFonts w:ascii="Verdana" w:eastAsia="Times New Roman" w:hAnsi="Verdana" w:cs="Arial"/>
          <w:b/>
          <w:color w:val="000000"/>
          <w:lang w:eastAsia="cs-CZ"/>
        </w:rPr>
        <w:t>DOBŘANY, Nádražní 330 - výpravní budova</w:t>
      </w:r>
    </w:p>
    <w:p w:rsidR="00171538" w:rsidRPr="001A3077" w:rsidRDefault="00171538" w:rsidP="00171538">
      <w:pPr>
        <w:pStyle w:val="Odstavecseseznamem"/>
        <w:numPr>
          <w:ilvl w:val="0"/>
          <w:numId w:val="34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plynový kotel PROTHERM</w:t>
      </w:r>
      <w:r>
        <w:rPr>
          <w:rFonts w:ascii="Verdana" w:hAnsi="Verdana" w:cs="Arial"/>
        </w:rPr>
        <w:t xml:space="preserve"> PANTHER CONDENS 30 KKO o jmenovitém výkonu 30</w:t>
      </w:r>
      <w:r w:rsidRPr="001A3077">
        <w:rPr>
          <w:rFonts w:ascii="Verdana" w:hAnsi="Verdana" w:cs="Arial"/>
        </w:rPr>
        <w:t xml:space="preserve"> kW</w:t>
      </w:r>
      <w:r>
        <w:rPr>
          <w:rFonts w:ascii="Verdana" w:hAnsi="Verdana" w:cs="Arial"/>
        </w:rPr>
        <w:t>, palivo zemní plyn</w:t>
      </w:r>
    </w:p>
    <w:p w:rsidR="00171538" w:rsidRPr="001A3077" w:rsidRDefault="00171538" w:rsidP="00171538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Týdně provádět obsluhu zařízení dle „Provozního předpisu“ v rozsahu 1 hod.</w:t>
      </w:r>
    </w:p>
    <w:p w:rsidR="00171538" w:rsidRPr="001A3077" w:rsidRDefault="00220AA3" w:rsidP="00220AA3">
      <w:pPr>
        <w:pStyle w:val="Odstavecseseznamem"/>
        <w:numPr>
          <w:ilvl w:val="0"/>
          <w:numId w:val="35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220AA3">
        <w:rPr>
          <w:rFonts w:ascii="Verdana" w:eastAsia="Times New Roman" w:hAnsi="Verdana" w:cs="Arial"/>
          <w:b/>
          <w:color w:val="000000"/>
          <w:lang w:eastAsia="cs-CZ"/>
        </w:rPr>
        <w:t>DOMAŽLICE, Masarykova 131 - výpravní budova</w:t>
      </w:r>
    </w:p>
    <w:p w:rsidR="00171538" w:rsidRPr="001A3077" w:rsidRDefault="00171538" w:rsidP="00171538">
      <w:pPr>
        <w:pStyle w:val="Odstavecseseznamem"/>
        <w:numPr>
          <w:ilvl w:val="0"/>
          <w:numId w:val="34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dva plynové kotle VIESSMAN</w:t>
      </w:r>
      <w:r>
        <w:rPr>
          <w:rFonts w:ascii="Verdana" w:hAnsi="Verdana" w:cs="Arial"/>
        </w:rPr>
        <w:t>N PAROMAT SIMPLEX o celkovém jmenovitém výkonu 56</w:t>
      </w:r>
      <w:r w:rsidRPr="001A3077">
        <w:rPr>
          <w:rFonts w:ascii="Verdana" w:hAnsi="Verdana" w:cs="Arial"/>
        </w:rPr>
        <w:t xml:space="preserve">0 </w:t>
      </w:r>
      <w:r>
        <w:rPr>
          <w:rFonts w:ascii="Verdana" w:hAnsi="Verdana" w:cs="Arial"/>
        </w:rPr>
        <w:t>kW, palivo zemní plyn</w:t>
      </w:r>
    </w:p>
    <w:p w:rsidR="00220AA3" w:rsidRPr="001A3077" w:rsidRDefault="00171538" w:rsidP="00171538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Denně provádět obsluhu zařízení dle „Provozního řádu“ v rozsahu 1 hod.</w:t>
      </w:r>
    </w:p>
    <w:p w:rsidR="00171538" w:rsidRPr="001A3077" w:rsidRDefault="00220AA3" w:rsidP="00220AA3">
      <w:pPr>
        <w:pStyle w:val="Odstavecseseznamem"/>
        <w:numPr>
          <w:ilvl w:val="0"/>
          <w:numId w:val="35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220AA3">
        <w:rPr>
          <w:rFonts w:ascii="Verdana" w:eastAsia="Times New Roman" w:hAnsi="Verdana" w:cs="Arial"/>
          <w:b/>
          <w:color w:val="000000"/>
          <w:lang w:eastAsia="cs-CZ"/>
        </w:rPr>
        <w:t>HOLOUBKOV 38 - výpravní budova</w:t>
      </w:r>
    </w:p>
    <w:p w:rsidR="00171538" w:rsidRPr="001A3077" w:rsidRDefault="00171538" w:rsidP="00171538">
      <w:pPr>
        <w:pStyle w:val="Odstavecseseznamem"/>
        <w:numPr>
          <w:ilvl w:val="0"/>
          <w:numId w:val="34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plynový kotel JUNKERS</w:t>
      </w:r>
      <w:r>
        <w:rPr>
          <w:rFonts w:ascii="Verdana" w:hAnsi="Verdana" w:cs="Arial"/>
        </w:rPr>
        <w:t xml:space="preserve"> CERASTAR</w:t>
      </w:r>
      <w:r w:rsidRPr="001A3077">
        <w:rPr>
          <w:rFonts w:ascii="Verdana" w:hAnsi="Verdana" w:cs="Arial"/>
        </w:rPr>
        <w:t xml:space="preserve"> o jmenovitém výkonu 28 </w:t>
      </w:r>
      <w:r>
        <w:rPr>
          <w:rFonts w:ascii="Verdana" w:hAnsi="Verdana" w:cs="Arial"/>
        </w:rPr>
        <w:t>kW, palivo zemní plyn</w:t>
      </w:r>
    </w:p>
    <w:p w:rsidR="00171538" w:rsidRPr="001A3077" w:rsidRDefault="00171538" w:rsidP="00171538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Týdně provádět obsluhu zařízení dle „Provozního předpisu“ v rozsahu 1 hod.</w:t>
      </w:r>
    </w:p>
    <w:p w:rsidR="00171538" w:rsidRPr="001A3077" w:rsidRDefault="00220AA3" w:rsidP="00220AA3">
      <w:pPr>
        <w:pStyle w:val="Odstavecseseznamem"/>
        <w:numPr>
          <w:ilvl w:val="0"/>
          <w:numId w:val="35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220AA3">
        <w:rPr>
          <w:rFonts w:ascii="Verdana" w:eastAsia="Times New Roman" w:hAnsi="Verdana" w:cs="Arial"/>
          <w:b/>
          <w:color w:val="000000"/>
          <w:lang w:eastAsia="cs-CZ"/>
        </w:rPr>
        <w:lastRenderedPageBreak/>
        <w:t>HOLÝŠOV, Nádražní 297 - výpravní budova</w:t>
      </w:r>
    </w:p>
    <w:p w:rsidR="00171538" w:rsidRPr="001A3077" w:rsidRDefault="00171538" w:rsidP="00171538">
      <w:pPr>
        <w:pStyle w:val="Odstavecseseznamem"/>
        <w:numPr>
          <w:ilvl w:val="0"/>
          <w:numId w:val="34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plynový kotel DAKON DUA BT</w:t>
      </w:r>
      <w:r>
        <w:rPr>
          <w:rFonts w:ascii="Verdana" w:hAnsi="Verdana" w:cs="Arial"/>
        </w:rPr>
        <w:t>N 28 AE o jmenovitém výkonu 28</w:t>
      </w:r>
      <w:r w:rsidRPr="001A3077">
        <w:rPr>
          <w:rFonts w:ascii="Verdana" w:hAnsi="Verdana" w:cs="Arial"/>
        </w:rPr>
        <w:t xml:space="preserve"> kW</w:t>
      </w:r>
      <w:r>
        <w:rPr>
          <w:rFonts w:ascii="Verdana" w:hAnsi="Verdana" w:cs="Arial"/>
        </w:rPr>
        <w:t>, palivo zemní plyn</w:t>
      </w:r>
    </w:p>
    <w:p w:rsidR="00171538" w:rsidRPr="001A3077" w:rsidRDefault="00171538" w:rsidP="00171538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Týdně provádět obsluhu zařízení dle „Provozního předpisu“ v rozsahu 1 hod.</w:t>
      </w:r>
    </w:p>
    <w:p w:rsidR="00171538" w:rsidRPr="001A3077" w:rsidRDefault="00220AA3" w:rsidP="00220AA3">
      <w:pPr>
        <w:pStyle w:val="Odstavecseseznamem"/>
        <w:numPr>
          <w:ilvl w:val="0"/>
          <w:numId w:val="35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220AA3">
        <w:rPr>
          <w:rFonts w:ascii="Verdana" w:eastAsia="Times New Roman" w:hAnsi="Verdana" w:cs="Arial"/>
          <w:b/>
          <w:color w:val="000000"/>
          <w:lang w:eastAsia="cs-CZ"/>
        </w:rPr>
        <w:t>HORAŽĎOVICE, Tyršova 427 - výpravní budova</w:t>
      </w:r>
    </w:p>
    <w:p w:rsidR="00171538" w:rsidRPr="001A3077" w:rsidRDefault="00171538" w:rsidP="00171538">
      <w:pPr>
        <w:pStyle w:val="Odstavecseseznamem"/>
        <w:numPr>
          <w:ilvl w:val="0"/>
          <w:numId w:val="34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plynový kotel BUDERUS LOGAMAX UO 14-24 o jmenovitém výkonu 24 kW</w:t>
      </w:r>
      <w:r>
        <w:rPr>
          <w:rFonts w:ascii="Verdana" w:hAnsi="Verdana" w:cs="Arial"/>
        </w:rPr>
        <w:t>, palivo zemní plyn</w:t>
      </w:r>
    </w:p>
    <w:p w:rsidR="00171538" w:rsidRPr="001A3077" w:rsidRDefault="00171538" w:rsidP="00171538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Týdně provádět obsluhu zařízení dle „Provozního předpisu“ v rozsahu 1 hod.</w:t>
      </w:r>
    </w:p>
    <w:p w:rsidR="00171538" w:rsidRPr="001A3077" w:rsidRDefault="0022145A" w:rsidP="0022145A">
      <w:pPr>
        <w:pStyle w:val="Odstavecseseznamem"/>
        <w:numPr>
          <w:ilvl w:val="0"/>
          <w:numId w:val="35"/>
        </w:numPr>
        <w:spacing w:after="6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22145A">
        <w:rPr>
          <w:rFonts w:ascii="Verdana" w:eastAsia="Times New Roman" w:hAnsi="Verdana" w:cs="Arial"/>
          <w:b/>
          <w:color w:val="000000"/>
          <w:lang w:eastAsia="cs-CZ"/>
        </w:rPr>
        <w:t>HORA</w:t>
      </w:r>
      <w:r>
        <w:rPr>
          <w:rFonts w:ascii="Verdana" w:eastAsia="Times New Roman" w:hAnsi="Verdana" w:cs="Arial"/>
          <w:b/>
          <w:color w:val="000000"/>
          <w:lang w:eastAsia="cs-CZ"/>
        </w:rPr>
        <w:t>ŽĎOVICE PŘEDMĚSTÍ 432 - nocležna</w:t>
      </w:r>
    </w:p>
    <w:p w:rsidR="00171538" w:rsidRPr="001A3077" w:rsidRDefault="00171538" w:rsidP="00171538">
      <w:pPr>
        <w:pStyle w:val="Odstavecseseznamem"/>
        <w:numPr>
          <w:ilvl w:val="0"/>
          <w:numId w:val="34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 xml:space="preserve">elektrický </w:t>
      </w:r>
      <w:r>
        <w:rPr>
          <w:rFonts w:ascii="Verdana" w:hAnsi="Verdana" w:cs="Arial"/>
        </w:rPr>
        <w:t>přímotopný  kotel PROTHERM RAY 18 K</w:t>
      </w:r>
      <w:r w:rsidRPr="001A3077">
        <w:rPr>
          <w:rFonts w:ascii="Verdana" w:hAnsi="Verdana" w:cs="Arial"/>
        </w:rPr>
        <w:t xml:space="preserve"> o jmenovitém výkonu 18 kW</w:t>
      </w:r>
    </w:p>
    <w:p w:rsidR="00171538" w:rsidRPr="001A3077" w:rsidRDefault="00171538" w:rsidP="00171538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Týdně provádět obsluhu zařízení dle „Provozního předpisu“ v rozsahu 1 hod.</w:t>
      </w:r>
    </w:p>
    <w:p w:rsidR="00171538" w:rsidRPr="001A3077" w:rsidRDefault="00171538" w:rsidP="0022145A">
      <w:pPr>
        <w:pStyle w:val="Odstavecseseznamem"/>
        <w:numPr>
          <w:ilvl w:val="0"/>
          <w:numId w:val="35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>
        <w:rPr>
          <w:rFonts w:ascii="Verdana" w:eastAsia="Times New Roman" w:hAnsi="Verdana" w:cs="Arial"/>
          <w:b/>
          <w:color w:val="000000"/>
          <w:lang w:eastAsia="cs-CZ"/>
        </w:rPr>
        <w:t xml:space="preserve">  </w:t>
      </w:r>
      <w:r w:rsidR="0022145A" w:rsidRPr="0022145A">
        <w:rPr>
          <w:rFonts w:ascii="Verdana" w:eastAsia="Times New Roman" w:hAnsi="Verdana" w:cs="Arial"/>
          <w:b/>
          <w:color w:val="000000"/>
          <w:lang w:eastAsia="cs-CZ"/>
        </w:rPr>
        <w:t>HORAŽĎOVICE PŘEDMĚSTÍ 432 - vestibul</w:t>
      </w:r>
    </w:p>
    <w:p w:rsidR="00171538" w:rsidRPr="001A3077" w:rsidRDefault="00171538" w:rsidP="00171538">
      <w:pPr>
        <w:pStyle w:val="Odstavecseseznamem"/>
        <w:numPr>
          <w:ilvl w:val="0"/>
          <w:numId w:val="34"/>
        </w:numPr>
        <w:spacing w:after="60" w:line="240" w:lineRule="auto"/>
        <w:ind w:left="714" w:hanging="357"/>
        <w:rPr>
          <w:rFonts w:ascii="Verdana" w:hAnsi="Verdana" w:cs="Arial"/>
        </w:rPr>
      </w:pPr>
      <w:r>
        <w:rPr>
          <w:rFonts w:ascii="Verdana" w:hAnsi="Verdana" w:cs="Arial"/>
        </w:rPr>
        <w:t xml:space="preserve">elektrický přímotopný </w:t>
      </w:r>
      <w:r w:rsidRPr="001A3077">
        <w:rPr>
          <w:rFonts w:ascii="Verdana" w:hAnsi="Verdana" w:cs="Arial"/>
        </w:rPr>
        <w:t>kotel PROTHERM</w:t>
      </w:r>
      <w:r>
        <w:rPr>
          <w:rFonts w:ascii="Verdana" w:hAnsi="Verdana" w:cs="Arial"/>
        </w:rPr>
        <w:t xml:space="preserve"> RAY 28 K o jmenovitém výkonu 28</w:t>
      </w:r>
      <w:r w:rsidRPr="001A3077">
        <w:rPr>
          <w:rFonts w:ascii="Verdana" w:hAnsi="Verdana" w:cs="Arial"/>
        </w:rPr>
        <w:t xml:space="preserve"> kW</w:t>
      </w:r>
    </w:p>
    <w:p w:rsidR="00171538" w:rsidRDefault="00171538" w:rsidP="00171538">
      <w:pPr>
        <w:spacing w:after="120" w:line="240" w:lineRule="auto"/>
        <w:jc w:val="both"/>
        <w:rPr>
          <w:rFonts w:ascii="Verdana" w:hAnsi="Verdana" w:cs="Arial"/>
        </w:rPr>
      </w:pPr>
      <w:r w:rsidRPr="001A3077">
        <w:rPr>
          <w:rFonts w:ascii="Verdana" w:hAnsi="Verdana" w:cs="Arial"/>
        </w:rPr>
        <w:t>Týdně provádět obsluhu zařízení dle „Provozního předpisu“ v rozsahu 1 hod</w:t>
      </w:r>
      <w:r>
        <w:rPr>
          <w:rFonts w:ascii="Verdana" w:hAnsi="Verdana" w:cs="Arial"/>
        </w:rPr>
        <w:t>.</w:t>
      </w:r>
    </w:p>
    <w:p w:rsidR="00171538" w:rsidRPr="001A3077" w:rsidRDefault="0022145A" w:rsidP="0022145A">
      <w:pPr>
        <w:pStyle w:val="Odstavecseseznamem"/>
        <w:numPr>
          <w:ilvl w:val="0"/>
          <w:numId w:val="35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22145A">
        <w:rPr>
          <w:rFonts w:ascii="Verdana" w:eastAsia="Times New Roman" w:hAnsi="Verdana" w:cs="Arial"/>
          <w:b/>
          <w:color w:val="000000"/>
          <w:lang w:eastAsia="cs-CZ"/>
        </w:rPr>
        <w:t>HORNÍ BŘÍZA - budova zastávky</w:t>
      </w:r>
    </w:p>
    <w:p w:rsidR="00171538" w:rsidRPr="001A3077" w:rsidRDefault="00171538" w:rsidP="00171538">
      <w:pPr>
        <w:pStyle w:val="Odstavecseseznamem"/>
        <w:numPr>
          <w:ilvl w:val="0"/>
          <w:numId w:val="34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plynový kotel  VIADRUS G 27 ECO GL o jmenovitém výkonu 41 kW</w:t>
      </w:r>
      <w:r>
        <w:rPr>
          <w:rFonts w:ascii="Verdana" w:hAnsi="Verdana" w:cs="Arial"/>
        </w:rPr>
        <w:t>, palivo zemní plyn</w:t>
      </w:r>
    </w:p>
    <w:p w:rsidR="00171538" w:rsidRPr="001A3077" w:rsidRDefault="00171538" w:rsidP="00171538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Týdně provádět obsluhu zařízení dle „Provozního předpisu“ v rozsahu 1 hod.</w:t>
      </w:r>
    </w:p>
    <w:p w:rsidR="00171538" w:rsidRPr="001A3077" w:rsidRDefault="0022145A" w:rsidP="0022145A">
      <w:pPr>
        <w:pStyle w:val="Odstavecseseznamem"/>
        <w:numPr>
          <w:ilvl w:val="0"/>
          <w:numId w:val="35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22145A">
        <w:rPr>
          <w:rFonts w:ascii="Verdana" w:eastAsia="Times New Roman" w:hAnsi="Verdana" w:cs="Arial"/>
          <w:b/>
          <w:color w:val="000000"/>
          <w:lang w:eastAsia="cs-CZ"/>
        </w:rPr>
        <w:t>HRÁDEK U SUŠICE 95 - výpravní budova</w:t>
      </w:r>
    </w:p>
    <w:p w:rsidR="00171538" w:rsidRPr="001A3077" w:rsidRDefault="00171538" w:rsidP="00171538">
      <w:pPr>
        <w:pStyle w:val="Odstavecseseznamem"/>
        <w:numPr>
          <w:ilvl w:val="0"/>
          <w:numId w:val="34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plynový kotel DAKON P 26 o jmenovitém výkonu 26 kW</w:t>
      </w:r>
      <w:r>
        <w:rPr>
          <w:rFonts w:ascii="Verdana" w:hAnsi="Verdana" w:cs="Arial"/>
        </w:rPr>
        <w:t>, palivo zemní plyn</w:t>
      </w:r>
    </w:p>
    <w:p w:rsidR="00171538" w:rsidRDefault="00171538" w:rsidP="00171538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Týdně provádět obsluhu zařízení dle „Provozního předpisu“ v rozsahu 1 hod.</w:t>
      </w:r>
    </w:p>
    <w:p w:rsidR="00171538" w:rsidRPr="001A3077" w:rsidRDefault="0022145A" w:rsidP="0022145A">
      <w:pPr>
        <w:pStyle w:val="Odstavecseseznamem"/>
        <w:numPr>
          <w:ilvl w:val="0"/>
          <w:numId w:val="35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22145A">
        <w:rPr>
          <w:rFonts w:ascii="Verdana" w:eastAsia="Times New Roman" w:hAnsi="Verdana" w:cs="Arial"/>
          <w:b/>
          <w:color w:val="000000"/>
          <w:lang w:eastAsia="cs-CZ"/>
        </w:rPr>
        <w:t>CHODOVÁ PLANÁ, Nádražní 213 - výpravní budova</w:t>
      </w:r>
    </w:p>
    <w:p w:rsidR="00171538" w:rsidRPr="001A3077" w:rsidRDefault="00171538" w:rsidP="00171538">
      <w:pPr>
        <w:pStyle w:val="Odstavecseseznamem"/>
        <w:numPr>
          <w:ilvl w:val="0"/>
          <w:numId w:val="34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 xml:space="preserve">plynový kotel  </w:t>
      </w:r>
      <w:r>
        <w:rPr>
          <w:rFonts w:ascii="Verdana" w:hAnsi="Verdana" w:cs="Arial"/>
        </w:rPr>
        <w:t xml:space="preserve">HOVAL </w:t>
      </w:r>
      <w:r w:rsidRPr="001A3077">
        <w:rPr>
          <w:rFonts w:ascii="Verdana" w:hAnsi="Verdana" w:cs="Arial"/>
        </w:rPr>
        <w:t>TOP</w:t>
      </w:r>
      <w:r>
        <w:rPr>
          <w:rFonts w:ascii="Verdana" w:hAnsi="Verdana" w:cs="Arial"/>
        </w:rPr>
        <w:t xml:space="preserve"> GAS o jmenovitém výkonu 44</w:t>
      </w:r>
      <w:r w:rsidRPr="001A3077">
        <w:rPr>
          <w:rFonts w:ascii="Verdana" w:hAnsi="Verdana" w:cs="Arial"/>
        </w:rPr>
        <w:t xml:space="preserve"> </w:t>
      </w:r>
      <w:r>
        <w:rPr>
          <w:rFonts w:ascii="Verdana" w:hAnsi="Verdana" w:cs="Arial"/>
        </w:rPr>
        <w:t>kW, palivo zemní plyn</w:t>
      </w:r>
    </w:p>
    <w:p w:rsidR="00171538" w:rsidRPr="001A3077" w:rsidRDefault="00171538" w:rsidP="00171538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Týdně provádět obsluhu zařízení dle „Provozního předpisu“ v rozsahu 1 hod.</w:t>
      </w:r>
    </w:p>
    <w:p w:rsidR="00171538" w:rsidRPr="001A3077" w:rsidRDefault="0022145A" w:rsidP="0022145A">
      <w:pPr>
        <w:pStyle w:val="Odstavecseseznamem"/>
        <w:numPr>
          <w:ilvl w:val="0"/>
          <w:numId w:val="35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22145A">
        <w:rPr>
          <w:rFonts w:ascii="Verdana" w:eastAsia="Times New Roman" w:hAnsi="Verdana" w:cs="Arial"/>
          <w:b/>
          <w:color w:val="000000"/>
          <w:lang w:eastAsia="cs-CZ"/>
        </w:rPr>
        <w:t>KLATOVY, Nádražní 149,151 - výpravní budova</w:t>
      </w:r>
    </w:p>
    <w:p w:rsidR="00171538" w:rsidRPr="001A3077" w:rsidRDefault="00171538" w:rsidP="00171538">
      <w:pPr>
        <w:pStyle w:val="Odstavecseseznamem"/>
        <w:numPr>
          <w:ilvl w:val="0"/>
          <w:numId w:val="34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dva plynové kotle HYDROTHERM</w:t>
      </w:r>
      <w:r>
        <w:rPr>
          <w:rFonts w:ascii="Verdana" w:hAnsi="Verdana" w:cs="Arial"/>
        </w:rPr>
        <w:t xml:space="preserve"> STIEBEL ELTRON o celkovém jmenovitém výkonu 60</w:t>
      </w:r>
      <w:r w:rsidRPr="001A3077">
        <w:rPr>
          <w:rFonts w:ascii="Verdana" w:hAnsi="Verdana" w:cs="Arial"/>
        </w:rPr>
        <w:t xml:space="preserve">0 </w:t>
      </w:r>
      <w:r>
        <w:rPr>
          <w:rFonts w:ascii="Verdana" w:hAnsi="Verdana" w:cs="Arial"/>
        </w:rPr>
        <w:t>kW, palivo zemní plyn</w:t>
      </w:r>
    </w:p>
    <w:p w:rsidR="00171538" w:rsidRPr="001A3077" w:rsidRDefault="00171538" w:rsidP="00171538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Denně provádět obsluhu zařízení dle „Provozního řádu“ v rozsahu 1 hod.</w:t>
      </w:r>
    </w:p>
    <w:p w:rsidR="00171538" w:rsidRPr="001A3077" w:rsidRDefault="0022145A" w:rsidP="0022145A">
      <w:pPr>
        <w:pStyle w:val="Odstavecseseznamem"/>
        <w:numPr>
          <w:ilvl w:val="0"/>
          <w:numId w:val="35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22145A">
        <w:rPr>
          <w:rFonts w:ascii="Verdana" w:eastAsia="Times New Roman" w:hAnsi="Verdana" w:cs="Arial"/>
          <w:b/>
          <w:color w:val="000000"/>
          <w:lang w:eastAsia="cs-CZ"/>
        </w:rPr>
        <w:t>KOLINEC 142 - výpravní budova</w:t>
      </w:r>
    </w:p>
    <w:p w:rsidR="00171538" w:rsidRPr="001A3077" w:rsidRDefault="00171538" w:rsidP="00171538">
      <w:pPr>
        <w:pStyle w:val="Odstavecseseznamem"/>
        <w:numPr>
          <w:ilvl w:val="0"/>
          <w:numId w:val="34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 xml:space="preserve"> DAKON DOR 32, DAKON DOR 45 D na pevná paliva o celkovém štítkovém výkonu 77 kW  </w:t>
      </w:r>
    </w:p>
    <w:p w:rsidR="00171538" w:rsidRPr="001A3077" w:rsidRDefault="00171538" w:rsidP="00171538">
      <w:pPr>
        <w:spacing w:after="120" w:line="240" w:lineRule="auto"/>
        <w:jc w:val="both"/>
        <w:rPr>
          <w:rFonts w:ascii="Verdana" w:hAnsi="Verdana" w:cs="Arial"/>
        </w:rPr>
      </w:pPr>
      <w:r w:rsidRPr="001A3077">
        <w:rPr>
          <w:rFonts w:ascii="Verdana" w:hAnsi="Verdana" w:cs="Arial"/>
        </w:rPr>
        <w:t>Denně provádět obsluhu zařízení dle „</w:t>
      </w:r>
      <w:r>
        <w:rPr>
          <w:rFonts w:ascii="Verdana" w:hAnsi="Verdana" w:cs="Arial"/>
        </w:rPr>
        <w:t>Provozního předpisu“ v rozsahu 4</w:t>
      </w:r>
      <w:r w:rsidRPr="001A3077">
        <w:rPr>
          <w:rFonts w:ascii="Verdana" w:hAnsi="Verdana" w:cs="Arial"/>
        </w:rPr>
        <w:t xml:space="preserve"> hod. Součástí obsluhy je i zajištění dodávky paliva. Používané palivo – hnědé uhlí ořech 1. Likvidaci odpadů vzniklých provozem TZ zajišťuje objednatel na vlastní náklady.</w:t>
      </w:r>
    </w:p>
    <w:p w:rsidR="00171538" w:rsidRPr="001A3077" w:rsidRDefault="0022145A" w:rsidP="0022145A">
      <w:pPr>
        <w:pStyle w:val="Odstavecseseznamem"/>
        <w:numPr>
          <w:ilvl w:val="0"/>
          <w:numId w:val="35"/>
        </w:numPr>
        <w:spacing w:after="120" w:line="240" w:lineRule="auto"/>
        <w:rPr>
          <w:rFonts w:ascii="Verdana" w:hAnsi="Verdana" w:cs="Arial"/>
          <w:b/>
        </w:rPr>
      </w:pPr>
      <w:r w:rsidRPr="0022145A">
        <w:rPr>
          <w:rFonts w:ascii="Verdana" w:hAnsi="Verdana" w:cs="Arial"/>
          <w:b/>
        </w:rPr>
        <w:t>KOZOLUPY 298 - provozní budova TO</w:t>
      </w:r>
    </w:p>
    <w:p w:rsidR="00171538" w:rsidRPr="001A3077" w:rsidRDefault="00171538" w:rsidP="00171538">
      <w:pPr>
        <w:pStyle w:val="Odstavecseseznamem"/>
        <w:numPr>
          <w:ilvl w:val="0"/>
          <w:numId w:val="34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kotel  H</w:t>
      </w:r>
      <w:r>
        <w:rPr>
          <w:rFonts w:ascii="Verdana" w:hAnsi="Verdana" w:cs="Arial"/>
        </w:rPr>
        <w:t xml:space="preserve"> </w:t>
      </w:r>
      <w:r w:rsidRPr="001A3077">
        <w:rPr>
          <w:rFonts w:ascii="Verdana" w:hAnsi="Verdana" w:cs="Arial"/>
        </w:rPr>
        <w:t xml:space="preserve">424 na pevná paliva o štítkovém výkonu 18 kW  </w:t>
      </w:r>
    </w:p>
    <w:p w:rsidR="00171538" w:rsidRPr="001A3077" w:rsidRDefault="00171538" w:rsidP="00171538">
      <w:pPr>
        <w:spacing w:after="120" w:line="240" w:lineRule="auto"/>
        <w:jc w:val="both"/>
        <w:rPr>
          <w:rFonts w:ascii="Verdana" w:hAnsi="Verdana" w:cs="Arial"/>
        </w:rPr>
      </w:pPr>
      <w:r w:rsidRPr="001A3077">
        <w:rPr>
          <w:rFonts w:ascii="Verdana" w:hAnsi="Verdana" w:cs="Arial"/>
        </w:rPr>
        <w:t>Denně provádět obsluhu zařízení dle „Provozního předpisu“ v rozsahu 42 hodin měsíčně. Součástí obsluhy je i zajištění dodávky paliva. Používané palivo - brikety. Likvidaci odpadů vzniklých provozem TZ zajišťuje objednatel na vlastní náklady.</w:t>
      </w:r>
    </w:p>
    <w:p w:rsidR="00171538" w:rsidRPr="001A3077" w:rsidRDefault="0022145A" w:rsidP="0022145A">
      <w:pPr>
        <w:pStyle w:val="Odstavecseseznamem"/>
        <w:numPr>
          <w:ilvl w:val="0"/>
          <w:numId w:val="35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22145A">
        <w:rPr>
          <w:rFonts w:ascii="Verdana" w:eastAsia="Times New Roman" w:hAnsi="Verdana" w:cs="Arial"/>
          <w:b/>
          <w:color w:val="000000"/>
          <w:lang w:eastAsia="cs-CZ"/>
        </w:rPr>
        <w:t>KOZOLUPY 69 - výpravní budova</w:t>
      </w:r>
    </w:p>
    <w:p w:rsidR="00171538" w:rsidRPr="001A3077" w:rsidRDefault="00171538" w:rsidP="00171538">
      <w:pPr>
        <w:pStyle w:val="Odstavecseseznamem"/>
        <w:numPr>
          <w:ilvl w:val="0"/>
          <w:numId w:val="34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plynový kotel  VIADR</w:t>
      </w:r>
      <w:r>
        <w:rPr>
          <w:rFonts w:ascii="Verdana" w:hAnsi="Verdana" w:cs="Arial"/>
        </w:rPr>
        <w:t>US G 27 o jmenovitém výkonu 49</w:t>
      </w:r>
      <w:r w:rsidRPr="001A3077">
        <w:rPr>
          <w:rFonts w:ascii="Verdana" w:hAnsi="Verdana" w:cs="Arial"/>
        </w:rPr>
        <w:t xml:space="preserve"> kW</w:t>
      </w:r>
      <w:r>
        <w:rPr>
          <w:rFonts w:ascii="Verdana" w:hAnsi="Verdana" w:cs="Arial"/>
        </w:rPr>
        <w:t>, palivo zemní plyn</w:t>
      </w:r>
    </w:p>
    <w:p w:rsidR="00171538" w:rsidRPr="001A3077" w:rsidRDefault="00171538" w:rsidP="00171538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Týdně provádět obsluhu zařízení dle „Provozního předpisu“ v rozsahu 1 hod.</w:t>
      </w:r>
    </w:p>
    <w:p w:rsidR="00171538" w:rsidRPr="001A3077" w:rsidRDefault="0022145A" w:rsidP="0022145A">
      <w:pPr>
        <w:pStyle w:val="Odstavecseseznamem"/>
        <w:numPr>
          <w:ilvl w:val="0"/>
          <w:numId w:val="35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22145A">
        <w:rPr>
          <w:rFonts w:ascii="Verdana" w:eastAsia="Times New Roman" w:hAnsi="Verdana" w:cs="Arial"/>
          <w:b/>
          <w:color w:val="000000"/>
          <w:lang w:eastAsia="cs-CZ"/>
        </w:rPr>
        <w:t>MLADOTICE 38 - výpravní budova</w:t>
      </w:r>
    </w:p>
    <w:p w:rsidR="00171538" w:rsidRPr="001A3077" w:rsidRDefault="00171538" w:rsidP="00171538">
      <w:pPr>
        <w:pStyle w:val="Odstavecseseznamem"/>
        <w:numPr>
          <w:ilvl w:val="0"/>
          <w:numId w:val="34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 xml:space="preserve">plynový kotel BUDERUS </w:t>
      </w:r>
      <w:r>
        <w:rPr>
          <w:rFonts w:ascii="Verdana" w:hAnsi="Verdana" w:cs="Arial"/>
        </w:rPr>
        <w:t>G 234 X o jmenovitém výkonu 49</w:t>
      </w:r>
      <w:r w:rsidRPr="001A3077">
        <w:rPr>
          <w:rFonts w:ascii="Verdana" w:hAnsi="Verdana" w:cs="Arial"/>
        </w:rPr>
        <w:t xml:space="preserve"> kW</w:t>
      </w:r>
      <w:r>
        <w:rPr>
          <w:rFonts w:ascii="Verdana" w:hAnsi="Verdana" w:cs="Arial"/>
        </w:rPr>
        <w:t>, palivo zemní plyn</w:t>
      </w:r>
    </w:p>
    <w:p w:rsidR="00171538" w:rsidRPr="001A3077" w:rsidRDefault="00171538" w:rsidP="00171538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Týdně provádět obsluhu zařízení dle „Provozního předpisu“ v rozsahu 1 hod.</w:t>
      </w:r>
    </w:p>
    <w:p w:rsidR="00171538" w:rsidRPr="001A3077" w:rsidRDefault="0022145A" w:rsidP="0022145A">
      <w:pPr>
        <w:pStyle w:val="Odstavecseseznamem"/>
        <w:numPr>
          <w:ilvl w:val="0"/>
          <w:numId w:val="35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22145A">
        <w:rPr>
          <w:rFonts w:ascii="Verdana" w:eastAsia="Times New Roman" w:hAnsi="Verdana" w:cs="Arial"/>
          <w:b/>
          <w:color w:val="000000"/>
          <w:lang w:eastAsia="cs-CZ"/>
        </w:rPr>
        <w:t>NEMILKOV 42 - výpravní budova</w:t>
      </w:r>
      <w:r w:rsidR="00171538" w:rsidRPr="001A3077">
        <w:rPr>
          <w:rFonts w:ascii="Verdana" w:eastAsia="Times New Roman" w:hAnsi="Verdana" w:cs="Arial"/>
          <w:b/>
          <w:color w:val="000000"/>
          <w:lang w:eastAsia="cs-CZ"/>
        </w:rPr>
        <w:t xml:space="preserve"> </w:t>
      </w:r>
      <w:r>
        <w:rPr>
          <w:rFonts w:ascii="Verdana" w:eastAsia="Times New Roman" w:hAnsi="Verdana" w:cs="Arial"/>
          <w:b/>
          <w:color w:val="000000"/>
          <w:lang w:eastAsia="cs-CZ"/>
        </w:rPr>
        <w:t xml:space="preserve"> </w:t>
      </w:r>
    </w:p>
    <w:p w:rsidR="00171538" w:rsidRPr="001A3077" w:rsidRDefault="00171538" w:rsidP="00171538">
      <w:pPr>
        <w:pStyle w:val="Odstavecseseznamem"/>
        <w:numPr>
          <w:ilvl w:val="0"/>
          <w:numId w:val="34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dva kotle VIADRUS A3C na pevná paliv</w:t>
      </w:r>
      <w:r>
        <w:rPr>
          <w:rFonts w:ascii="Verdana" w:hAnsi="Verdana" w:cs="Arial"/>
        </w:rPr>
        <w:t>a o celkovém štítkovém výkonu 46</w:t>
      </w:r>
      <w:r w:rsidRPr="001A3077">
        <w:rPr>
          <w:rFonts w:ascii="Verdana" w:hAnsi="Verdana" w:cs="Arial"/>
        </w:rPr>
        <w:t xml:space="preserve"> kW  </w:t>
      </w:r>
    </w:p>
    <w:p w:rsidR="0022145A" w:rsidRPr="001A3077" w:rsidRDefault="00171538" w:rsidP="00171538">
      <w:pPr>
        <w:spacing w:after="120" w:line="240" w:lineRule="auto"/>
        <w:jc w:val="both"/>
        <w:rPr>
          <w:rFonts w:ascii="Verdana" w:hAnsi="Verdana" w:cs="Arial"/>
        </w:rPr>
      </w:pPr>
      <w:r w:rsidRPr="001A3077">
        <w:rPr>
          <w:rFonts w:ascii="Verdana" w:hAnsi="Verdana" w:cs="Arial"/>
        </w:rPr>
        <w:t>Denně provádět obsluhu zařízení dle „</w:t>
      </w:r>
      <w:r>
        <w:rPr>
          <w:rFonts w:ascii="Verdana" w:hAnsi="Verdana" w:cs="Arial"/>
        </w:rPr>
        <w:t>Provozního předpisu“ v rozsahu 3</w:t>
      </w:r>
      <w:r w:rsidRPr="001A3077">
        <w:rPr>
          <w:rFonts w:ascii="Verdana" w:hAnsi="Verdana" w:cs="Arial"/>
        </w:rPr>
        <w:t xml:space="preserve"> hod. Součástí obsluhy je i zajištění dodávky paliva. Používané palivo – hnědé uhlí ořech 2. Likvidaci odpadů vzniklých provozem TZ zajišťuje objednatel na vlastní náklady.</w:t>
      </w:r>
    </w:p>
    <w:p w:rsidR="00171538" w:rsidRPr="001A3077" w:rsidRDefault="0022145A" w:rsidP="0022145A">
      <w:pPr>
        <w:pStyle w:val="Odstavecseseznamem"/>
        <w:numPr>
          <w:ilvl w:val="0"/>
          <w:numId w:val="35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22145A">
        <w:rPr>
          <w:rFonts w:ascii="Verdana" w:eastAsia="Times New Roman" w:hAnsi="Verdana" w:cs="Arial"/>
          <w:b/>
          <w:color w:val="000000"/>
          <w:lang w:eastAsia="cs-CZ"/>
        </w:rPr>
        <w:t>NEPOMUK/DVOREC, U Trati 49 - výpravní budova</w:t>
      </w:r>
    </w:p>
    <w:p w:rsidR="00171538" w:rsidRPr="001A3077" w:rsidRDefault="00171538" w:rsidP="00171538">
      <w:pPr>
        <w:pStyle w:val="Odstavecseseznamem"/>
        <w:numPr>
          <w:ilvl w:val="0"/>
          <w:numId w:val="34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 xml:space="preserve">plynový </w:t>
      </w:r>
      <w:r>
        <w:rPr>
          <w:rFonts w:ascii="Verdana" w:hAnsi="Verdana" w:cs="Arial"/>
        </w:rPr>
        <w:t>kotel  VAILLANT VU 486/5-5 ECO TEC o jmenovitém výkonu 44</w:t>
      </w:r>
      <w:r w:rsidRPr="001A3077">
        <w:rPr>
          <w:rFonts w:ascii="Verdana" w:hAnsi="Verdana" w:cs="Arial"/>
        </w:rPr>
        <w:t xml:space="preserve"> </w:t>
      </w:r>
      <w:r>
        <w:rPr>
          <w:rFonts w:ascii="Verdana" w:hAnsi="Verdana" w:cs="Arial"/>
        </w:rPr>
        <w:t>kW, palivo zemní plyn</w:t>
      </w:r>
    </w:p>
    <w:p w:rsidR="00171538" w:rsidRDefault="00171538" w:rsidP="00171538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Týdně provádět obsluhu zařízení dle „Provozního předpisu“ v rozsahu 1 hod.</w:t>
      </w:r>
    </w:p>
    <w:p w:rsidR="006E0B40" w:rsidRPr="001A3077" w:rsidRDefault="006E0B40" w:rsidP="00171538">
      <w:pPr>
        <w:spacing w:after="120" w:line="240" w:lineRule="auto"/>
        <w:rPr>
          <w:rFonts w:ascii="Verdana" w:hAnsi="Verdana" w:cs="Arial"/>
        </w:rPr>
      </w:pPr>
    </w:p>
    <w:p w:rsidR="00171538" w:rsidRPr="001A3077" w:rsidRDefault="0022145A" w:rsidP="0022145A">
      <w:pPr>
        <w:pStyle w:val="Odstavecseseznamem"/>
        <w:numPr>
          <w:ilvl w:val="0"/>
          <w:numId w:val="35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22145A">
        <w:rPr>
          <w:rFonts w:ascii="Verdana" w:eastAsia="Times New Roman" w:hAnsi="Verdana" w:cs="Arial"/>
          <w:b/>
          <w:color w:val="000000"/>
          <w:lang w:eastAsia="cs-CZ"/>
        </w:rPr>
        <w:lastRenderedPageBreak/>
        <w:t>NEZVĚSTICE 52 - výpravní budova</w:t>
      </w:r>
    </w:p>
    <w:p w:rsidR="00171538" w:rsidRPr="001A3077" w:rsidRDefault="00171538" w:rsidP="00171538">
      <w:pPr>
        <w:pStyle w:val="Odstavecseseznamem"/>
        <w:numPr>
          <w:ilvl w:val="0"/>
          <w:numId w:val="34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 xml:space="preserve">plynový kotel DAKON </w:t>
      </w:r>
      <w:r>
        <w:rPr>
          <w:rFonts w:ascii="Verdana" w:hAnsi="Verdana" w:cs="Arial"/>
        </w:rPr>
        <w:t xml:space="preserve">DUA </w:t>
      </w:r>
      <w:r w:rsidRPr="001A3077">
        <w:rPr>
          <w:rFonts w:ascii="Verdana" w:hAnsi="Verdana" w:cs="Arial"/>
        </w:rPr>
        <w:t>24</w:t>
      </w:r>
      <w:r>
        <w:rPr>
          <w:rFonts w:ascii="Verdana" w:hAnsi="Verdana" w:cs="Arial"/>
        </w:rPr>
        <w:t xml:space="preserve"> RK</w:t>
      </w:r>
      <w:r w:rsidRPr="001A3077">
        <w:rPr>
          <w:rFonts w:ascii="Verdana" w:hAnsi="Verdana" w:cs="Arial"/>
        </w:rPr>
        <w:t xml:space="preserve"> o jmenovitém výkonu 24 </w:t>
      </w:r>
      <w:r>
        <w:rPr>
          <w:rFonts w:ascii="Verdana" w:hAnsi="Verdana" w:cs="Arial"/>
        </w:rPr>
        <w:t>kW, palivo zemní plyn</w:t>
      </w:r>
    </w:p>
    <w:p w:rsidR="00171538" w:rsidRPr="001A3077" w:rsidRDefault="00171538" w:rsidP="00171538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Týdně provádět obsluhu zařízení dle „Provozního předpisu“ v rozsahu 1 hod.</w:t>
      </w:r>
    </w:p>
    <w:p w:rsidR="00171538" w:rsidRPr="001A3077" w:rsidRDefault="0022145A" w:rsidP="0022145A">
      <w:pPr>
        <w:pStyle w:val="Odstavecseseznamem"/>
        <w:numPr>
          <w:ilvl w:val="0"/>
          <w:numId w:val="35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22145A">
        <w:rPr>
          <w:rFonts w:ascii="Verdana" w:eastAsia="Times New Roman" w:hAnsi="Verdana" w:cs="Arial"/>
          <w:b/>
          <w:color w:val="000000"/>
          <w:lang w:eastAsia="cs-CZ"/>
        </w:rPr>
        <w:t>NÝRSKO, Nádražní 602 - výpravní budova</w:t>
      </w:r>
    </w:p>
    <w:p w:rsidR="00171538" w:rsidRPr="001A3077" w:rsidRDefault="00171538" w:rsidP="00171538">
      <w:pPr>
        <w:pStyle w:val="Odstavecseseznamem"/>
        <w:numPr>
          <w:ilvl w:val="0"/>
          <w:numId w:val="34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plynový kotel PROTHERM BOV o jmenovitém výkonu 24 kW</w:t>
      </w:r>
      <w:r>
        <w:rPr>
          <w:rFonts w:ascii="Verdana" w:hAnsi="Verdana" w:cs="Arial"/>
        </w:rPr>
        <w:t>, palivo zemní plyn</w:t>
      </w:r>
    </w:p>
    <w:p w:rsidR="00171538" w:rsidRPr="001A3077" w:rsidRDefault="00171538" w:rsidP="00171538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Týdně provádět obsluhu zařízení dle „Provozního předpisu“ v rozsahu 1 hod.</w:t>
      </w:r>
    </w:p>
    <w:p w:rsidR="00171538" w:rsidRPr="001A3077" w:rsidRDefault="0022145A" w:rsidP="0022145A">
      <w:pPr>
        <w:pStyle w:val="Odstavecseseznamem"/>
        <w:numPr>
          <w:ilvl w:val="0"/>
          <w:numId w:val="35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22145A">
        <w:rPr>
          <w:rFonts w:ascii="Verdana" w:eastAsia="Times New Roman" w:hAnsi="Verdana" w:cs="Arial"/>
          <w:b/>
          <w:color w:val="000000"/>
          <w:lang w:eastAsia="cs-CZ"/>
        </w:rPr>
        <w:t>NÝŘANY, Nádražní 84 - výpravní budova</w:t>
      </w:r>
    </w:p>
    <w:p w:rsidR="00171538" w:rsidRPr="001A3077" w:rsidRDefault="00171538" w:rsidP="00171538">
      <w:pPr>
        <w:pStyle w:val="Odstavecseseznamem"/>
        <w:numPr>
          <w:ilvl w:val="0"/>
          <w:numId w:val="34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dva plynové kotle PROTHERM 60</w:t>
      </w:r>
      <w:r>
        <w:rPr>
          <w:rFonts w:ascii="Verdana" w:hAnsi="Verdana" w:cs="Arial"/>
        </w:rPr>
        <w:t xml:space="preserve"> </w:t>
      </w:r>
      <w:r w:rsidRPr="001A3077">
        <w:rPr>
          <w:rFonts w:ascii="Verdana" w:hAnsi="Verdana" w:cs="Arial"/>
        </w:rPr>
        <w:t xml:space="preserve">KLO o </w:t>
      </w:r>
      <w:r>
        <w:rPr>
          <w:rFonts w:ascii="Verdana" w:hAnsi="Verdana" w:cs="Arial"/>
        </w:rPr>
        <w:t>celkovém jmenovitém výkonu 98</w:t>
      </w:r>
      <w:r w:rsidRPr="001A3077">
        <w:rPr>
          <w:rFonts w:ascii="Verdana" w:hAnsi="Verdana" w:cs="Arial"/>
        </w:rPr>
        <w:t xml:space="preserve"> kW</w:t>
      </w:r>
      <w:r>
        <w:rPr>
          <w:rFonts w:ascii="Verdana" w:hAnsi="Verdana" w:cs="Arial"/>
        </w:rPr>
        <w:t>, palivo zemní plyn</w:t>
      </w:r>
    </w:p>
    <w:p w:rsidR="00171538" w:rsidRPr="001A3077" w:rsidRDefault="00171538" w:rsidP="00171538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Denně provádět obsluhu zařízení dle „Provozního předpisu“ v rozsahu 0,5 hod.</w:t>
      </w:r>
    </w:p>
    <w:p w:rsidR="00171538" w:rsidRPr="00517D21" w:rsidRDefault="0022145A" w:rsidP="0022145A">
      <w:pPr>
        <w:pStyle w:val="Odstavecseseznamem"/>
        <w:numPr>
          <w:ilvl w:val="0"/>
          <w:numId w:val="35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517D21">
        <w:rPr>
          <w:rFonts w:ascii="Verdana" w:eastAsia="Times New Roman" w:hAnsi="Verdana" w:cs="Arial"/>
          <w:b/>
          <w:color w:val="000000"/>
          <w:lang w:eastAsia="cs-CZ"/>
        </w:rPr>
        <w:t>PAČEJOV 59 - výpravní budova</w:t>
      </w:r>
    </w:p>
    <w:p w:rsidR="00171538" w:rsidRDefault="00517D21" w:rsidP="00171538">
      <w:pPr>
        <w:spacing w:line="240" w:lineRule="auto"/>
        <w:jc w:val="both"/>
        <w:rPr>
          <w:rFonts w:ascii="Verdana" w:hAnsi="Verdana" w:cs="Arial"/>
        </w:rPr>
      </w:pPr>
      <w:r w:rsidRPr="00517D21">
        <w:rPr>
          <w:rFonts w:ascii="Verdana" w:hAnsi="Verdana" w:cs="Arial"/>
        </w:rPr>
        <w:t>Z</w:t>
      </w:r>
      <w:r w:rsidR="00171538" w:rsidRPr="00517D21">
        <w:rPr>
          <w:rFonts w:ascii="Verdana" w:hAnsi="Verdana" w:cs="Arial"/>
        </w:rPr>
        <w:t>ajištění dodávky paliva</w:t>
      </w:r>
      <w:r>
        <w:rPr>
          <w:rFonts w:ascii="Verdana" w:hAnsi="Verdana" w:cs="Arial"/>
        </w:rPr>
        <w:t xml:space="preserve"> bez obsluhy tepelného zdroje</w:t>
      </w:r>
      <w:r w:rsidR="00171538" w:rsidRPr="00517D21">
        <w:rPr>
          <w:rFonts w:ascii="Verdana" w:hAnsi="Verdana" w:cs="Arial"/>
        </w:rPr>
        <w:t>. Používané palivo – hnědé uhlí ořech 1. Likvidaci odpadů vzniklých provozem TZ zajišťuje objednatel na vlastní náklady.</w:t>
      </w:r>
    </w:p>
    <w:p w:rsidR="006E0B40" w:rsidRPr="00062077" w:rsidRDefault="006E0B40" w:rsidP="006E0B40">
      <w:pPr>
        <w:pStyle w:val="Odstavecseseznamem"/>
        <w:numPr>
          <w:ilvl w:val="0"/>
          <w:numId w:val="35"/>
        </w:numPr>
        <w:spacing w:after="120" w:line="240" w:lineRule="auto"/>
        <w:rPr>
          <w:rFonts w:ascii="Verdana" w:hAnsi="Verdana" w:cs="Arial"/>
        </w:rPr>
      </w:pPr>
      <w:r>
        <w:rPr>
          <w:rFonts w:ascii="Verdana" w:eastAsia="Times New Roman" w:hAnsi="Verdana" w:cs="Arial"/>
          <w:b/>
          <w:color w:val="000000"/>
          <w:lang w:eastAsia="cs-CZ"/>
        </w:rPr>
        <w:t>PLASY 75</w:t>
      </w:r>
      <w:r w:rsidRPr="001A3077">
        <w:rPr>
          <w:rFonts w:ascii="Verdana" w:eastAsia="Times New Roman" w:hAnsi="Verdana" w:cs="Arial"/>
          <w:b/>
          <w:color w:val="000000"/>
          <w:lang w:eastAsia="cs-CZ"/>
        </w:rPr>
        <w:t xml:space="preserve"> –</w:t>
      </w:r>
      <w:r>
        <w:rPr>
          <w:rFonts w:ascii="Verdana" w:eastAsia="Times New Roman" w:hAnsi="Verdana" w:cs="Arial"/>
          <w:b/>
          <w:color w:val="000000"/>
          <w:lang w:eastAsia="cs-CZ"/>
        </w:rPr>
        <w:t xml:space="preserve"> výpravní budova</w:t>
      </w:r>
      <w:r w:rsidRPr="001A3077">
        <w:rPr>
          <w:rFonts w:ascii="Verdana" w:eastAsia="Times New Roman" w:hAnsi="Verdana" w:cs="Arial"/>
          <w:b/>
          <w:color w:val="000000"/>
          <w:lang w:eastAsia="cs-CZ"/>
        </w:rPr>
        <w:t xml:space="preserve"> </w:t>
      </w:r>
      <w:r>
        <w:rPr>
          <w:rFonts w:ascii="Verdana" w:eastAsia="Times New Roman" w:hAnsi="Verdana" w:cs="Arial"/>
          <w:b/>
          <w:color w:val="000000"/>
          <w:lang w:eastAsia="cs-CZ"/>
        </w:rPr>
        <w:br/>
      </w:r>
      <w:r>
        <w:rPr>
          <w:rFonts w:ascii="Verdana" w:hAnsi="Verdana" w:cs="Arial"/>
        </w:rPr>
        <w:t xml:space="preserve">- </w:t>
      </w:r>
      <w:r>
        <w:rPr>
          <w:rFonts w:ascii="Verdana" w:hAnsi="Verdana" w:cs="Arial"/>
        </w:rPr>
        <w:tab/>
      </w:r>
      <w:r w:rsidRPr="00062077">
        <w:rPr>
          <w:rFonts w:ascii="Verdana" w:hAnsi="Verdana" w:cs="Arial"/>
        </w:rPr>
        <w:t>plynový kotel PROTHERM GEPARD 25 o jmenovitém výkonu 25 kW, palivo zemní plyn</w:t>
      </w:r>
    </w:p>
    <w:p w:rsidR="006E0B40" w:rsidRPr="00062077" w:rsidRDefault="006E0B40" w:rsidP="006E0B40">
      <w:pPr>
        <w:spacing w:after="120" w:line="240" w:lineRule="auto"/>
        <w:rPr>
          <w:rFonts w:ascii="Verdana" w:hAnsi="Verdana" w:cs="Arial"/>
        </w:rPr>
      </w:pPr>
      <w:r w:rsidRPr="00062077">
        <w:rPr>
          <w:rFonts w:ascii="Verdana" w:hAnsi="Verdana" w:cs="Arial"/>
        </w:rPr>
        <w:t xml:space="preserve">Týdně provádět obsluhu zařízení dle „Provozního předpisu“ v rozsahu 1 hod.           </w:t>
      </w:r>
    </w:p>
    <w:p w:rsidR="00171538" w:rsidRPr="001A3077" w:rsidRDefault="0022145A" w:rsidP="0022145A">
      <w:pPr>
        <w:pStyle w:val="Odstavecseseznamem"/>
        <w:numPr>
          <w:ilvl w:val="0"/>
          <w:numId w:val="35"/>
        </w:numPr>
        <w:spacing w:after="120" w:line="240" w:lineRule="auto"/>
        <w:rPr>
          <w:rFonts w:ascii="Verdana" w:hAnsi="Verdana" w:cs="Arial"/>
          <w:b/>
        </w:rPr>
      </w:pPr>
      <w:r w:rsidRPr="0022145A">
        <w:rPr>
          <w:rFonts w:ascii="Verdana" w:hAnsi="Verdana" w:cs="Arial"/>
          <w:b/>
        </w:rPr>
        <w:t>PLZEŇ KOTEROV/BOŽKOV, Libušínská 633 - budova OTV</w:t>
      </w:r>
    </w:p>
    <w:p w:rsidR="00171538" w:rsidRPr="001A3077" w:rsidRDefault="00171538" w:rsidP="00171538">
      <w:pPr>
        <w:pStyle w:val="Odstavecseseznamem"/>
        <w:numPr>
          <w:ilvl w:val="0"/>
          <w:numId w:val="34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 xml:space="preserve">dva plynové kotle HOVAL UG AM o </w:t>
      </w:r>
      <w:r>
        <w:rPr>
          <w:rFonts w:ascii="Verdana" w:hAnsi="Verdana" w:cs="Arial"/>
        </w:rPr>
        <w:t xml:space="preserve">společném štítkovém výkonu 222 </w:t>
      </w:r>
      <w:r w:rsidRPr="001A3077">
        <w:rPr>
          <w:rFonts w:ascii="Verdana" w:hAnsi="Verdana" w:cs="Arial"/>
        </w:rPr>
        <w:t>kW</w:t>
      </w:r>
    </w:p>
    <w:p w:rsidR="00171538" w:rsidRPr="001A3077" w:rsidRDefault="00171538" w:rsidP="00171538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Denně provádět obsluhu zařízení dle „Provozního řádu“ v rozsahu 1 hod.</w:t>
      </w:r>
    </w:p>
    <w:p w:rsidR="00171538" w:rsidRPr="001A3077" w:rsidRDefault="0022145A" w:rsidP="0022145A">
      <w:pPr>
        <w:pStyle w:val="Odstavecseseznamem"/>
        <w:numPr>
          <w:ilvl w:val="0"/>
          <w:numId w:val="35"/>
        </w:numPr>
        <w:spacing w:after="120" w:line="240" w:lineRule="auto"/>
        <w:rPr>
          <w:rFonts w:ascii="Verdana" w:hAnsi="Verdana" w:cs="Arial"/>
          <w:b/>
        </w:rPr>
      </w:pPr>
      <w:r w:rsidRPr="0022145A">
        <w:rPr>
          <w:rFonts w:ascii="Verdana" w:hAnsi="Verdana" w:cs="Arial"/>
          <w:b/>
        </w:rPr>
        <w:t xml:space="preserve">PLZEŇ </w:t>
      </w:r>
      <w:proofErr w:type="gramStart"/>
      <w:r w:rsidRPr="0022145A">
        <w:rPr>
          <w:rFonts w:ascii="Verdana" w:hAnsi="Verdana" w:cs="Arial"/>
          <w:b/>
        </w:rPr>
        <w:t>HL.N.</w:t>
      </w:r>
      <w:proofErr w:type="gramEnd"/>
      <w:r w:rsidRPr="0022145A">
        <w:rPr>
          <w:rFonts w:ascii="Verdana" w:hAnsi="Verdana" w:cs="Arial"/>
          <w:b/>
        </w:rPr>
        <w:t xml:space="preserve"> - ústřední stavědlo</w:t>
      </w:r>
    </w:p>
    <w:p w:rsidR="00171538" w:rsidRPr="001A3077" w:rsidRDefault="00171538" w:rsidP="00171538">
      <w:pPr>
        <w:pStyle w:val="Odstavecseseznamem"/>
        <w:numPr>
          <w:ilvl w:val="0"/>
          <w:numId w:val="34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dva plynové kotle BUDERUS LOGAMAX PLUS GB 162 o společném výkonu 90 kW.</w:t>
      </w:r>
      <w:r>
        <w:rPr>
          <w:rFonts w:ascii="Verdana" w:hAnsi="Verdana" w:cs="Arial"/>
        </w:rPr>
        <w:t xml:space="preserve"> Palivo zemní plyn.</w:t>
      </w:r>
    </w:p>
    <w:p w:rsidR="00171538" w:rsidRPr="001A3077" w:rsidRDefault="00171538" w:rsidP="00171538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Týdně provádět obsluhu zařízení dle „Provozního předpisu“ v rozsahu 2 hod.</w:t>
      </w:r>
    </w:p>
    <w:p w:rsidR="00171538" w:rsidRPr="001A3077" w:rsidRDefault="0022145A" w:rsidP="0022145A">
      <w:pPr>
        <w:pStyle w:val="Odstavecseseznamem"/>
        <w:numPr>
          <w:ilvl w:val="0"/>
          <w:numId w:val="35"/>
        </w:numPr>
        <w:spacing w:after="120" w:line="240" w:lineRule="auto"/>
        <w:rPr>
          <w:rFonts w:ascii="Verdana" w:hAnsi="Verdana" w:cs="Arial"/>
          <w:b/>
        </w:rPr>
      </w:pPr>
      <w:r w:rsidRPr="0022145A">
        <w:rPr>
          <w:rFonts w:ascii="Verdana" w:hAnsi="Verdana" w:cs="Arial"/>
          <w:b/>
        </w:rPr>
        <w:t xml:space="preserve">PLZEŇ </w:t>
      </w:r>
      <w:proofErr w:type="gramStart"/>
      <w:r w:rsidRPr="0022145A">
        <w:rPr>
          <w:rFonts w:ascii="Verdana" w:hAnsi="Verdana" w:cs="Arial"/>
          <w:b/>
        </w:rPr>
        <w:t>HL.N.</w:t>
      </w:r>
      <w:proofErr w:type="gramEnd"/>
      <w:r w:rsidRPr="0022145A">
        <w:rPr>
          <w:rFonts w:ascii="Verdana" w:hAnsi="Verdana" w:cs="Arial"/>
          <w:b/>
        </w:rPr>
        <w:t xml:space="preserve"> - ústřední stavědlo</w:t>
      </w:r>
    </w:p>
    <w:p w:rsidR="00171538" w:rsidRPr="001A3077" w:rsidRDefault="00171538" w:rsidP="00171538">
      <w:pPr>
        <w:pStyle w:val="Odstavecseseznamem"/>
        <w:numPr>
          <w:ilvl w:val="0"/>
          <w:numId w:val="34"/>
        </w:numPr>
        <w:spacing w:after="12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klimatizační a vzduchotechnické zařízení</w:t>
      </w:r>
    </w:p>
    <w:p w:rsidR="00171538" w:rsidRPr="001A3077" w:rsidRDefault="00171538" w:rsidP="00171538">
      <w:pPr>
        <w:spacing w:after="6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Týdně provádět obsluhu zařízení dle „Provozního řádu“ v rozsahu 2 hod:</w:t>
      </w:r>
    </w:p>
    <w:p w:rsidR="00171538" w:rsidRDefault="00171538" w:rsidP="00171538">
      <w:pPr>
        <w:spacing w:after="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Prověřit funkčnost jednotlivých VZT jednotek.</w:t>
      </w:r>
    </w:p>
    <w:p w:rsidR="00171538" w:rsidRPr="001A3077" w:rsidRDefault="00171538" w:rsidP="00171538">
      <w:pPr>
        <w:spacing w:after="0" w:line="240" w:lineRule="auto"/>
        <w:rPr>
          <w:rFonts w:ascii="Verdana" w:hAnsi="Verdana" w:cs="Arial"/>
        </w:rPr>
      </w:pPr>
      <w:r>
        <w:rPr>
          <w:rFonts w:ascii="Verdana" w:hAnsi="Verdana" w:cs="Arial"/>
        </w:rPr>
        <w:t>Provést kontrolu filtrů.</w:t>
      </w:r>
    </w:p>
    <w:p w:rsidR="00171538" w:rsidRPr="001A3077" w:rsidRDefault="00171538" w:rsidP="00171538">
      <w:pPr>
        <w:spacing w:after="0" w:line="240" w:lineRule="auto"/>
        <w:rPr>
          <w:rFonts w:ascii="Verdana" w:hAnsi="Verdana" w:cs="Arial"/>
        </w:rPr>
      </w:pPr>
      <w:r w:rsidRPr="001A3077">
        <w:rPr>
          <w:rFonts w:ascii="Verdana" w:eastAsia="Times New Roman" w:hAnsi="Verdana" w:cs="Arial"/>
          <w:lang w:eastAsia="cs-CZ"/>
        </w:rPr>
        <w:t>U ventilátorů se provede vizuální kontrola a poslechnou se při chodu, dle možnosti se prověří jejich uchycení.</w:t>
      </w:r>
    </w:p>
    <w:p w:rsidR="00171538" w:rsidRPr="001A3077" w:rsidRDefault="00171538" w:rsidP="00171538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Provést kontrolu odvodu kondenzátu od jednotlivých VZT jednotek.</w:t>
      </w:r>
    </w:p>
    <w:p w:rsidR="00171538" w:rsidRPr="001A3077" w:rsidRDefault="0022145A" w:rsidP="0022145A">
      <w:pPr>
        <w:pStyle w:val="Odstavecseseznamem"/>
        <w:numPr>
          <w:ilvl w:val="0"/>
          <w:numId w:val="35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22145A">
        <w:rPr>
          <w:rFonts w:ascii="Verdana" w:eastAsia="Times New Roman" w:hAnsi="Verdana" w:cs="Arial"/>
          <w:b/>
          <w:color w:val="000000"/>
          <w:lang w:eastAsia="cs-CZ"/>
        </w:rPr>
        <w:t xml:space="preserve">PLZEŇ </w:t>
      </w:r>
      <w:proofErr w:type="gramStart"/>
      <w:r w:rsidRPr="0022145A">
        <w:rPr>
          <w:rFonts w:ascii="Verdana" w:eastAsia="Times New Roman" w:hAnsi="Verdana" w:cs="Arial"/>
          <w:b/>
          <w:color w:val="000000"/>
          <w:lang w:eastAsia="cs-CZ"/>
        </w:rPr>
        <w:t>HL.N.</w:t>
      </w:r>
      <w:proofErr w:type="gramEnd"/>
      <w:r w:rsidRPr="0022145A">
        <w:rPr>
          <w:rFonts w:ascii="Verdana" w:eastAsia="Times New Roman" w:hAnsi="Verdana" w:cs="Arial"/>
          <w:b/>
          <w:color w:val="000000"/>
          <w:lang w:eastAsia="cs-CZ"/>
        </w:rPr>
        <w:t>, Nádražní 102 - výpravní budova</w:t>
      </w:r>
    </w:p>
    <w:p w:rsidR="00171538" w:rsidRPr="001A3077" w:rsidRDefault="00171538" w:rsidP="00171538">
      <w:pPr>
        <w:pStyle w:val="Odstavecseseznamem"/>
        <w:numPr>
          <w:ilvl w:val="0"/>
          <w:numId w:val="34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 xml:space="preserve">tři plynové kotle HYDROTHERM </w:t>
      </w:r>
      <w:r>
        <w:rPr>
          <w:rFonts w:ascii="Verdana" w:hAnsi="Verdana" w:cs="Arial"/>
        </w:rPr>
        <w:t xml:space="preserve">STIEBEL ELTRON </w:t>
      </w:r>
      <w:r w:rsidRPr="001A3077">
        <w:rPr>
          <w:rFonts w:ascii="Verdana" w:hAnsi="Verdana" w:cs="Arial"/>
        </w:rPr>
        <w:t xml:space="preserve">o celkovém jmenovitém výkonu 1 080 </w:t>
      </w:r>
      <w:r>
        <w:rPr>
          <w:rFonts w:ascii="Verdana" w:hAnsi="Verdana" w:cs="Arial"/>
        </w:rPr>
        <w:t>kW, palivo zemní plyn</w:t>
      </w:r>
    </w:p>
    <w:p w:rsidR="00171538" w:rsidRPr="001A3077" w:rsidRDefault="00171538" w:rsidP="00171538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Denně provádět obsluhu zařízení dle „Provozního řádu“ v rozsahu 1 hod.</w:t>
      </w:r>
    </w:p>
    <w:p w:rsidR="00171538" w:rsidRPr="001A63A9" w:rsidRDefault="0022145A" w:rsidP="0022145A">
      <w:pPr>
        <w:pStyle w:val="Odstavecseseznamem"/>
        <w:numPr>
          <w:ilvl w:val="0"/>
          <w:numId w:val="35"/>
        </w:numPr>
        <w:spacing w:after="120" w:line="240" w:lineRule="auto"/>
        <w:rPr>
          <w:rFonts w:ascii="Verdana" w:hAnsi="Verdana" w:cs="Arial"/>
          <w:b/>
        </w:rPr>
      </w:pPr>
      <w:r w:rsidRPr="0022145A">
        <w:rPr>
          <w:rFonts w:ascii="Verdana" w:hAnsi="Verdana" w:cs="Arial"/>
          <w:b/>
        </w:rPr>
        <w:t>PLZEŇ SEŘ.N. - budova HZS</w:t>
      </w:r>
    </w:p>
    <w:p w:rsidR="00171538" w:rsidRPr="00620528" w:rsidRDefault="00171538" w:rsidP="00171538">
      <w:pPr>
        <w:pStyle w:val="Odstavecseseznamem"/>
        <w:numPr>
          <w:ilvl w:val="0"/>
          <w:numId w:val="34"/>
        </w:numPr>
        <w:spacing w:after="60" w:line="240" w:lineRule="auto"/>
        <w:ind w:left="714" w:hanging="357"/>
        <w:rPr>
          <w:rFonts w:ascii="Verdana" w:hAnsi="Verdana" w:cs="Arial"/>
        </w:rPr>
      </w:pPr>
      <w:r>
        <w:rPr>
          <w:rFonts w:ascii="Verdana" w:hAnsi="Verdana" w:cs="Arial"/>
        </w:rPr>
        <w:t>výměníková stanice CETETHERM MAXI</w:t>
      </w:r>
      <w:r w:rsidRPr="001A63A9">
        <w:rPr>
          <w:rFonts w:ascii="Verdana" w:hAnsi="Verdana" w:cs="Arial"/>
        </w:rPr>
        <w:t xml:space="preserve"> o jmenovitém výkonu 565 </w:t>
      </w:r>
      <w:r>
        <w:rPr>
          <w:rFonts w:ascii="Verdana" w:hAnsi="Verdana" w:cs="Arial"/>
        </w:rPr>
        <w:t>kW, topné médium pára</w:t>
      </w:r>
    </w:p>
    <w:p w:rsidR="00171538" w:rsidRPr="001A63A9" w:rsidRDefault="00171538" w:rsidP="00171538">
      <w:pPr>
        <w:spacing w:after="120" w:line="240" w:lineRule="auto"/>
        <w:rPr>
          <w:rFonts w:ascii="Verdana" w:hAnsi="Verdana" w:cs="Arial"/>
        </w:rPr>
      </w:pPr>
      <w:r w:rsidRPr="001A63A9">
        <w:rPr>
          <w:rFonts w:ascii="Verdana" w:hAnsi="Verdana" w:cs="Arial"/>
        </w:rPr>
        <w:t xml:space="preserve">Provádět obsluhu zařízení dle „Návodu k obsluze“ a „Provozního řádu“ výměníkové stanice: </w:t>
      </w:r>
    </w:p>
    <w:p w:rsidR="00171538" w:rsidRPr="00AE2078" w:rsidRDefault="00171538" w:rsidP="00171538">
      <w:pPr>
        <w:pStyle w:val="Odstavecseseznamem"/>
        <w:numPr>
          <w:ilvl w:val="0"/>
          <w:numId w:val="34"/>
        </w:numPr>
        <w:spacing w:after="0" w:line="240" w:lineRule="auto"/>
        <w:rPr>
          <w:rFonts w:ascii="Verdana" w:hAnsi="Verdana" w:cs="Arial"/>
        </w:rPr>
      </w:pPr>
      <w:r w:rsidRPr="00AE2078">
        <w:rPr>
          <w:rFonts w:ascii="Verdana" w:hAnsi="Verdana" w:cs="Arial"/>
        </w:rPr>
        <w:t>1x týdně</w:t>
      </w:r>
      <w:r w:rsidRPr="00AE2078">
        <w:rPr>
          <w:rFonts w:ascii="Verdana" w:hAnsi="Verdana" w:cs="Arial"/>
        </w:rPr>
        <w:tab/>
        <w:t>kontrola chodu výměníkové stanice</w:t>
      </w:r>
    </w:p>
    <w:p w:rsidR="00171538" w:rsidRPr="00AE2078" w:rsidRDefault="00171538" w:rsidP="00171538">
      <w:pPr>
        <w:pStyle w:val="Odstavecseseznamem"/>
        <w:numPr>
          <w:ilvl w:val="0"/>
          <w:numId w:val="34"/>
        </w:numPr>
        <w:spacing w:after="0" w:line="240" w:lineRule="auto"/>
        <w:rPr>
          <w:rFonts w:ascii="Verdana" w:hAnsi="Verdana" w:cs="Arial"/>
        </w:rPr>
      </w:pPr>
      <w:r w:rsidRPr="00AE2078">
        <w:rPr>
          <w:rFonts w:ascii="Verdana" w:hAnsi="Verdana" w:cs="Arial"/>
        </w:rPr>
        <w:t>1x měsíčně</w:t>
      </w:r>
      <w:r w:rsidRPr="00AE2078">
        <w:rPr>
          <w:rFonts w:ascii="Verdana" w:hAnsi="Verdana" w:cs="Arial"/>
        </w:rPr>
        <w:tab/>
        <w:t xml:space="preserve">kontrola tlakové nádoby </w:t>
      </w:r>
    </w:p>
    <w:p w:rsidR="00171538" w:rsidRPr="00AE2078" w:rsidRDefault="00171538" w:rsidP="00171538">
      <w:pPr>
        <w:pStyle w:val="Odstavecseseznamem"/>
        <w:numPr>
          <w:ilvl w:val="0"/>
          <w:numId w:val="34"/>
        </w:numPr>
        <w:spacing w:after="0" w:line="240" w:lineRule="auto"/>
        <w:rPr>
          <w:rFonts w:ascii="Verdana" w:hAnsi="Verdana" w:cs="Arial"/>
        </w:rPr>
      </w:pPr>
      <w:r w:rsidRPr="00AE2078">
        <w:rPr>
          <w:rFonts w:ascii="Verdana" w:hAnsi="Verdana" w:cs="Arial"/>
        </w:rPr>
        <w:t>4x ročně</w:t>
      </w:r>
      <w:r w:rsidRPr="00AE2078">
        <w:rPr>
          <w:rFonts w:ascii="Verdana" w:hAnsi="Verdana" w:cs="Arial"/>
        </w:rPr>
        <w:tab/>
        <w:t>kontrola manometrů</w:t>
      </w:r>
    </w:p>
    <w:p w:rsidR="00171538" w:rsidRDefault="00171538" w:rsidP="00171538">
      <w:pPr>
        <w:pStyle w:val="Odstavecseseznamem"/>
        <w:numPr>
          <w:ilvl w:val="0"/>
          <w:numId w:val="34"/>
        </w:numPr>
        <w:spacing w:after="120" w:line="240" w:lineRule="auto"/>
        <w:ind w:left="714" w:hanging="357"/>
        <w:rPr>
          <w:rFonts w:ascii="Verdana" w:hAnsi="Verdana" w:cs="Arial"/>
        </w:rPr>
      </w:pPr>
      <w:r w:rsidRPr="00AE2078">
        <w:rPr>
          <w:rFonts w:ascii="Verdana" w:hAnsi="Verdana" w:cs="Arial"/>
        </w:rPr>
        <w:t>1x ročně</w:t>
      </w:r>
      <w:r w:rsidRPr="00AE2078">
        <w:rPr>
          <w:rFonts w:ascii="Verdana" w:hAnsi="Verdana" w:cs="Arial"/>
        </w:rPr>
        <w:tab/>
        <w:t xml:space="preserve">kontrola měření teplot </w:t>
      </w:r>
    </w:p>
    <w:p w:rsidR="00171538" w:rsidRPr="00AE2078" w:rsidRDefault="00171538" w:rsidP="00171538">
      <w:pPr>
        <w:pStyle w:val="Odstavecseseznamem"/>
        <w:numPr>
          <w:ilvl w:val="0"/>
          <w:numId w:val="34"/>
        </w:numPr>
        <w:spacing w:after="360" w:line="240" w:lineRule="auto"/>
        <w:rPr>
          <w:rFonts w:ascii="Verdana" w:hAnsi="Verdana" w:cs="Arial"/>
        </w:rPr>
      </w:pPr>
    </w:p>
    <w:p w:rsidR="00171538" w:rsidRPr="001A3077" w:rsidRDefault="0022145A" w:rsidP="0022145A">
      <w:pPr>
        <w:pStyle w:val="Odstavecseseznamem"/>
        <w:numPr>
          <w:ilvl w:val="0"/>
          <w:numId w:val="35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22145A">
        <w:rPr>
          <w:rFonts w:ascii="Verdana" w:eastAsia="Times New Roman" w:hAnsi="Verdana" w:cs="Arial"/>
          <w:b/>
          <w:color w:val="000000"/>
          <w:lang w:eastAsia="cs-CZ"/>
        </w:rPr>
        <w:t>PLZEŇ JIŽNÍ PŘEDM., Koperníkova 1584 - výpravní budova</w:t>
      </w:r>
      <w:r>
        <w:rPr>
          <w:rFonts w:ascii="Verdana" w:eastAsia="Times New Roman" w:hAnsi="Verdana" w:cs="Arial"/>
          <w:b/>
          <w:color w:val="000000"/>
          <w:lang w:eastAsia="cs-CZ"/>
        </w:rPr>
        <w:t xml:space="preserve"> (východ)</w:t>
      </w:r>
    </w:p>
    <w:p w:rsidR="00171538" w:rsidRPr="001A3077" w:rsidRDefault="00171538" w:rsidP="00171538">
      <w:pPr>
        <w:pStyle w:val="Odstavecseseznamem"/>
        <w:numPr>
          <w:ilvl w:val="0"/>
          <w:numId w:val="34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výměníková stanice SYMPATIC VNV o jmenovitém výkonu 400 kW</w:t>
      </w:r>
      <w:r>
        <w:rPr>
          <w:rFonts w:ascii="Verdana" w:hAnsi="Verdana" w:cs="Arial"/>
        </w:rPr>
        <w:t>, topné médium horká voda</w:t>
      </w:r>
    </w:p>
    <w:p w:rsidR="00171538" w:rsidRPr="001A3077" w:rsidRDefault="00171538" w:rsidP="00171538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 xml:space="preserve">Provádět obsluhu zařízení dle „Návodu k obsluze“ a „Provozního řádu“ výměníkové stanice: </w:t>
      </w:r>
    </w:p>
    <w:p w:rsidR="00171538" w:rsidRPr="001A3077" w:rsidRDefault="00171538" w:rsidP="00171538">
      <w:pPr>
        <w:pStyle w:val="Odstavecseseznamem"/>
        <w:numPr>
          <w:ilvl w:val="0"/>
          <w:numId w:val="34"/>
        </w:numPr>
        <w:spacing w:after="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1x denně</w:t>
      </w:r>
      <w:r w:rsidRPr="001A3077">
        <w:rPr>
          <w:rFonts w:ascii="Verdana" w:hAnsi="Verdana" w:cs="Arial"/>
        </w:rPr>
        <w:tab/>
        <w:t>kontrola chodu výměníkové stanice</w:t>
      </w:r>
    </w:p>
    <w:p w:rsidR="00171538" w:rsidRPr="001A3077" w:rsidRDefault="00171538" w:rsidP="00171538">
      <w:pPr>
        <w:pStyle w:val="Odstavecseseznamem"/>
        <w:numPr>
          <w:ilvl w:val="0"/>
          <w:numId w:val="34"/>
        </w:numPr>
        <w:spacing w:after="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1x měsíčně</w:t>
      </w:r>
      <w:r w:rsidRPr="001A3077">
        <w:rPr>
          <w:rFonts w:ascii="Verdana" w:hAnsi="Verdana" w:cs="Arial"/>
        </w:rPr>
        <w:tab/>
        <w:t xml:space="preserve">kontrola tlakové nádoby </w:t>
      </w:r>
    </w:p>
    <w:p w:rsidR="00171538" w:rsidRPr="001A3077" w:rsidRDefault="00171538" w:rsidP="00171538">
      <w:pPr>
        <w:pStyle w:val="Odstavecseseznamem"/>
        <w:numPr>
          <w:ilvl w:val="0"/>
          <w:numId w:val="34"/>
        </w:numPr>
        <w:spacing w:after="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4x ročně</w:t>
      </w:r>
      <w:r w:rsidRPr="001A3077">
        <w:rPr>
          <w:rFonts w:ascii="Verdana" w:hAnsi="Verdana" w:cs="Arial"/>
        </w:rPr>
        <w:tab/>
        <w:t>kontrola manometrů</w:t>
      </w:r>
    </w:p>
    <w:p w:rsidR="00171538" w:rsidRDefault="00171538" w:rsidP="00171538">
      <w:pPr>
        <w:pStyle w:val="Odstavecseseznamem"/>
        <w:numPr>
          <w:ilvl w:val="0"/>
          <w:numId w:val="34"/>
        </w:numPr>
        <w:spacing w:after="12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1x ročně</w:t>
      </w:r>
      <w:r w:rsidRPr="001A3077">
        <w:rPr>
          <w:rFonts w:ascii="Verdana" w:hAnsi="Verdana" w:cs="Arial"/>
        </w:rPr>
        <w:tab/>
        <w:t xml:space="preserve">kontrola měření teplot </w:t>
      </w:r>
    </w:p>
    <w:p w:rsidR="00517D21" w:rsidRDefault="00517D21" w:rsidP="00517D21">
      <w:pPr>
        <w:pStyle w:val="Odstavecseseznamem"/>
        <w:spacing w:after="120" w:line="240" w:lineRule="auto"/>
        <w:ind w:left="714"/>
        <w:rPr>
          <w:rFonts w:ascii="Verdana" w:hAnsi="Verdana" w:cs="Arial"/>
        </w:rPr>
      </w:pPr>
    </w:p>
    <w:p w:rsidR="00171538" w:rsidRPr="001A3077" w:rsidRDefault="00171538" w:rsidP="00D12BAA">
      <w:pPr>
        <w:pStyle w:val="Odstavecseseznamem"/>
        <w:spacing w:after="360" w:line="240" w:lineRule="auto"/>
        <w:rPr>
          <w:rFonts w:ascii="Verdana" w:hAnsi="Verdana" w:cs="Arial"/>
        </w:rPr>
      </w:pPr>
    </w:p>
    <w:p w:rsidR="00171538" w:rsidRPr="001A3077" w:rsidRDefault="0022145A" w:rsidP="0022145A">
      <w:pPr>
        <w:pStyle w:val="Odstavecseseznamem"/>
        <w:numPr>
          <w:ilvl w:val="0"/>
          <w:numId w:val="35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22145A">
        <w:rPr>
          <w:rFonts w:ascii="Verdana" w:eastAsia="Times New Roman" w:hAnsi="Verdana" w:cs="Arial"/>
          <w:b/>
          <w:color w:val="000000"/>
          <w:lang w:eastAsia="cs-CZ"/>
        </w:rPr>
        <w:lastRenderedPageBreak/>
        <w:t>PLZEŇ KŘIMICE, Traťová 600 - výpravní budova</w:t>
      </w:r>
    </w:p>
    <w:p w:rsidR="00171538" w:rsidRPr="001A3077" w:rsidRDefault="00171538" w:rsidP="00171538">
      <w:pPr>
        <w:pStyle w:val="Odstavecseseznamem"/>
        <w:numPr>
          <w:ilvl w:val="0"/>
          <w:numId w:val="34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 xml:space="preserve">2 plynové kotle  KP 25 </w:t>
      </w:r>
      <w:proofErr w:type="gramStart"/>
      <w:r w:rsidRPr="001A3077">
        <w:rPr>
          <w:rFonts w:ascii="Verdana" w:hAnsi="Verdana" w:cs="Arial"/>
        </w:rPr>
        <w:t>ZE</w:t>
      </w:r>
      <w:proofErr w:type="gramEnd"/>
      <w:r w:rsidRPr="001A3077">
        <w:rPr>
          <w:rFonts w:ascii="Verdana" w:hAnsi="Verdana" w:cs="Arial"/>
        </w:rPr>
        <w:t xml:space="preserve"> o celkovém jmenovitém výkonu 50 kW</w:t>
      </w:r>
      <w:r>
        <w:rPr>
          <w:rFonts w:ascii="Verdana" w:hAnsi="Verdana" w:cs="Arial"/>
        </w:rPr>
        <w:t>, palivo zemní plyn</w:t>
      </w:r>
    </w:p>
    <w:p w:rsidR="00171538" w:rsidRDefault="00171538" w:rsidP="00171538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Týdně provádět obsluhu zařízení dle „Provozního předpisu“ v rozsahu 1 hod.</w:t>
      </w:r>
    </w:p>
    <w:p w:rsidR="00171538" w:rsidRPr="001A3077" w:rsidRDefault="00E803F9" w:rsidP="00E803F9">
      <w:pPr>
        <w:pStyle w:val="Odstavecseseznamem"/>
        <w:numPr>
          <w:ilvl w:val="0"/>
          <w:numId w:val="35"/>
        </w:numPr>
        <w:spacing w:after="120" w:line="240" w:lineRule="auto"/>
        <w:rPr>
          <w:rFonts w:ascii="Verdana" w:hAnsi="Verdana" w:cs="Arial"/>
          <w:b/>
        </w:rPr>
      </w:pPr>
      <w:r w:rsidRPr="00E803F9">
        <w:rPr>
          <w:rFonts w:ascii="Verdana" w:hAnsi="Verdana" w:cs="Arial"/>
          <w:b/>
        </w:rPr>
        <w:t>PLZEŇ, Sušická 1105/23a - administrativní budova</w:t>
      </w:r>
    </w:p>
    <w:p w:rsidR="00171538" w:rsidRPr="001A3077" w:rsidRDefault="00171538" w:rsidP="00171538">
      <w:pPr>
        <w:pStyle w:val="Odstavecseseznamem"/>
        <w:numPr>
          <w:ilvl w:val="0"/>
          <w:numId w:val="34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dva plynové kotle HOVAL UG AM o společném štítkovém výkonu 404 kW</w:t>
      </w:r>
      <w:r>
        <w:rPr>
          <w:rFonts w:ascii="Verdana" w:hAnsi="Verdana" w:cs="Arial"/>
        </w:rPr>
        <w:t>, palivo zemní plyn</w:t>
      </w:r>
    </w:p>
    <w:p w:rsidR="00171538" w:rsidRPr="001A3077" w:rsidRDefault="00171538" w:rsidP="00171538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Denně provádět obsluhu zařízení dle „Provozního řádu“ v rozsahu 1 hod.</w:t>
      </w:r>
    </w:p>
    <w:p w:rsidR="00171538" w:rsidRPr="001A3077" w:rsidRDefault="00E803F9" w:rsidP="00E803F9">
      <w:pPr>
        <w:pStyle w:val="Odstavecseseznamem"/>
        <w:numPr>
          <w:ilvl w:val="0"/>
          <w:numId w:val="35"/>
        </w:numPr>
        <w:spacing w:after="120" w:line="240" w:lineRule="auto"/>
        <w:rPr>
          <w:rFonts w:ascii="Verdana" w:hAnsi="Verdana" w:cs="Arial"/>
          <w:b/>
        </w:rPr>
      </w:pPr>
      <w:r w:rsidRPr="00E803F9">
        <w:rPr>
          <w:rFonts w:ascii="Verdana" w:hAnsi="Verdana" w:cs="Arial"/>
          <w:b/>
        </w:rPr>
        <w:t>PLZEŇ, Sušická 1106/25 - administrativní budova</w:t>
      </w:r>
    </w:p>
    <w:p w:rsidR="00171538" w:rsidRPr="001A3077" w:rsidRDefault="00171538" w:rsidP="00171538">
      <w:pPr>
        <w:pStyle w:val="Odstavecseseznamem"/>
        <w:numPr>
          <w:ilvl w:val="0"/>
          <w:numId w:val="34"/>
        </w:numPr>
        <w:spacing w:after="60" w:line="240" w:lineRule="auto"/>
        <w:ind w:left="714" w:hanging="357"/>
        <w:rPr>
          <w:rFonts w:ascii="Verdana" w:hAnsi="Verdana" w:cs="Arial"/>
        </w:rPr>
      </w:pPr>
      <w:r>
        <w:rPr>
          <w:rFonts w:ascii="Verdana" w:hAnsi="Verdana" w:cs="Arial"/>
        </w:rPr>
        <w:t>výměníková stanice SYMPATIK VNV UT 180 o jmenovitém výkonu 180</w:t>
      </w:r>
      <w:r w:rsidRPr="001A3077">
        <w:rPr>
          <w:rFonts w:ascii="Verdana" w:hAnsi="Verdana" w:cs="Arial"/>
        </w:rPr>
        <w:t xml:space="preserve"> </w:t>
      </w:r>
      <w:r>
        <w:rPr>
          <w:rFonts w:ascii="Verdana" w:hAnsi="Verdana" w:cs="Arial"/>
        </w:rPr>
        <w:t>kW, topné médium horká voda</w:t>
      </w:r>
    </w:p>
    <w:p w:rsidR="00171538" w:rsidRPr="001A3077" w:rsidRDefault="00171538" w:rsidP="00171538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 xml:space="preserve">Provádět obsluhu zařízení dle „Návodu k obsluze“ a „Provozního řádu“ výměníkové stanice: </w:t>
      </w:r>
    </w:p>
    <w:p w:rsidR="00171538" w:rsidRPr="00E56CC1" w:rsidRDefault="00171538" w:rsidP="00171538">
      <w:pPr>
        <w:pStyle w:val="Odstavecseseznamem"/>
        <w:numPr>
          <w:ilvl w:val="0"/>
          <w:numId w:val="34"/>
        </w:numPr>
        <w:spacing w:after="0" w:line="240" w:lineRule="auto"/>
        <w:rPr>
          <w:rFonts w:ascii="Verdana" w:hAnsi="Verdana" w:cs="Arial"/>
        </w:rPr>
      </w:pPr>
      <w:r w:rsidRPr="00E56CC1">
        <w:rPr>
          <w:rFonts w:ascii="Verdana" w:hAnsi="Verdana" w:cs="Arial"/>
        </w:rPr>
        <w:t>1x týdně</w:t>
      </w:r>
      <w:r w:rsidRPr="00E56CC1">
        <w:rPr>
          <w:rFonts w:ascii="Verdana" w:hAnsi="Verdana" w:cs="Arial"/>
        </w:rPr>
        <w:tab/>
        <w:t>kontrola chodu výměníkové stanice</w:t>
      </w:r>
    </w:p>
    <w:p w:rsidR="00171538" w:rsidRPr="00E56CC1" w:rsidRDefault="00171538" w:rsidP="00171538">
      <w:pPr>
        <w:pStyle w:val="Odstavecseseznamem"/>
        <w:numPr>
          <w:ilvl w:val="0"/>
          <w:numId w:val="34"/>
        </w:numPr>
        <w:spacing w:after="0" w:line="240" w:lineRule="auto"/>
        <w:rPr>
          <w:rFonts w:ascii="Verdana" w:hAnsi="Verdana" w:cs="Arial"/>
        </w:rPr>
      </w:pPr>
      <w:r w:rsidRPr="00E56CC1">
        <w:rPr>
          <w:rFonts w:ascii="Verdana" w:hAnsi="Verdana" w:cs="Arial"/>
        </w:rPr>
        <w:t>1x měsíčně</w:t>
      </w:r>
      <w:r w:rsidRPr="00E56CC1">
        <w:rPr>
          <w:rFonts w:ascii="Verdana" w:hAnsi="Verdana" w:cs="Arial"/>
        </w:rPr>
        <w:tab/>
        <w:t xml:space="preserve">kontrola tlakové nádoby </w:t>
      </w:r>
    </w:p>
    <w:p w:rsidR="00171538" w:rsidRPr="00E56CC1" w:rsidRDefault="00171538" w:rsidP="00171538">
      <w:pPr>
        <w:pStyle w:val="Odstavecseseznamem"/>
        <w:numPr>
          <w:ilvl w:val="0"/>
          <w:numId w:val="34"/>
        </w:numPr>
        <w:spacing w:after="0" w:line="240" w:lineRule="auto"/>
        <w:rPr>
          <w:rFonts w:ascii="Verdana" w:hAnsi="Verdana" w:cs="Arial"/>
        </w:rPr>
      </w:pPr>
      <w:r w:rsidRPr="00E56CC1">
        <w:rPr>
          <w:rFonts w:ascii="Verdana" w:hAnsi="Verdana" w:cs="Arial"/>
        </w:rPr>
        <w:t>4x ročně</w:t>
      </w:r>
      <w:r w:rsidRPr="00E56CC1">
        <w:rPr>
          <w:rFonts w:ascii="Verdana" w:hAnsi="Verdana" w:cs="Arial"/>
        </w:rPr>
        <w:tab/>
        <w:t>kontrola manometrů</w:t>
      </w:r>
    </w:p>
    <w:p w:rsidR="00171538" w:rsidRDefault="00171538" w:rsidP="00171538">
      <w:pPr>
        <w:pStyle w:val="Odstavecseseznamem"/>
        <w:numPr>
          <w:ilvl w:val="0"/>
          <w:numId w:val="34"/>
        </w:numPr>
        <w:spacing w:after="120" w:line="240" w:lineRule="auto"/>
        <w:ind w:left="714" w:hanging="357"/>
        <w:rPr>
          <w:rFonts w:ascii="Verdana" w:hAnsi="Verdana" w:cs="Arial"/>
        </w:rPr>
      </w:pPr>
      <w:r w:rsidRPr="00E56CC1">
        <w:rPr>
          <w:rFonts w:ascii="Verdana" w:hAnsi="Verdana" w:cs="Arial"/>
        </w:rPr>
        <w:t>1x ročně</w:t>
      </w:r>
      <w:r w:rsidRPr="00E56CC1">
        <w:rPr>
          <w:rFonts w:ascii="Verdana" w:hAnsi="Verdana" w:cs="Arial"/>
        </w:rPr>
        <w:tab/>
        <w:t>kontrola měření teplot</w:t>
      </w:r>
    </w:p>
    <w:p w:rsidR="00171538" w:rsidRPr="00E56CC1" w:rsidRDefault="00171538" w:rsidP="00171538">
      <w:pPr>
        <w:pStyle w:val="Odstavecseseznamem"/>
        <w:numPr>
          <w:ilvl w:val="0"/>
          <w:numId w:val="34"/>
        </w:numPr>
        <w:spacing w:line="240" w:lineRule="auto"/>
        <w:ind w:left="714" w:hanging="357"/>
        <w:rPr>
          <w:rFonts w:ascii="Verdana" w:hAnsi="Verdana" w:cs="Arial"/>
        </w:rPr>
      </w:pPr>
    </w:p>
    <w:p w:rsidR="00171538" w:rsidRPr="001A3077" w:rsidRDefault="00E803F9" w:rsidP="00E803F9">
      <w:pPr>
        <w:pStyle w:val="Odstavecseseznamem"/>
        <w:numPr>
          <w:ilvl w:val="0"/>
          <w:numId w:val="35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E803F9">
        <w:rPr>
          <w:rFonts w:ascii="Verdana" w:eastAsia="Times New Roman" w:hAnsi="Verdana" w:cs="Arial"/>
          <w:b/>
          <w:color w:val="000000"/>
          <w:lang w:eastAsia="cs-CZ"/>
        </w:rPr>
        <w:t>PŇOVANY 95 - výpravní budova</w:t>
      </w:r>
    </w:p>
    <w:p w:rsidR="00171538" w:rsidRPr="001A3077" w:rsidRDefault="00171538" w:rsidP="00171538">
      <w:pPr>
        <w:pStyle w:val="Odstavecseseznamem"/>
        <w:numPr>
          <w:ilvl w:val="0"/>
          <w:numId w:val="34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přímotopný elektrický kotel PROTHERM o jmenovitém výkonu 25 kW</w:t>
      </w:r>
    </w:p>
    <w:p w:rsidR="00171538" w:rsidRPr="001A3077" w:rsidRDefault="00171538" w:rsidP="00171538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Týdně provádět obsluhu zařízení dle „Provozního předpisu“ v rozsahu 1 hod.</w:t>
      </w:r>
    </w:p>
    <w:p w:rsidR="00171538" w:rsidRPr="001A3077" w:rsidRDefault="00E803F9" w:rsidP="00E803F9">
      <w:pPr>
        <w:pStyle w:val="Odstavecseseznamem"/>
        <w:numPr>
          <w:ilvl w:val="0"/>
          <w:numId w:val="35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E803F9">
        <w:rPr>
          <w:rFonts w:ascii="Verdana" w:eastAsia="Times New Roman" w:hAnsi="Verdana" w:cs="Arial"/>
          <w:b/>
          <w:color w:val="000000"/>
          <w:lang w:eastAsia="cs-CZ"/>
        </w:rPr>
        <w:t>POBĚŽOVICE, Nádražní  235 - výpravní budova</w:t>
      </w:r>
    </w:p>
    <w:p w:rsidR="00171538" w:rsidRPr="001A3077" w:rsidRDefault="00171538" w:rsidP="00171538">
      <w:pPr>
        <w:pStyle w:val="Odstavecseseznamem"/>
        <w:numPr>
          <w:ilvl w:val="0"/>
          <w:numId w:val="34"/>
        </w:numPr>
        <w:spacing w:after="60" w:line="240" w:lineRule="auto"/>
        <w:ind w:left="714" w:hanging="357"/>
        <w:rPr>
          <w:rFonts w:ascii="Verdana" w:hAnsi="Verdana" w:cs="Arial"/>
        </w:rPr>
      </w:pPr>
      <w:r>
        <w:rPr>
          <w:rFonts w:ascii="Verdana" w:hAnsi="Verdana" w:cs="Arial"/>
        </w:rPr>
        <w:t>kotel PROTHERM PANTHER CONDENS</w:t>
      </w:r>
      <w:r w:rsidRPr="001A3077">
        <w:rPr>
          <w:rFonts w:ascii="Verdana" w:hAnsi="Verdana" w:cs="Arial"/>
        </w:rPr>
        <w:t xml:space="preserve"> AK 30 KKO  30 kW</w:t>
      </w:r>
      <w:r>
        <w:rPr>
          <w:rFonts w:ascii="Verdana" w:hAnsi="Verdana" w:cs="Arial"/>
        </w:rPr>
        <w:t>, palivo zemní plyn</w:t>
      </w:r>
      <w:r w:rsidRPr="001A3077">
        <w:rPr>
          <w:rFonts w:ascii="Verdana" w:hAnsi="Verdana" w:cs="Arial"/>
        </w:rPr>
        <w:t xml:space="preserve">  </w:t>
      </w:r>
    </w:p>
    <w:p w:rsidR="00171538" w:rsidRPr="008D78E4" w:rsidRDefault="00171538" w:rsidP="00171538">
      <w:pPr>
        <w:spacing w:after="120" w:line="240" w:lineRule="auto"/>
        <w:rPr>
          <w:rFonts w:ascii="Verdana" w:hAnsi="Verdana" w:cs="Arial"/>
        </w:rPr>
      </w:pPr>
      <w:r w:rsidRPr="008D78E4">
        <w:rPr>
          <w:rFonts w:ascii="Verdana" w:hAnsi="Verdana" w:cs="Arial"/>
        </w:rPr>
        <w:t>Týdně provádět obsluhu zařízení dle „Provozního předpisu“ v rozsahu 1 hod.</w:t>
      </w:r>
    </w:p>
    <w:p w:rsidR="00171538" w:rsidRPr="001A3077" w:rsidRDefault="00E803F9" w:rsidP="00E803F9">
      <w:pPr>
        <w:pStyle w:val="Odstavecseseznamem"/>
        <w:numPr>
          <w:ilvl w:val="0"/>
          <w:numId w:val="35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E803F9">
        <w:rPr>
          <w:rFonts w:ascii="Verdana" w:eastAsia="Times New Roman" w:hAnsi="Verdana" w:cs="Arial"/>
          <w:b/>
          <w:color w:val="000000"/>
          <w:lang w:eastAsia="cs-CZ"/>
        </w:rPr>
        <w:t>POCINOVICE 187 - výpravní budova</w:t>
      </w:r>
    </w:p>
    <w:p w:rsidR="00171538" w:rsidRPr="001A3077" w:rsidRDefault="00171538" w:rsidP="00171538">
      <w:pPr>
        <w:pStyle w:val="Odstavecseseznamem"/>
        <w:numPr>
          <w:ilvl w:val="0"/>
          <w:numId w:val="34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plynový kotel</w:t>
      </w:r>
      <w:r>
        <w:rPr>
          <w:rFonts w:ascii="Verdana" w:hAnsi="Verdana" w:cs="Arial"/>
        </w:rPr>
        <w:t xml:space="preserve"> PROTHERM PANTHER CONDENS 25 KKV o jmenovitém výkonu 25</w:t>
      </w:r>
      <w:r w:rsidRPr="001A3077">
        <w:rPr>
          <w:rFonts w:ascii="Verdana" w:hAnsi="Verdana" w:cs="Arial"/>
        </w:rPr>
        <w:t xml:space="preserve"> kW</w:t>
      </w:r>
      <w:r>
        <w:rPr>
          <w:rFonts w:ascii="Verdana" w:hAnsi="Verdana" w:cs="Arial"/>
        </w:rPr>
        <w:t>, palivo zemní plyn</w:t>
      </w:r>
    </w:p>
    <w:p w:rsidR="00171538" w:rsidRDefault="00171538" w:rsidP="00171538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Týdně provádět obsluhu zařízení dle „Provozního předpisu“ v rozsahu 1 hod.</w:t>
      </w:r>
    </w:p>
    <w:p w:rsidR="00171538" w:rsidRPr="001A3077" w:rsidRDefault="00E803F9" w:rsidP="00E803F9">
      <w:pPr>
        <w:pStyle w:val="Odstavecseseznamem"/>
        <w:numPr>
          <w:ilvl w:val="0"/>
          <w:numId w:val="35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E803F9">
        <w:rPr>
          <w:rFonts w:ascii="Verdana" w:eastAsia="Times New Roman" w:hAnsi="Verdana" w:cs="Arial"/>
          <w:b/>
          <w:color w:val="000000"/>
          <w:lang w:eastAsia="cs-CZ"/>
        </w:rPr>
        <w:t>PŘEŠTICE, Máchova 356 - výpravní budova</w:t>
      </w:r>
    </w:p>
    <w:p w:rsidR="00171538" w:rsidRPr="001A3077" w:rsidRDefault="00171538" w:rsidP="00171538">
      <w:pPr>
        <w:pStyle w:val="Odstavecseseznamem"/>
        <w:numPr>
          <w:ilvl w:val="0"/>
          <w:numId w:val="34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dva plynové kotle PROTHERM 24 KOO  o celkovém jmenovitém výkonu 48 kW</w:t>
      </w:r>
      <w:r>
        <w:rPr>
          <w:rFonts w:ascii="Verdana" w:hAnsi="Verdana" w:cs="Arial"/>
        </w:rPr>
        <w:t>, palivo zemní plyn</w:t>
      </w:r>
    </w:p>
    <w:p w:rsidR="00171538" w:rsidRPr="001A3077" w:rsidRDefault="00171538" w:rsidP="00171538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Týdně provádět obsluhu zařízení dle „Provozního předpisu“ v rozsahu 1 hod.</w:t>
      </w:r>
    </w:p>
    <w:p w:rsidR="00171538" w:rsidRPr="001A3077" w:rsidRDefault="00E803F9" w:rsidP="00E803F9">
      <w:pPr>
        <w:pStyle w:val="Odstavecseseznamem"/>
        <w:numPr>
          <w:ilvl w:val="0"/>
          <w:numId w:val="35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E803F9">
        <w:rPr>
          <w:rFonts w:ascii="Verdana" w:eastAsia="Times New Roman" w:hAnsi="Verdana" w:cs="Arial"/>
          <w:b/>
          <w:color w:val="000000"/>
          <w:lang w:eastAsia="cs-CZ"/>
        </w:rPr>
        <w:t>RADNICE, Nádražní 306 - výpravní budova</w:t>
      </w:r>
    </w:p>
    <w:p w:rsidR="00171538" w:rsidRPr="001A3077" w:rsidRDefault="00171538" w:rsidP="00171538">
      <w:pPr>
        <w:pStyle w:val="Odstavecseseznamem"/>
        <w:numPr>
          <w:ilvl w:val="0"/>
          <w:numId w:val="34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 xml:space="preserve">plynový kotel  VIADRUS G 27 </w:t>
      </w:r>
      <w:r>
        <w:rPr>
          <w:rFonts w:ascii="Verdana" w:hAnsi="Verdana" w:cs="Arial"/>
        </w:rPr>
        <w:t xml:space="preserve">ECO GLX o jmenovitém výkonu 49 </w:t>
      </w:r>
      <w:r w:rsidRPr="001A3077">
        <w:rPr>
          <w:rFonts w:ascii="Verdana" w:hAnsi="Verdana" w:cs="Arial"/>
        </w:rPr>
        <w:t>kW</w:t>
      </w:r>
      <w:r>
        <w:rPr>
          <w:rFonts w:ascii="Verdana" w:hAnsi="Verdana" w:cs="Arial"/>
        </w:rPr>
        <w:t>, palivo zemní plyn</w:t>
      </w:r>
    </w:p>
    <w:p w:rsidR="00171538" w:rsidRDefault="00171538" w:rsidP="00171538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Týdně provádět obsluhu zařízení dle „Provozního předpisu“ v rozsahu 1 hod.</w:t>
      </w:r>
    </w:p>
    <w:p w:rsidR="00171538" w:rsidRPr="001A3077" w:rsidRDefault="00E803F9" w:rsidP="00E803F9">
      <w:pPr>
        <w:pStyle w:val="Odstavecseseznamem"/>
        <w:numPr>
          <w:ilvl w:val="0"/>
          <w:numId w:val="35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E803F9">
        <w:rPr>
          <w:rFonts w:ascii="Verdana" w:eastAsia="Times New Roman" w:hAnsi="Verdana" w:cs="Arial"/>
          <w:b/>
          <w:color w:val="000000"/>
          <w:lang w:eastAsia="cs-CZ"/>
        </w:rPr>
        <w:t>ROKYCANY, náměstí 5.</w:t>
      </w:r>
      <w:r w:rsidR="00A01E1E">
        <w:rPr>
          <w:rFonts w:ascii="Verdana" w:eastAsia="Times New Roman" w:hAnsi="Verdana" w:cs="Arial"/>
          <w:b/>
          <w:color w:val="000000"/>
          <w:lang w:eastAsia="cs-CZ"/>
        </w:rPr>
        <w:t xml:space="preserve"> </w:t>
      </w:r>
      <w:r w:rsidRPr="00E803F9">
        <w:rPr>
          <w:rFonts w:ascii="Verdana" w:eastAsia="Times New Roman" w:hAnsi="Verdana" w:cs="Arial"/>
          <w:b/>
          <w:color w:val="000000"/>
          <w:lang w:eastAsia="cs-CZ"/>
        </w:rPr>
        <w:t>května 309 - výpravní budova, suterén</w:t>
      </w:r>
    </w:p>
    <w:p w:rsidR="00171538" w:rsidRPr="001A3077" w:rsidRDefault="00171538" w:rsidP="00171538">
      <w:pPr>
        <w:pStyle w:val="Odstavecseseznamem"/>
        <w:numPr>
          <w:ilvl w:val="0"/>
          <w:numId w:val="34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plynový kotel VIESSMANN VITOD</w:t>
      </w:r>
      <w:r>
        <w:rPr>
          <w:rFonts w:ascii="Verdana" w:hAnsi="Verdana" w:cs="Arial"/>
        </w:rPr>
        <w:t>ENS 300 o jmenovitém výkonu 46</w:t>
      </w:r>
      <w:r w:rsidRPr="001A3077">
        <w:rPr>
          <w:rFonts w:ascii="Verdana" w:hAnsi="Verdana" w:cs="Arial"/>
        </w:rPr>
        <w:t xml:space="preserve"> kW</w:t>
      </w:r>
      <w:r>
        <w:rPr>
          <w:rFonts w:ascii="Verdana" w:hAnsi="Verdana" w:cs="Arial"/>
        </w:rPr>
        <w:t>, palivo zemní plyn</w:t>
      </w:r>
    </w:p>
    <w:p w:rsidR="00171538" w:rsidRPr="001A3077" w:rsidRDefault="00171538" w:rsidP="00171538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Týdně provádět obsluhu zařízení dle „Provozního předpisu“ v rozsahu 1 hod.</w:t>
      </w:r>
    </w:p>
    <w:p w:rsidR="00171538" w:rsidRPr="001A3077" w:rsidRDefault="00E803F9" w:rsidP="00E803F9">
      <w:pPr>
        <w:pStyle w:val="Odstavecseseznamem"/>
        <w:numPr>
          <w:ilvl w:val="0"/>
          <w:numId w:val="35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E803F9">
        <w:rPr>
          <w:rFonts w:ascii="Verdana" w:eastAsia="Times New Roman" w:hAnsi="Verdana" w:cs="Arial"/>
          <w:b/>
          <w:color w:val="000000"/>
          <w:lang w:eastAsia="cs-CZ"/>
        </w:rPr>
        <w:t>ROKYCANY, náměstí 5.</w:t>
      </w:r>
      <w:r w:rsidR="00A01E1E">
        <w:rPr>
          <w:rFonts w:ascii="Verdana" w:eastAsia="Times New Roman" w:hAnsi="Verdana" w:cs="Arial"/>
          <w:b/>
          <w:color w:val="000000"/>
          <w:lang w:eastAsia="cs-CZ"/>
        </w:rPr>
        <w:t xml:space="preserve"> </w:t>
      </w:r>
      <w:r w:rsidRPr="00E803F9">
        <w:rPr>
          <w:rFonts w:ascii="Verdana" w:eastAsia="Times New Roman" w:hAnsi="Verdana" w:cs="Arial"/>
          <w:b/>
          <w:color w:val="000000"/>
          <w:lang w:eastAsia="cs-CZ"/>
        </w:rPr>
        <w:t>května 309 - výpravní budova, ohřev clon</w:t>
      </w:r>
    </w:p>
    <w:p w:rsidR="00171538" w:rsidRPr="001A3077" w:rsidRDefault="00171538" w:rsidP="00171538">
      <w:pPr>
        <w:pStyle w:val="Odstavecseseznamem"/>
        <w:numPr>
          <w:ilvl w:val="0"/>
          <w:numId w:val="34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plyn</w:t>
      </w:r>
      <w:r>
        <w:rPr>
          <w:rFonts w:ascii="Verdana" w:hAnsi="Verdana" w:cs="Arial"/>
        </w:rPr>
        <w:t>ový kotel VAILLANT VU ECO TEC PLUS VU 486/5-5 o jmenovitém výkonu 48</w:t>
      </w:r>
      <w:r w:rsidRPr="001A3077">
        <w:rPr>
          <w:rFonts w:ascii="Verdana" w:hAnsi="Verdana" w:cs="Arial"/>
        </w:rPr>
        <w:t xml:space="preserve"> kW</w:t>
      </w:r>
      <w:r>
        <w:rPr>
          <w:rFonts w:ascii="Verdana" w:hAnsi="Verdana" w:cs="Arial"/>
        </w:rPr>
        <w:t>, palivo zemní plyn</w:t>
      </w:r>
    </w:p>
    <w:p w:rsidR="00171538" w:rsidRPr="001A3077" w:rsidRDefault="00171538" w:rsidP="00171538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Týdně provádět obsluhu zařízení dle „</w:t>
      </w:r>
      <w:r>
        <w:rPr>
          <w:rFonts w:ascii="Verdana" w:hAnsi="Verdana" w:cs="Arial"/>
        </w:rPr>
        <w:t>Provozního předpisu“ v rozsahu 1</w:t>
      </w:r>
      <w:r w:rsidRPr="001A3077">
        <w:rPr>
          <w:rFonts w:ascii="Verdana" w:hAnsi="Verdana" w:cs="Arial"/>
        </w:rPr>
        <w:t xml:space="preserve"> hod.</w:t>
      </w:r>
    </w:p>
    <w:p w:rsidR="00171538" w:rsidRPr="001A3077" w:rsidRDefault="00E803F9" w:rsidP="00E803F9">
      <w:pPr>
        <w:pStyle w:val="Odstavecseseznamem"/>
        <w:numPr>
          <w:ilvl w:val="0"/>
          <w:numId w:val="35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E803F9">
        <w:rPr>
          <w:rFonts w:ascii="Verdana" w:eastAsia="Times New Roman" w:hAnsi="Verdana" w:cs="Arial"/>
          <w:b/>
          <w:color w:val="000000"/>
          <w:lang w:eastAsia="cs-CZ"/>
        </w:rPr>
        <w:t>ROKYCANY, náměstí 5.</w:t>
      </w:r>
      <w:r w:rsidR="00A01E1E">
        <w:rPr>
          <w:rFonts w:ascii="Verdana" w:eastAsia="Times New Roman" w:hAnsi="Verdana" w:cs="Arial"/>
          <w:b/>
          <w:color w:val="000000"/>
          <w:lang w:eastAsia="cs-CZ"/>
        </w:rPr>
        <w:t xml:space="preserve"> </w:t>
      </w:r>
      <w:r w:rsidRPr="00E803F9">
        <w:rPr>
          <w:rFonts w:ascii="Verdana" w:eastAsia="Times New Roman" w:hAnsi="Verdana" w:cs="Arial"/>
          <w:b/>
          <w:color w:val="000000"/>
          <w:lang w:eastAsia="cs-CZ"/>
        </w:rPr>
        <w:t>května 309 - výpravní budova, sociálka</w:t>
      </w:r>
    </w:p>
    <w:p w:rsidR="00171538" w:rsidRPr="001A3077" w:rsidRDefault="00171538" w:rsidP="00171538">
      <w:pPr>
        <w:pStyle w:val="Odstavecseseznamem"/>
        <w:numPr>
          <w:ilvl w:val="0"/>
          <w:numId w:val="34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plynový kotel VIESSMANN VITOD</w:t>
      </w:r>
      <w:r>
        <w:rPr>
          <w:rFonts w:ascii="Verdana" w:hAnsi="Verdana" w:cs="Arial"/>
        </w:rPr>
        <w:t>ENS 300 o jmenovitém výkonu 46</w:t>
      </w:r>
      <w:r w:rsidRPr="001A3077">
        <w:rPr>
          <w:rFonts w:ascii="Verdana" w:hAnsi="Verdana" w:cs="Arial"/>
        </w:rPr>
        <w:t xml:space="preserve"> kW</w:t>
      </w:r>
      <w:r>
        <w:rPr>
          <w:rFonts w:ascii="Verdana" w:hAnsi="Verdana" w:cs="Arial"/>
        </w:rPr>
        <w:t>, palivo zemní plyn</w:t>
      </w:r>
    </w:p>
    <w:p w:rsidR="00171538" w:rsidRPr="001A3077" w:rsidRDefault="00171538" w:rsidP="00171538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Týdně provádět obsluhu zařízení dle „Provozního předpisu“ v rozsahu 1 hod.</w:t>
      </w:r>
    </w:p>
    <w:p w:rsidR="00171538" w:rsidRPr="001A3077" w:rsidRDefault="00E803F9" w:rsidP="00E803F9">
      <w:pPr>
        <w:pStyle w:val="Odstavecseseznamem"/>
        <w:numPr>
          <w:ilvl w:val="0"/>
          <w:numId w:val="35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E803F9">
        <w:rPr>
          <w:rFonts w:ascii="Verdana" w:eastAsia="Times New Roman" w:hAnsi="Verdana" w:cs="Arial"/>
          <w:b/>
          <w:color w:val="000000"/>
          <w:lang w:eastAsia="cs-CZ"/>
        </w:rPr>
        <w:t>STAŇKOV, Nádražní 163 - výpravní budova</w:t>
      </w:r>
    </w:p>
    <w:p w:rsidR="00171538" w:rsidRPr="001A3077" w:rsidRDefault="00171538" w:rsidP="00171538">
      <w:pPr>
        <w:pStyle w:val="Odstavecseseznamem"/>
        <w:numPr>
          <w:ilvl w:val="0"/>
          <w:numId w:val="34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 xml:space="preserve">kotel CARBOROBOT PV 80 na pevná paliva o štítkovém výkonu 70 kW  </w:t>
      </w:r>
    </w:p>
    <w:p w:rsidR="00171538" w:rsidRPr="001A3077" w:rsidRDefault="00171538" w:rsidP="00171538">
      <w:pPr>
        <w:spacing w:after="120" w:line="240" w:lineRule="auto"/>
        <w:jc w:val="both"/>
        <w:rPr>
          <w:rFonts w:ascii="Verdana" w:hAnsi="Verdana" w:cs="Arial"/>
        </w:rPr>
      </w:pPr>
      <w:r w:rsidRPr="001A3077">
        <w:rPr>
          <w:rFonts w:ascii="Verdana" w:hAnsi="Verdana" w:cs="Arial"/>
        </w:rPr>
        <w:t>Denně provádět obsluhu zařízení dle „Provozního předpisu“ v rozsahu 3 hod. Součástí obsluhy je i zajištění dodávky paliva. Používané palivo – hnědé uhlí ořech 2. Likvidaci odpadů vzniklých provozem TZ zajišťuje objednatel na vlastní náklady.</w:t>
      </w:r>
    </w:p>
    <w:p w:rsidR="00171538" w:rsidRPr="001A3077" w:rsidRDefault="00E803F9" w:rsidP="00E803F9">
      <w:pPr>
        <w:pStyle w:val="Odstavecseseznamem"/>
        <w:numPr>
          <w:ilvl w:val="0"/>
          <w:numId w:val="35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E803F9">
        <w:rPr>
          <w:rFonts w:ascii="Verdana" w:eastAsia="Times New Roman" w:hAnsi="Verdana" w:cs="Arial"/>
          <w:b/>
          <w:color w:val="000000"/>
          <w:lang w:eastAsia="cs-CZ"/>
        </w:rPr>
        <w:t>STARÝ PLZENEC, Nádražní 174 - výpravní budova</w:t>
      </w:r>
    </w:p>
    <w:p w:rsidR="00171538" w:rsidRPr="001A3077" w:rsidRDefault="00171538" w:rsidP="00171538">
      <w:pPr>
        <w:pStyle w:val="Odstavecseseznamem"/>
        <w:numPr>
          <w:ilvl w:val="0"/>
          <w:numId w:val="34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 xml:space="preserve">plynový kotel VIESSMANN </w:t>
      </w:r>
      <w:r>
        <w:rPr>
          <w:rFonts w:ascii="Verdana" w:hAnsi="Verdana" w:cs="Arial"/>
        </w:rPr>
        <w:t>LITOLA LVR o jmenovitém výkonu 36</w:t>
      </w:r>
      <w:r w:rsidRPr="001A3077">
        <w:rPr>
          <w:rFonts w:ascii="Verdana" w:hAnsi="Verdana" w:cs="Arial"/>
        </w:rPr>
        <w:t xml:space="preserve"> </w:t>
      </w:r>
      <w:r>
        <w:rPr>
          <w:rFonts w:ascii="Verdana" w:hAnsi="Verdana" w:cs="Arial"/>
        </w:rPr>
        <w:t>kW, palivo zemní plyn</w:t>
      </w:r>
    </w:p>
    <w:p w:rsidR="00171538" w:rsidRDefault="00171538" w:rsidP="00171538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Týdně provádět obsluhu zařízení dle „Provozního předpisu“ v rozsahu 1 hod.</w:t>
      </w:r>
    </w:p>
    <w:p w:rsidR="00517D21" w:rsidRPr="001A3077" w:rsidRDefault="00517D21" w:rsidP="00171538">
      <w:pPr>
        <w:spacing w:after="120" w:line="240" w:lineRule="auto"/>
        <w:rPr>
          <w:rFonts w:ascii="Verdana" w:hAnsi="Verdana" w:cs="Arial"/>
        </w:rPr>
      </w:pPr>
    </w:p>
    <w:p w:rsidR="00171538" w:rsidRPr="001A3077" w:rsidRDefault="00E803F9" w:rsidP="00E803F9">
      <w:pPr>
        <w:pStyle w:val="Odstavecseseznamem"/>
        <w:numPr>
          <w:ilvl w:val="0"/>
          <w:numId w:val="35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E803F9">
        <w:rPr>
          <w:rFonts w:ascii="Verdana" w:eastAsia="Times New Roman" w:hAnsi="Verdana" w:cs="Arial"/>
          <w:b/>
          <w:color w:val="000000"/>
          <w:lang w:eastAsia="cs-CZ"/>
        </w:rPr>
        <w:lastRenderedPageBreak/>
        <w:t>STŘÍBRO, Nádražní 434 - výpravní budova</w:t>
      </w:r>
    </w:p>
    <w:p w:rsidR="00171538" w:rsidRPr="001A3077" w:rsidRDefault="00171538" w:rsidP="00171538">
      <w:pPr>
        <w:pStyle w:val="Odstavecseseznamem"/>
        <w:numPr>
          <w:ilvl w:val="0"/>
          <w:numId w:val="34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plynový kotel  VAILLANT o jmenovitém výkonu 49 kW</w:t>
      </w:r>
      <w:r>
        <w:rPr>
          <w:rFonts w:ascii="Verdana" w:hAnsi="Verdana" w:cs="Arial"/>
        </w:rPr>
        <w:t>, palivo zemní plyn</w:t>
      </w:r>
    </w:p>
    <w:p w:rsidR="00171538" w:rsidRDefault="00171538" w:rsidP="00171538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Týdně provádět obsluhu zařízení dle „Provozního předpisu“ v rozsahu 1 hod.</w:t>
      </w:r>
    </w:p>
    <w:p w:rsidR="00D12BAA" w:rsidRDefault="00D12BAA" w:rsidP="00171538">
      <w:pPr>
        <w:spacing w:after="120" w:line="240" w:lineRule="auto"/>
        <w:rPr>
          <w:rFonts w:ascii="Verdana" w:hAnsi="Verdana" w:cs="Arial"/>
        </w:rPr>
      </w:pPr>
    </w:p>
    <w:p w:rsidR="00171538" w:rsidRPr="001A3077" w:rsidRDefault="00E803F9" w:rsidP="00E803F9">
      <w:pPr>
        <w:pStyle w:val="Odstavecseseznamem"/>
        <w:numPr>
          <w:ilvl w:val="0"/>
          <w:numId w:val="35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E803F9">
        <w:rPr>
          <w:rFonts w:ascii="Verdana" w:eastAsia="Times New Roman" w:hAnsi="Verdana" w:cs="Arial"/>
          <w:b/>
          <w:color w:val="000000"/>
          <w:lang w:eastAsia="cs-CZ"/>
        </w:rPr>
        <w:t>SUŠICE, Nádražní 223- nocležna</w:t>
      </w:r>
    </w:p>
    <w:p w:rsidR="00171538" w:rsidRPr="001A3077" w:rsidRDefault="00171538" w:rsidP="00171538">
      <w:pPr>
        <w:pStyle w:val="Odstavecseseznamem"/>
        <w:numPr>
          <w:ilvl w:val="0"/>
          <w:numId w:val="34"/>
        </w:numPr>
        <w:spacing w:after="60" w:line="240" w:lineRule="auto"/>
        <w:ind w:left="714" w:hanging="357"/>
        <w:rPr>
          <w:rFonts w:ascii="Verdana" w:hAnsi="Verdana" w:cs="Arial"/>
        </w:rPr>
      </w:pPr>
      <w:r>
        <w:rPr>
          <w:rFonts w:ascii="Verdana" w:hAnsi="Verdana" w:cs="Arial"/>
        </w:rPr>
        <w:t>plynový kotel PROTHERM PANTHER CONDENS 25 KKO o jmenovitém výkonu 25</w:t>
      </w:r>
      <w:r w:rsidRPr="001A3077">
        <w:rPr>
          <w:rFonts w:ascii="Verdana" w:hAnsi="Verdana" w:cs="Arial"/>
        </w:rPr>
        <w:t xml:space="preserve"> </w:t>
      </w:r>
      <w:r>
        <w:rPr>
          <w:rFonts w:ascii="Verdana" w:hAnsi="Verdana" w:cs="Arial"/>
        </w:rPr>
        <w:t>kW, palivo zemní plyn</w:t>
      </w:r>
    </w:p>
    <w:p w:rsidR="00171538" w:rsidRDefault="00171538" w:rsidP="00171538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Týdně provádět obsluhu zařízení dle „Provozního předpisu“ v rozsahu 1 hod.</w:t>
      </w:r>
    </w:p>
    <w:p w:rsidR="00171538" w:rsidRPr="001A3077" w:rsidRDefault="00E803F9" w:rsidP="00E803F9">
      <w:pPr>
        <w:pStyle w:val="Odstavecseseznamem"/>
        <w:numPr>
          <w:ilvl w:val="0"/>
          <w:numId w:val="35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E803F9">
        <w:rPr>
          <w:rFonts w:ascii="Verdana" w:eastAsia="Times New Roman" w:hAnsi="Verdana" w:cs="Arial"/>
          <w:b/>
          <w:color w:val="000000"/>
          <w:lang w:eastAsia="cs-CZ"/>
        </w:rPr>
        <w:t>SUŠICE, Nádražní 223 - výpravní budova</w:t>
      </w:r>
    </w:p>
    <w:p w:rsidR="00171538" w:rsidRPr="001A3077" w:rsidRDefault="00171538" w:rsidP="00171538">
      <w:pPr>
        <w:pStyle w:val="Odstavecseseznamem"/>
        <w:numPr>
          <w:ilvl w:val="0"/>
          <w:numId w:val="34"/>
        </w:numPr>
        <w:spacing w:after="12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 xml:space="preserve">plynový kotel PROTHERM PANTHER CONDENS 30 KKO o jmenovitém výkonu </w:t>
      </w:r>
    </w:p>
    <w:p w:rsidR="00171538" w:rsidRPr="001A3077" w:rsidRDefault="00171538" w:rsidP="00171538">
      <w:pPr>
        <w:pStyle w:val="Odstavecseseznamem"/>
        <w:numPr>
          <w:ilvl w:val="0"/>
          <w:numId w:val="34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30 kW</w:t>
      </w:r>
      <w:r>
        <w:rPr>
          <w:rFonts w:ascii="Verdana" w:hAnsi="Verdana" w:cs="Arial"/>
        </w:rPr>
        <w:t>, palivo zemní plyn</w:t>
      </w:r>
    </w:p>
    <w:p w:rsidR="00171538" w:rsidRPr="001A3077" w:rsidRDefault="00171538" w:rsidP="00171538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Týdně provádět obsluhu zařízení dle „Provozního předpisu“ v rozsahu 1 hod.</w:t>
      </w:r>
    </w:p>
    <w:p w:rsidR="00171538" w:rsidRPr="00E87CA0" w:rsidRDefault="00E803F9" w:rsidP="00E803F9">
      <w:pPr>
        <w:pStyle w:val="Odstavecseseznamem"/>
        <w:numPr>
          <w:ilvl w:val="0"/>
          <w:numId w:val="35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E803F9">
        <w:rPr>
          <w:rFonts w:ascii="Verdana" w:eastAsia="Times New Roman" w:hAnsi="Verdana" w:cs="Arial"/>
          <w:b/>
          <w:color w:val="000000"/>
          <w:lang w:eastAsia="cs-CZ"/>
        </w:rPr>
        <w:t>SVOJŠÍN 63 - výpravní budova</w:t>
      </w:r>
    </w:p>
    <w:p w:rsidR="00171538" w:rsidRPr="00E87CA0" w:rsidRDefault="00171538" w:rsidP="00171538">
      <w:pPr>
        <w:pStyle w:val="Odstavecseseznamem"/>
        <w:numPr>
          <w:ilvl w:val="0"/>
          <w:numId w:val="34"/>
        </w:numPr>
        <w:spacing w:after="60" w:line="240" w:lineRule="auto"/>
        <w:ind w:left="714" w:hanging="357"/>
        <w:rPr>
          <w:rFonts w:ascii="Verdana" w:hAnsi="Verdana" w:cs="Arial"/>
        </w:rPr>
      </w:pPr>
      <w:r>
        <w:rPr>
          <w:rFonts w:ascii="Verdana" w:hAnsi="Verdana" w:cs="Arial"/>
        </w:rPr>
        <w:t>přímotopný elektrický kotel KOPŘIVA o jmenovitém výkonu 30</w:t>
      </w:r>
      <w:r w:rsidRPr="00E87CA0">
        <w:rPr>
          <w:rFonts w:ascii="Verdana" w:hAnsi="Verdana" w:cs="Arial"/>
        </w:rPr>
        <w:t xml:space="preserve"> kW</w:t>
      </w:r>
    </w:p>
    <w:p w:rsidR="00171538" w:rsidRPr="009301A5" w:rsidRDefault="00171538" w:rsidP="00171538">
      <w:pPr>
        <w:spacing w:after="120" w:line="240" w:lineRule="auto"/>
        <w:rPr>
          <w:rFonts w:ascii="Verdana" w:hAnsi="Verdana" w:cs="Arial"/>
          <w:b/>
        </w:rPr>
      </w:pPr>
      <w:r w:rsidRPr="00E87CA0">
        <w:rPr>
          <w:rFonts w:ascii="Verdana" w:hAnsi="Verdana" w:cs="Arial"/>
        </w:rPr>
        <w:t>Týdně provádět obsluhu zařízení dle „Provozního předpisu“ v rozsahu 1 hod.</w:t>
      </w:r>
    </w:p>
    <w:p w:rsidR="00171538" w:rsidRPr="001A3077" w:rsidRDefault="00E803F9" w:rsidP="00E803F9">
      <w:pPr>
        <w:pStyle w:val="Odstavecseseznamem"/>
        <w:numPr>
          <w:ilvl w:val="0"/>
          <w:numId w:val="35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E803F9">
        <w:rPr>
          <w:rFonts w:ascii="Verdana" w:eastAsia="Times New Roman" w:hAnsi="Verdana" w:cs="Arial"/>
          <w:b/>
          <w:color w:val="000000"/>
          <w:lang w:eastAsia="cs-CZ"/>
        </w:rPr>
        <w:t>ŠPIČÁK 71 - výpravní budova</w:t>
      </w:r>
    </w:p>
    <w:p w:rsidR="00171538" w:rsidRPr="001A3077" w:rsidRDefault="00171538" w:rsidP="00171538">
      <w:pPr>
        <w:pStyle w:val="Odstavecseseznamem"/>
        <w:numPr>
          <w:ilvl w:val="0"/>
          <w:numId w:val="34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 xml:space="preserve">plynový kotel </w:t>
      </w:r>
      <w:proofErr w:type="spellStart"/>
      <w:r w:rsidRPr="001A3077">
        <w:rPr>
          <w:rFonts w:ascii="Verdana" w:hAnsi="Verdana" w:cs="Arial"/>
        </w:rPr>
        <w:t>Vaillant</w:t>
      </w:r>
      <w:proofErr w:type="spellEnd"/>
      <w:r w:rsidRPr="001A3077">
        <w:rPr>
          <w:rFonts w:ascii="Verdana" w:hAnsi="Verdana" w:cs="Arial"/>
        </w:rPr>
        <w:t xml:space="preserve"> VU 256/5</w:t>
      </w:r>
      <w:r w:rsidRPr="001A3077">
        <w:rPr>
          <w:rFonts w:ascii="MS Gothic" w:eastAsia="MS Gothic" w:hAnsi="MS Gothic" w:cs="MS Gothic" w:hint="eastAsia"/>
        </w:rPr>
        <w:t>‑</w:t>
      </w:r>
      <w:r>
        <w:rPr>
          <w:rFonts w:ascii="Verdana" w:hAnsi="Verdana" w:cs="Arial"/>
        </w:rPr>
        <w:t>5 ECO TEC PLUS</w:t>
      </w:r>
      <w:r w:rsidRPr="001A3077">
        <w:rPr>
          <w:rFonts w:ascii="Verdana" w:hAnsi="Verdana" w:cs="Arial"/>
        </w:rPr>
        <w:t xml:space="preserve"> o jmenovitém výkonu 25 </w:t>
      </w:r>
      <w:r>
        <w:rPr>
          <w:rFonts w:ascii="Verdana" w:hAnsi="Verdana" w:cs="Arial"/>
        </w:rPr>
        <w:t>kW, palivo zemní plyn</w:t>
      </w:r>
    </w:p>
    <w:p w:rsidR="00171538" w:rsidRPr="001A3077" w:rsidRDefault="00171538" w:rsidP="00171538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Týdně provádět obsluhu zařízení dle „Provozního předpisu“ v rozsahu 1 hod.</w:t>
      </w:r>
    </w:p>
    <w:p w:rsidR="00171538" w:rsidRPr="001A3077" w:rsidRDefault="00E803F9" w:rsidP="00E803F9">
      <w:pPr>
        <w:pStyle w:val="Odstavecseseznamem"/>
        <w:numPr>
          <w:ilvl w:val="0"/>
          <w:numId w:val="35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E803F9">
        <w:rPr>
          <w:rFonts w:ascii="Verdana" w:eastAsia="Times New Roman" w:hAnsi="Verdana" w:cs="Arial"/>
          <w:b/>
          <w:color w:val="000000"/>
          <w:lang w:eastAsia="cs-CZ"/>
        </w:rPr>
        <w:t>TACHOV, Nádražní 609 - výpravní budova</w:t>
      </w:r>
    </w:p>
    <w:p w:rsidR="00171538" w:rsidRPr="001A3077" w:rsidRDefault="00171538" w:rsidP="00171538">
      <w:pPr>
        <w:pStyle w:val="Odstavecseseznamem"/>
        <w:numPr>
          <w:ilvl w:val="0"/>
          <w:numId w:val="34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dva plynové kotle TOP GAS 45 o</w:t>
      </w:r>
      <w:r>
        <w:rPr>
          <w:rFonts w:ascii="Verdana" w:hAnsi="Verdana" w:cs="Arial"/>
        </w:rPr>
        <w:t xml:space="preserve"> celkovém jmenovitém výkonu 86</w:t>
      </w:r>
      <w:r w:rsidRPr="001A3077">
        <w:rPr>
          <w:rFonts w:ascii="Verdana" w:hAnsi="Verdana" w:cs="Arial"/>
        </w:rPr>
        <w:t xml:space="preserve"> kW</w:t>
      </w:r>
      <w:r>
        <w:rPr>
          <w:rFonts w:ascii="Verdana" w:hAnsi="Verdana" w:cs="Arial"/>
        </w:rPr>
        <w:t>, palivo zemní plyn</w:t>
      </w:r>
    </w:p>
    <w:p w:rsidR="00171538" w:rsidRPr="001A3077" w:rsidRDefault="00171538" w:rsidP="00171538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Denně provádět obsluhu zařízení dle „Provozního předpisu“ v rozsahu 0,5 hod.</w:t>
      </w:r>
    </w:p>
    <w:p w:rsidR="00171538" w:rsidRPr="001A3077" w:rsidRDefault="00E803F9" w:rsidP="00E803F9">
      <w:pPr>
        <w:pStyle w:val="Odstavecseseznamem"/>
        <w:numPr>
          <w:ilvl w:val="0"/>
          <w:numId w:val="35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E803F9">
        <w:rPr>
          <w:rFonts w:ascii="Verdana" w:eastAsia="Times New Roman" w:hAnsi="Verdana" w:cs="Arial"/>
          <w:b/>
          <w:color w:val="000000"/>
          <w:lang w:eastAsia="cs-CZ"/>
        </w:rPr>
        <w:t>VEJPRNICE, Nádražní 406 - výpravní budova</w:t>
      </w:r>
    </w:p>
    <w:p w:rsidR="00171538" w:rsidRPr="001A3077" w:rsidRDefault="00171538" w:rsidP="00171538">
      <w:pPr>
        <w:pStyle w:val="Odstavecseseznamem"/>
        <w:numPr>
          <w:ilvl w:val="0"/>
          <w:numId w:val="34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plynový kotel PROTHERM</w:t>
      </w:r>
      <w:r>
        <w:rPr>
          <w:rFonts w:ascii="Verdana" w:hAnsi="Verdana" w:cs="Arial"/>
        </w:rPr>
        <w:t xml:space="preserve"> PANTHER 24 KTO</w:t>
      </w:r>
      <w:r w:rsidRPr="001A3077">
        <w:rPr>
          <w:rFonts w:ascii="Verdana" w:hAnsi="Verdana" w:cs="Arial"/>
        </w:rPr>
        <w:t xml:space="preserve"> o jmenovitém výkonu 23 kW</w:t>
      </w:r>
      <w:r>
        <w:rPr>
          <w:rFonts w:ascii="Verdana" w:hAnsi="Verdana" w:cs="Arial"/>
        </w:rPr>
        <w:t>, palivo zemní plyn</w:t>
      </w:r>
    </w:p>
    <w:p w:rsidR="00171538" w:rsidRDefault="00171538" w:rsidP="00171538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Týdně provádět obsluhu zařízení dle „Provozního předpisu“ v rozsahu 1 hod</w:t>
      </w:r>
      <w:r>
        <w:rPr>
          <w:rFonts w:ascii="Verdana" w:hAnsi="Verdana" w:cs="Arial"/>
        </w:rPr>
        <w:t>.</w:t>
      </w:r>
    </w:p>
    <w:p w:rsidR="00171538" w:rsidRPr="001A3077" w:rsidRDefault="00E803F9" w:rsidP="00E803F9">
      <w:pPr>
        <w:pStyle w:val="Odstavecseseznamem"/>
        <w:numPr>
          <w:ilvl w:val="0"/>
          <w:numId w:val="35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E803F9">
        <w:rPr>
          <w:rFonts w:ascii="Verdana" w:eastAsia="Times New Roman" w:hAnsi="Verdana" w:cs="Arial"/>
          <w:b/>
          <w:color w:val="000000"/>
          <w:lang w:eastAsia="cs-CZ"/>
        </w:rPr>
        <w:t>VELKÉ HYDČICE 35 -výpravní budova</w:t>
      </w:r>
    </w:p>
    <w:p w:rsidR="00171538" w:rsidRPr="001A3077" w:rsidRDefault="00171538" w:rsidP="00171538">
      <w:pPr>
        <w:pStyle w:val="Odstavecseseznamem"/>
        <w:numPr>
          <w:ilvl w:val="0"/>
          <w:numId w:val="34"/>
        </w:numPr>
        <w:spacing w:after="60" w:line="240" w:lineRule="auto"/>
        <w:ind w:left="714" w:hanging="357"/>
        <w:rPr>
          <w:rFonts w:ascii="Verdana" w:hAnsi="Verdana" w:cs="Arial"/>
        </w:rPr>
      </w:pPr>
      <w:r>
        <w:rPr>
          <w:rFonts w:ascii="Verdana" w:hAnsi="Verdana" w:cs="Arial"/>
        </w:rPr>
        <w:t xml:space="preserve">plynový kotel </w:t>
      </w:r>
      <w:proofErr w:type="spellStart"/>
      <w:r>
        <w:rPr>
          <w:rFonts w:ascii="Verdana" w:hAnsi="Verdana" w:cs="Arial"/>
        </w:rPr>
        <w:t>Vaillant</w:t>
      </w:r>
      <w:proofErr w:type="spellEnd"/>
      <w:r>
        <w:rPr>
          <w:rFonts w:ascii="Verdana" w:hAnsi="Verdana" w:cs="Arial"/>
        </w:rPr>
        <w:t xml:space="preserve"> VUW ECO TEC PLUS</w:t>
      </w:r>
      <w:r w:rsidRPr="001A3077">
        <w:rPr>
          <w:rFonts w:ascii="Verdana" w:hAnsi="Verdana" w:cs="Arial"/>
        </w:rPr>
        <w:t xml:space="preserve"> VU</w:t>
      </w:r>
      <w:r>
        <w:rPr>
          <w:rFonts w:ascii="Verdana" w:hAnsi="Verdana" w:cs="Arial"/>
        </w:rPr>
        <w:t>W 306/5-5 o jmenovitém výkonu 25</w:t>
      </w:r>
      <w:r w:rsidRPr="001A3077">
        <w:rPr>
          <w:rFonts w:ascii="Verdana" w:hAnsi="Verdana" w:cs="Arial"/>
        </w:rPr>
        <w:t xml:space="preserve"> kW</w:t>
      </w:r>
      <w:r>
        <w:rPr>
          <w:rFonts w:ascii="Verdana" w:hAnsi="Verdana" w:cs="Arial"/>
        </w:rPr>
        <w:t>, palivo zemní plyn</w:t>
      </w:r>
    </w:p>
    <w:p w:rsidR="00171538" w:rsidRDefault="00171538" w:rsidP="00171538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Týdně provádět obsluhu zařízení dle „Provozního předpisu“ v rozsahu 1 hod.</w:t>
      </w:r>
    </w:p>
    <w:p w:rsidR="00171538" w:rsidRPr="001A3077" w:rsidRDefault="006E0B40" w:rsidP="006E0B40">
      <w:pPr>
        <w:pStyle w:val="Odstavecseseznamem"/>
        <w:numPr>
          <w:ilvl w:val="0"/>
          <w:numId w:val="35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6E0B40">
        <w:rPr>
          <w:rFonts w:ascii="Verdana" w:eastAsia="Times New Roman" w:hAnsi="Verdana" w:cs="Arial"/>
          <w:b/>
          <w:color w:val="000000"/>
          <w:lang w:eastAsia="cs-CZ"/>
        </w:rPr>
        <w:t>ŽELEZNÁ RUDA MĚSTO 171- budova zastávky, služební prostor, přízemí</w:t>
      </w:r>
    </w:p>
    <w:p w:rsidR="00171538" w:rsidRPr="001A3077" w:rsidRDefault="00171538" w:rsidP="00171538">
      <w:pPr>
        <w:pStyle w:val="Odstavecseseznamem"/>
        <w:numPr>
          <w:ilvl w:val="0"/>
          <w:numId w:val="34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plynový kotel  VAILLANT VUW 202/2-5 o jmenovitém výkonu 20 kW</w:t>
      </w:r>
      <w:r>
        <w:rPr>
          <w:rFonts w:ascii="Verdana" w:hAnsi="Verdana" w:cs="Arial"/>
        </w:rPr>
        <w:t>, palivo zemní plyn</w:t>
      </w:r>
    </w:p>
    <w:p w:rsidR="00062077" w:rsidRPr="00062077" w:rsidRDefault="00171538" w:rsidP="00062077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Týdně provádět obsluhu zařízení dle „Provozního předpisu“ v rozsahu 1 hod.</w:t>
      </w:r>
      <w:r w:rsidR="00062077" w:rsidRPr="00062077">
        <w:rPr>
          <w:rFonts w:ascii="Verdana" w:hAnsi="Verdana" w:cs="Arial"/>
        </w:rPr>
        <w:t xml:space="preserve">          </w:t>
      </w:r>
    </w:p>
    <w:p w:rsidR="00171538" w:rsidRPr="001A3077" w:rsidRDefault="00E803F9" w:rsidP="00E803F9">
      <w:pPr>
        <w:pStyle w:val="Odstavecseseznamem"/>
        <w:numPr>
          <w:ilvl w:val="0"/>
          <w:numId w:val="35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E803F9">
        <w:rPr>
          <w:rFonts w:ascii="Verdana" w:eastAsia="Times New Roman" w:hAnsi="Verdana" w:cs="Arial"/>
          <w:b/>
          <w:color w:val="000000"/>
          <w:lang w:eastAsia="cs-CZ"/>
        </w:rPr>
        <w:t>ŽELEZNÁ RUDA, DEBRNÍK 30 - výpravní budova</w:t>
      </w:r>
    </w:p>
    <w:p w:rsidR="00171538" w:rsidRPr="001A3077" w:rsidRDefault="00171538" w:rsidP="00171538">
      <w:pPr>
        <w:pStyle w:val="Odstavecseseznamem"/>
        <w:numPr>
          <w:ilvl w:val="0"/>
          <w:numId w:val="34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dva plynové kotle VAILLANT VK INT 35/K-1E o</w:t>
      </w:r>
      <w:r>
        <w:rPr>
          <w:rFonts w:ascii="Verdana" w:hAnsi="Verdana" w:cs="Arial"/>
        </w:rPr>
        <w:t xml:space="preserve"> celkovém jmenovitém výkonu 72</w:t>
      </w:r>
      <w:r w:rsidRPr="001A3077">
        <w:rPr>
          <w:rFonts w:ascii="Verdana" w:hAnsi="Verdana" w:cs="Arial"/>
        </w:rPr>
        <w:t xml:space="preserve"> kW</w:t>
      </w:r>
      <w:r>
        <w:rPr>
          <w:rFonts w:ascii="Verdana" w:hAnsi="Verdana" w:cs="Arial"/>
        </w:rPr>
        <w:t>, palivo propan</w:t>
      </w:r>
    </w:p>
    <w:p w:rsidR="00171538" w:rsidRPr="001A3077" w:rsidRDefault="00171538" w:rsidP="00171538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Denně provádět obsluhu zařízení dle „Provozního předpisu“ v rozsahu 1 hod.</w:t>
      </w:r>
    </w:p>
    <w:p w:rsidR="00171538" w:rsidRPr="001A3077" w:rsidRDefault="00171538" w:rsidP="00E803F9">
      <w:pPr>
        <w:pStyle w:val="Odstavecseseznamem"/>
        <w:numPr>
          <w:ilvl w:val="0"/>
          <w:numId w:val="35"/>
        </w:numPr>
        <w:spacing w:after="120" w:line="240" w:lineRule="auto"/>
        <w:rPr>
          <w:rFonts w:ascii="Verdana" w:hAnsi="Verdana" w:cs="Arial"/>
        </w:rPr>
      </w:pPr>
      <w:r>
        <w:rPr>
          <w:rFonts w:ascii="Verdana" w:eastAsia="Times New Roman" w:hAnsi="Verdana" w:cs="Arial"/>
          <w:b/>
          <w:color w:val="000000"/>
          <w:lang w:eastAsia="cs-CZ"/>
        </w:rPr>
        <w:t xml:space="preserve">  </w:t>
      </w:r>
      <w:r w:rsidR="00E803F9" w:rsidRPr="00E803F9">
        <w:rPr>
          <w:rFonts w:ascii="Verdana" w:eastAsia="Times New Roman" w:hAnsi="Verdana" w:cs="Arial"/>
          <w:b/>
          <w:color w:val="000000"/>
          <w:lang w:eastAsia="cs-CZ"/>
        </w:rPr>
        <w:t>ŽELEZNÁ RUDA, DEBRNÍK 30 - výpravní budova, celnice</w:t>
      </w:r>
    </w:p>
    <w:p w:rsidR="00171538" w:rsidRPr="001A3077" w:rsidRDefault="00171538" w:rsidP="00171538">
      <w:pPr>
        <w:pStyle w:val="Odstavecseseznamem"/>
        <w:numPr>
          <w:ilvl w:val="0"/>
          <w:numId w:val="34"/>
        </w:numPr>
        <w:spacing w:after="12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 xml:space="preserve">plynový kotel PROTHERM PANTHER CONDENS 25 KKV o jmenovitém výkonu </w:t>
      </w:r>
    </w:p>
    <w:p w:rsidR="00171538" w:rsidRPr="001A3077" w:rsidRDefault="00171538" w:rsidP="00171538">
      <w:pPr>
        <w:pStyle w:val="Odstavecseseznamem"/>
        <w:numPr>
          <w:ilvl w:val="0"/>
          <w:numId w:val="34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25 kW</w:t>
      </w:r>
      <w:r>
        <w:rPr>
          <w:rFonts w:ascii="Verdana" w:hAnsi="Verdana" w:cs="Arial"/>
        </w:rPr>
        <w:t>, palivo propan</w:t>
      </w:r>
    </w:p>
    <w:p w:rsidR="00171538" w:rsidRDefault="00171538" w:rsidP="00171538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Týdně provádět obsluhu zařízení dle „Provozního předpisu“ v rozsahu 1 hod.</w:t>
      </w:r>
    </w:p>
    <w:p w:rsidR="00171538" w:rsidRPr="001A3077" w:rsidRDefault="00E803F9" w:rsidP="00E803F9">
      <w:pPr>
        <w:pStyle w:val="Odstavecseseznamem"/>
        <w:numPr>
          <w:ilvl w:val="0"/>
          <w:numId w:val="35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E803F9">
        <w:rPr>
          <w:rFonts w:ascii="Verdana" w:eastAsia="Times New Roman" w:hAnsi="Verdana" w:cs="Arial"/>
          <w:b/>
          <w:color w:val="000000"/>
          <w:lang w:eastAsia="cs-CZ"/>
        </w:rPr>
        <w:t>ŽIHLE 126 - výpravní budova</w:t>
      </w:r>
    </w:p>
    <w:p w:rsidR="00171538" w:rsidRPr="001A3077" w:rsidRDefault="00171538" w:rsidP="00171538">
      <w:pPr>
        <w:pStyle w:val="Odstavecseseznamem"/>
        <w:numPr>
          <w:ilvl w:val="0"/>
          <w:numId w:val="34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přímotopný elektrický kotel PROTHERM RAY 18 K o jmenovitém výkonu 18 kW</w:t>
      </w:r>
    </w:p>
    <w:p w:rsidR="00171538" w:rsidRPr="001A3077" w:rsidRDefault="00171538" w:rsidP="00171538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Týdně provádět obsluhu zařízení dle „Provozního předpisu“ v rozsahu 1 hod.</w:t>
      </w:r>
    </w:p>
    <w:p w:rsidR="00171538" w:rsidRPr="001A3077" w:rsidRDefault="00171538" w:rsidP="00171538">
      <w:pPr>
        <w:pStyle w:val="Odstavecseseznamem"/>
        <w:numPr>
          <w:ilvl w:val="0"/>
          <w:numId w:val="35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1A3077">
        <w:rPr>
          <w:rFonts w:ascii="Verdana" w:eastAsia="Times New Roman" w:hAnsi="Verdana" w:cs="Arial"/>
          <w:b/>
          <w:color w:val="000000"/>
          <w:lang w:eastAsia="cs-CZ"/>
        </w:rPr>
        <w:t>Ž</w:t>
      </w:r>
      <w:r w:rsidR="00121C39">
        <w:rPr>
          <w:rFonts w:ascii="Verdana" w:eastAsia="Times New Roman" w:hAnsi="Verdana" w:cs="Arial"/>
          <w:b/>
          <w:color w:val="000000"/>
          <w:lang w:eastAsia="cs-CZ"/>
        </w:rPr>
        <w:t>IHLE</w:t>
      </w:r>
      <w:r w:rsidRPr="001A3077">
        <w:rPr>
          <w:rFonts w:ascii="Verdana" w:eastAsia="Times New Roman" w:hAnsi="Verdana" w:cs="Arial"/>
          <w:b/>
          <w:color w:val="000000"/>
          <w:lang w:eastAsia="cs-CZ"/>
        </w:rPr>
        <w:t xml:space="preserve"> 126 – výpravní budova</w:t>
      </w:r>
      <w:r w:rsidR="00121C39">
        <w:rPr>
          <w:rFonts w:ascii="Verdana" w:eastAsia="Times New Roman" w:hAnsi="Verdana" w:cs="Arial"/>
          <w:b/>
          <w:color w:val="000000"/>
          <w:lang w:eastAsia="cs-CZ"/>
        </w:rPr>
        <w:t>,</w:t>
      </w:r>
      <w:r w:rsidRPr="001A3077">
        <w:rPr>
          <w:rFonts w:ascii="Verdana" w:eastAsia="Times New Roman" w:hAnsi="Verdana" w:cs="Arial"/>
          <w:b/>
          <w:color w:val="000000"/>
          <w:lang w:eastAsia="cs-CZ"/>
        </w:rPr>
        <w:t xml:space="preserve"> byty</w:t>
      </w:r>
    </w:p>
    <w:p w:rsidR="00171538" w:rsidRPr="001A3077" w:rsidRDefault="00171538" w:rsidP="00171538">
      <w:pPr>
        <w:pStyle w:val="Odstavecseseznamem"/>
        <w:numPr>
          <w:ilvl w:val="0"/>
          <w:numId w:val="34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přímotopný elektrický kotel PROTHERM RAY 18 K o jmenovitém výkonu 18 kW</w:t>
      </w:r>
    </w:p>
    <w:p w:rsidR="00171538" w:rsidRPr="001A3077" w:rsidRDefault="00171538" w:rsidP="00171538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Týdně provádět obsluhu zařízení dle „Provozního předpisu“ v rozsahu 1 hod.</w:t>
      </w:r>
    </w:p>
    <w:p w:rsidR="00171538" w:rsidRPr="001A3077" w:rsidRDefault="00121C39" w:rsidP="00121C39">
      <w:pPr>
        <w:pStyle w:val="Odstavecseseznamem"/>
        <w:numPr>
          <w:ilvl w:val="0"/>
          <w:numId w:val="35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121C39">
        <w:rPr>
          <w:rFonts w:ascii="Verdana" w:eastAsia="Times New Roman" w:hAnsi="Verdana" w:cs="Arial"/>
          <w:b/>
          <w:color w:val="000000"/>
          <w:lang w:eastAsia="cs-CZ"/>
        </w:rPr>
        <w:t>ŽICHOVICE 154 - výpravní budova</w:t>
      </w:r>
    </w:p>
    <w:p w:rsidR="00171538" w:rsidRPr="001A3077" w:rsidRDefault="00171538" w:rsidP="00171538">
      <w:pPr>
        <w:pStyle w:val="Odstavecseseznamem"/>
        <w:numPr>
          <w:ilvl w:val="0"/>
          <w:numId w:val="34"/>
        </w:numPr>
        <w:spacing w:after="60" w:line="240" w:lineRule="auto"/>
        <w:ind w:left="714" w:hanging="357"/>
        <w:rPr>
          <w:rFonts w:ascii="Verdana" w:hAnsi="Verdana" w:cs="Arial"/>
        </w:rPr>
      </w:pPr>
      <w:r>
        <w:rPr>
          <w:rFonts w:ascii="Verdana" w:hAnsi="Verdana" w:cs="Arial"/>
        </w:rPr>
        <w:t>kotel VIADRUS A3C S 31</w:t>
      </w:r>
      <w:r w:rsidRPr="001A3077">
        <w:rPr>
          <w:rFonts w:ascii="Verdana" w:hAnsi="Verdana" w:cs="Arial"/>
        </w:rPr>
        <w:t xml:space="preserve"> na pe</w:t>
      </w:r>
      <w:r>
        <w:rPr>
          <w:rFonts w:ascii="Verdana" w:hAnsi="Verdana" w:cs="Arial"/>
        </w:rPr>
        <w:t>vná paliva o štítkovém výkonu 31</w:t>
      </w:r>
      <w:r w:rsidRPr="001A3077">
        <w:rPr>
          <w:rFonts w:ascii="Verdana" w:hAnsi="Verdana" w:cs="Arial"/>
        </w:rPr>
        <w:t xml:space="preserve"> kW  </w:t>
      </w:r>
    </w:p>
    <w:p w:rsidR="00171538" w:rsidRDefault="00171538" w:rsidP="00171538">
      <w:pPr>
        <w:spacing w:line="240" w:lineRule="auto"/>
        <w:jc w:val="both"/>
        <w:rPr>
          <w:rFonts w:ascii="Verdana" w:hAnsi="Verdana" w:cs="Arial"/>
        </w:rPr>
      </w:pPr>
      <w:r w:rsidRPr="001A3077">
        <w:rPr>
          <w:rFonts w:ascii="Verdana" w:hAnsi="Verdana" w:cs="Arial"/>
        </w:rPr>
        <w:t>Denně provádět obsluhu zařízení dle „Provozního předpisu“ v rozsahu 3 hod. Součástí obsluhy je i zajištění dodávky paliva. Používané palivo – hnědé uhlí ořech 2. Likvidaci odpadů vzniklých provozem TZ zajišťuje objednatel na vlastní náklady.</w:t>
      </w:r>
    </w:p>
    <w:p w:rsidR="00517D21" w:rsidRDefault="00517D21" w:rsidP="00E279A1">
      <w:pPr>
        <w:rPr>
          <w:rFonts w:ascii="Verdana" w:hAnsi="Verdana" w:cs="Arial"/>
        </w:rPr>
      </w:pPr>
    </w:p>
    <w:p w:rsidR="00171538" w:rsidRDefault="00171538" w:rsidP="00E279A1">
      <w:pPr>
        <w:rPr>
          <w:rFonts w:ascii="Verdana" w:hAnsi="Verdana" w:cs="Arial"/>
          <w:b/>
        </w:rPr>
      </w:pPr>
      <w:r w:rsidRPr="00AC3E4C">
        <w:rPr>
          <w:rFonts w:ascii="Verdana" w:hAnsi="Verdana" w:cs="Arial"/>
        </w:rPr>
        <w:t xml:space="preserve">           </w:t>
      </w:r>
      <w:r w:rsidRPr="00080418">
        <w:rPr>
          <w:rFonts w:ascii="Verdana" w:hAnsi="Verdana" w:cs="Arial"/>
          <w:b/>
        </w:rPr>
        <w:t>Oblast České Budějovice:</w:t>
      </w:r>
    </w:p>
    <w:p w:rsidR="00171538" w:rsidRPr="001A3077" w:rsidRDefault="006E0B40" w:rsidP="006E0B40">
      <w:pPr>
        <w:pStyle w:val="Odstavecseseznamem"/>
        <w:numPr>
          <w:ilvl w:val="0"/>
          <w:numId w:val="35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6E0B40">
        <w:rPr>
          <w:rFonts w:ascii="Verdana" w:eastAsia="Times New Roman" w:hAnsi="Verdana" w:cs="Arial"/>
          <w:b/>
          <w:color w:val="000000"/>
          <w:lang w:eastAsia="cs-CZ"/>
        </w:rPr>
        <w:t>BECHYNĚ, U nádraží 600 - výpravní budova</w:t>
      </w:r>
    </w:p>
    <w:p w:rsidR="00171538" w:rsidRPr="001A3077" w:rsidRDefault="00171538" w:rsidP="00171538">
      <w:pPr>
        <w:pStyle w:val="Odstavecseseznamem"/>
        <w:numPr>
          <w:ilvl w:val="0"/>
          <w:numId w:val="34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 xml:space="preserve">plynový kotel </w:t>
      </w:r>
      <w:r w:rsidR="006A4445">
        <w:rPr>
          <w:rFonts w:ascii="Verdana" w:hAnsi="Verdana" w:cs="Arial"/>
        </w:rPr>
        <w:t>BRÖTJE WHBS o jmenovitém výkonu 30</w:t>
      </w:r>
      <w:r w:rsidRPr="001A3077">
        <w:rPr>
          <w:rFonts w:ascii="Verdana" w:hAnsi="Verdana" w:cs="Arial"/>
        </w:rPr>
        <w:t xml:space="preserve"> kW</w:t>
      </w:r>
    </w:p>
    <w:p w:rsidR="00171538" w:rsidRPr="001A3077" w:rsidRDefault="00171538" w:rsidP="00171538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Týdně provádět obsluhu zařízení dle „Provozního předpisu“ v rozsahu 1 hod.</w:t>
      </w:r>
    </w:p>
    <w:p w:rsidR="00171538" w:rsidRPr="001A3077" w:rsidRDefault="00171538" w:rsidP="006E0B40">
      <w:pPr>
        <w:pStyle w:val="Odstavecseseznamem"/>
        <w:numPr>
          <w:ilvl w:val="0"/>
          <w:numId w:val="35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>
        <w:rPr>
          <w:rFonts w:ascii="Verdana" w:eastAsia="Times New Roman" w:hAnsi="Verdana" w:cs="Arial"/>
          <w:b/>
          <w:color w:val="000000"/>
          <w:lang w:eastAsia="cs-CZ"/>
        </w:rPr>
        <w:t xml:space="preserve">  </w:t>
      </w:r>
      <w:r w:rsidR="006E0B40" w:rsidRPr="006E0B40">
        <w:rPr>
          <w:rFonts w:ascii="Verdana" w:eastAsia="Times New Roman" w:hAnsi="Verdana" w:cs="Arial"/>
          <w:b/>
          <w:color w:val="000000"/>
          <w:lang w:eastAsia="cs-CZ"/>
        </w:rPr>
        <w:t>BLATNÁ 356 - výpravní budova</w:t>
      </w:r>
    </w:p>
    <w:p w:rsidR="00171538" w:rsidRPr="001A3077" w:rsidRDefault="00171538" w:rsidP="00171538">
      <w:pPr>
        <w:pStyle w:val="Odstavecseseznamem"/>
        <w:numPr>
          <w:ilvl w:val="0"/>
          <w:numId w:val="34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plynový kotel VIESSMANN VITODENS 200 o jmenovitém výkonu 44 kW</w:t>
      </w:r>
    </w:p>
    <w:p w:rsidR="00171538" w:rsidRPr="001A3077" w:rsidRDefault="00171538" w:rsidP="00171538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Týdně provádět obsluhu zařízení dle „Provozního předpisu“ v rozsahu 1 hod.</w:t>
      </w:r>
    </w:p>
    <w:p w:rsidR="00171538" w:rsidRPr="001A3077" w:rsidRDefault="006E0B40" w:rsidP="006E0B40">
      <w:pPr>
        <w:pStyle w:val="Odstavecseseznamem"/>
        <w:numPr>
          <w:ilvl w:val="0"/>
          <w:numId w:val="35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6E0B40">
        <w:rPr>
          <w:rFonts w:ascii="Verdana" w:eastAsia="Times New Roman" w:hAnsi="Verdana" w:cs="Arial"/>
          <w:b/>
          <w:color w:val="000000"/>
          <w:lang w:eastAsia="cs-CZ"/>
        </w:rPr>
        <w:t>BORŠOV NAD VLTAVOU, Drážní 198 - výpravní budova</w:t>
      </w:r>
    </w:p>
    <w:p w:rsidR="00171538" w:rsidRPr="001A3077" w:rsidRDefault="00171538" w:rsidP="00171538">
      <w:pPr>
        <w:pStyle w:val="Odstavecseseznamem"/>
        <w:numPr>
          <w:ilvl w:val="0"/>
          <w:numId w:val="34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 xml:space="preserve">plynový kotel </w:t>
      </w:r>
      <w:r w:rsidR="006A4445">
        <w:rPr>
          <w:rFonts w:ascii="Verdana" w:hAnsi="Verdana" w:cs="Arial"/>
        </w:rPr>
        <w:t>PROTHERM PANTER CONDENZ</w:t>
      </w:r>
      <w:r w:rsidRPr="001A3077">
        <w:rPr>
          <w:rFonts w:ascii="Verdana" w:hAnsi="Verdana" w:cs="Arial"/>
        </w:rPr>
        <w:t xml:space="preserve"> o jmenovitém výkonu 2</w:t>
      </w:r>
      <w:r w:rsidR="006A4445">
        <w:rPr>
          <w:rFonts w:ascii="Verdana" w:hAnsi="Verdana" w:cs="Arial"/>
        </w:rPr>
        <w:t>8</w:t>
      </w:r>
      <w:r w:rsidRPr="001A3077">
        <w:rPr>
          <w:rFonts w:ascii="Verdana" w:hAnsi="Verdana" w:cs="Arial"/>
        </w:rPr>
        <w:t xml:space="preserve"> kW</w:t>
      </w:r>
    </w:p>
    <w:p w:rsidR="00171538" w:rsidRPr="001A3077" w:rsidRDefault="00171538" w:rsidP="00171538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Týdně provádět obsluhu zařízení dle „Provozního předpisu“ v rozsahu 1 hod.</w:t>
      </w:r>
    </w:p>
    <w:p w:rsidR="00171538" w:rsidRPr="001A3077" w:rsidRDefault="006E0B40" w:rsidP="006E0B40">
      <w:pPr>
        <w:pStyle w:val="Odstavecseseznamem"/>
        <w:numPr>
          <w:ilvl w:val="0"/>
          <w:numId w:val="35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6E0B40">
        <w:rPr>
          <w:rFonts w:ascii="Verdana" w:eastAsia="Times New Roman" w:hAnsi="Verdana" w:cs="Arial"/>
          <w:b/>
          <w:color w:val="000000"/>
          <w:lang w:eastAsia="cs-CZ"/>
        </w:rPr>
        <w:t>ČESKÉ VELENICE, Revoluční 209 - výpravní budova</w:t>
      </w:r>
    </w:p>
    <w:p w:rsidR="00171538" w:rsidRPr="001A3077" w:rsidRDefault="00171538" w:rsidP="00171538">
      <w:pPr>
        <w:pStyle w:val="Odstavecseseznamem"/>
        <w:numPr>
          <w:ilvl w:val="0"/>
          <w:numId w:val="34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dva plynové kotle  VITOPLEX 100 a VITOCROSSAL 300 o celkovém jmenovitém výkonu 510 kW</w:t>
      </w:r>
    </w:p>
    <w:p w:rsidR="00171538" w:rsidRPr="001A3077" w:rsidRDefault="00171538" w:rsidP="00171538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Denně provádět obsluhu zařízení dle „Provozního řádu“ v rozsahu 1 hod.</w:t>
      </w:r>
    </w:p>
    <w:p w:rsidR="00171538" w:rsidRPr="001A3077" w:rsidRDefault="006E0B40" w:rsidP="006E0B40">
      <w:pPr>
        <w:pStyle w:val="Odstavecseseznamem"/>
        <w:numPr>
          <w:ilvl w:val="0"/>
          <w:numId w:val="35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6E0B40">
        <w:rPr>
          <w:rFonts w:ascii="Verdana" w:eastAsia="Times New Roman" w:hAnsi="Verdana" w:cs="Arial"/>
          <w:b/>
          <w:color w:val="000000"/>
          <w:lang w:eastAsia="cs-CZ"/>
        </w:rPr>
        <w:t>ČESKÉ BUDĚJOVICE, Nádražní 119 - výpravní budova</w:t>
      </w:r>
    </w:p>
    <w:p w:rsidR="00171538" w:rsidRPr="001A3077" w:rsidRDefault="00171538" w:rsidP="00171538">
      <w:pPr>
        <w:pStyle w:val="Odstavecseseznamem"/>
        <w:numPr>
          <w:ilvl w:val="0"/>
          <w:numId w:val="34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výměníková stanice pára-voda o jmenovitém výkonu nad 200 kW</w:t>
      </w:r>
    </w:p>
    <w:p w:rsidR="00171538" w:rsidRPr="001A3077" w:rsidRDefault="00171538" w:rsidP="00171538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 xml:space="preserve">Provádět obsluhu zařízení dle „Návodu k obsluze“ a „Provozního řádu“ výměníkové stanice: </w:t>
      </w:r>
    </w:p>
    <w:p w:rsidR="00171538" w:rsidRPr="00DB4414" w:rsidRDefault="00171538" w:rsidP="00171538">
      <w:pPr>
        <w:pStyle w:val="Odstavecseseznamem"/>
        <w:numPr>
          <w:ilvl w:val="0"/>
          <w:numId w:val="34"/>
        </w:numPr>
        <w:spacing w:after="0" w:line="240" w:lineRule="auto"/>
        <w:rPr>
          <w:rFonts w:ascii="Verdana" w:hAnsi="Verdana" w:cs="Arial"/>
        </w:rPr>
      </w:pPr>
      <w:r w:rsidRPr="00DB4414">
        <w:rPr>
          <w:rFonts w:ascii="Verdana" w:hAnsi="Verdana" w:cs="Arial"/>
        </w:rPr>
        <w:t>1x denně</w:t>
      </w:r>
      <w:r w:rsidRPr="00DB4414">
        <w:rPr>
          <w:rFonts w:ascii="Verdana" w:hAnsi="Verdana" w:cs="Arial"/>
        </w:rPr>
        <w:tab/>
        <w:t>kontrola chodu výměníkové stanice</w:t>
      </w:r>
    </w:p>
    <w:p w:rsidR="00171538" w:rsidRPr="00DB4414" w:rsidRDefault="00171538" w:rsidP="00171538">
      <w:pPr>
        <w:pStyle w:val="Odstavecseseznamem"/>
        <w:numPr>
          <w:ilvl w:val="0"/>
          <w:numId w:val="34"/>
        </w:numPr>
        <w:spacing w:after="0" w:line="240" w:lineRule="auto"/>
        <w:rPr>
          <w:rFonts w:ascii="Verdana" w:hAnsi="Verdana" w:cs="Arial"/>
        </w:rPr>
      </w:pPr>
      <w:r w:rsidRPr="00DB4414">
        <w:rPr>
          <w:rFonts w:ascii="Verdana" w:hAnsi="Verdana" w:cs="Arial"/>
        </w:rPr>
        <w:t>1x měsíčně</w:t>
      </w:r>
      <w:r w:rsidRPr="00DB4414">
        <w:rPr>
          <w:rFonts w:ascii="Verdana" w:hAnsi="Verdana" w:cs="Arial"/>
        </w:rPr>
        <w:tab/>
        <w:t xml:space="preserve">kontrola tlakové nádoby </w:t>
      </w:r>
    </w:p>
    <w:p w:rsidR="00171538" w:rsidRPr="00DB4414" w:rsidRDefault="00171538" w:rsidP="00171538">
      <w:pPr>
        <w:pStyle w:val="Odstavecseseznamem"/>
        <w:numPr>
          <w:ilvl w:val="0"/>
          <w:numId w:val="34"/>
        </w:numPr>
        <w:spacing w:after="0" w:line="240" w:lineRule="auto"/>
        <w:rPr>
          <w:rFonts w:ascii="Verdana" w:hAnsi="Verdana" w:cs="Arial"/>
        </w:rPr>
      </w:pPr>
      <w:r w:rsidRPr="00DB4414">
        <w:rPr>
          <w:rFonts w:ascii="Verdana" w:hAnsi="Verdana" w:cs="Arial"/>
        </w:rPr>
        <w:t>4x ročně</w:t>
      </w:r>
      <w:r w:rsidRPr="00DB4414">
        <w:rPr>
          <w:rFonts w:ascii="Verdana" w:hAnsi="Verdana" w:cs="Arial"/>
        </w:rPr>
        <w:tab/>
        <w:t>kontrola manometrů</w:t>
      </w:r>
    </w:p>
    <w:p w:rsidR="00171538" w:rsidRDefault="00171538" w:rsidP="00171538">
      <w:pPr>
        <w:pStyle w:val="Odstavecseseznamem"/>
        <w:numPr>
          <w:ilvl w:val="0"/>
          <w:numId w:val="34"/>
        </w:numPr>
        <w:spacing w:after="120" w:line="240" w:lineRule="auto"/>
        <w:ind w:left="714" w:hanging="357"/>
        <w:rPr>
          <w:rFonts w:ascii="Verdana" w:hAnsi="Verdana" w:cs="Arial"/>
        </w:rPr>
      </w:pPr>
      <w:r w:rsidRPr="00DB4414">
        <w:rPr>
          <w:rFonts w:ascii="Verdana" w:hAnsi="Verdana" w:cs="Arial"/>
        </w:rPr>
        <w:t>1x ročně</w:t>
      </w:r>
      <w:r w:rsidRPr="00DB4414">
        <w:rPr>
          <w:rFonts w:ascii="Verdana" w:hAnsi="Verdana" w:cs="Arial"/>
        </w:rPr>
        <w:tab/>
        <w:t xml:space="preserve">kontrola měření teplot </w:t>
      </w:r>
    </w:p>
    <w:p w:rsidR="00171538" w:rsidRPr="00DB4414" w:rsidRDefault="00171538" w:rsidP="00171538">
      <w:pPr>
        <w:pStyle w:val="Odstavecseseznamem"/>
        <w:numPr>
          <w:ilvl w:val="0"/>
          <w:numId w:val="34"/>
        </w:numPr>
        <w:spacing w:line="240" w:lineRule="auto"/>
        <w:ind w:left="714" w:hanging="357"/>
        <w:rPr>
          <w:rFonts w:ascii="Verdana" w:hAnsi="Verdana" w:cs="Arial"/>
        </w:rPr>
      </w:pPr>
    </w:p>
    <w:p w:rsidR="00171538" w:rsidRPr="001A3077" w:rsidRDefault="006A4445" w:rsidP="006E0B40">
      <w:pPr>
        <w:pStyle w:val="Odstavecseseznamem"/>
        <w:numPr>
          <w:ilvl w:val="0"/>
          <w:numId w:val="35"/>
        </w:numPr>
        <w:spacing w:after="120" w:line="240" w:lineRule="auto"/>
        <w:rPr>
          <w:rFonts w:ascii="Verdana" w:hAnsi="Verdana" w:cs="Arial"/>
        </w:rPr>
      </w:pPr>
      <w:r>
        <w:rPr>
          <w:rFonts w:ascii="Verdana" w:hAnsi="Verdana" w:cs="Arial"/>
          <w:b/>
        </w:rPr>
        <w:t xml:space="preserve">ČESKÉ BUDĚJOVICE, </w:t>
      </w:r>
      <w:proofErr w:type="spellStart"/>
      <w:r>
        <w:rPr>
          <w:rFonts w:ascii="Verdana" w:hAnsi="Verdana" w:cs="Arial"/>
          <w:b/>
        </w:rPr>
        <w:t>A.TrÄ</w:t>
      </w:r>
      <w:r w:rsidR="006E0B40" w:rsidRPr="006E0B40">
        <w:rPr>
          <w:rFonts w:ascii="Verdana" w:hAnsi="Verdana" w:cs="Arial"/>
          <w:b/>
        </w:rPr>
        <w:t>gera</w:t>
      </w:r>
      <w:proofErr w:type="spellEnd"/>
      <w:r w:rsidR="006E0B40" w:rsidRPr="006E0B40">
        <w:rPr>
          <w:rFonts w:ascii="Verdana" w:hAnsi="Verdana" w:cs="Arial"/>
          <w:b/>
        </w:rPr>
        <w:t xml:space="preserve"> 2849/90 - administrativní budova OŘ Plzeň</w:t>
      </w:r>
    </w:p>
    <w:p w:rsidR="00171538" w:rsidRPr="001A3077" w:rsidRDefault="00171538" w:rsidP="00171538">
      <w:pPr>
        <w:pStyle w:val="Odstavecseseznamem"/>
        <w:numPr>
          <w:ilvl w:val="0"/>
          <w:numId w:val="34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dva plynové kotle VIADRUS G90 o společném štítkovém výkonu 160 kW</w:t>
      </w:r>
    </w:p>
    <w:p w:rsidR="00171538" w:rsidRPr="001A3077" w:rsidRDefault="00171538" w:rsidP="00171538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Denně provádět obsluhu zařízení dle „Provozního řádu“ v rozsahu 1 hod.</w:t>
      </w:r>
    </w:p>
    <w:p w:rsidR="00171538" w:rsidRPr="001A3077" w:rsidRDefault="006E0B40" w:rsidP="006E0B40">
      <w:pPr>
        <w:pStyle w:val="Odstavecseseznamem"/>
        <w:numPr>
          <w:ilvl w:val="0"/>
          <w:numId w:val="35"/>
        </w:numPr>
        <w:spacing w:after="120" w:line="240" w:lineRule="auto"/>
        <w:rPr>
          <w:rFonts w:ascii="Verdana" w:hAnsi="Verdana" w:cs="Arial"/>
          <w:b/>
        </w:rPr>
      </w:pPr>
      <w:r w:rsidRPr="006E0B40">
        <w:rPr>
          <w:rFonts w:ascii="Verdana" w:hAnsi="Verdana" w:cs="Arial"/>
          <w:b/>
        </w:rPr>
        <w:t>ČESKÉ BUDĚJOVICE, Nemanická 438 - budova ATÚ</w:t>
      </w:r>
    </w:p>
    <w:p w:rsidR="00171538" w:rsidRPr="001A3077" w:rsidRDefault="00171538" w:rsidP="00171538">
      <w:pPr>
        <w:pStyle w:val="Odstavecseseznamem"/>
        <w:numPr>
          <w:ilvl w:val="0"/>
          <w:numId w:val="34"/>
        </w:numPr>
        <w:spacing w:after="12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výměníková stanice GLAZER o jmenovitém výkonu 1050 kW</w:t>
      </w:r>
    </w:p>
    <w:p w:rsidR="00171538" w:rsidRPr="001A3077" w:rsidRDefault="00171538" w:rsidP="00171538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 xml:space="preserve">Provádět obsluhu zařízení dle „Návodu k obsluze“ a „Provozního řádu“ výměníkové stanice: </w:t>
      </w:r>
    </w:p>
    <w:p w:rsidR="00171538" w:rsidRPr="00DB4414" w:rsidRDefault="00171538" w:rsidP="00171538">
      <w:pPr>
        <w:pStyle w:val="Odstavecseseznamem"/>
        <w:numPr>
          <w:ilvl w:val="0"/>
          <w:numId w:val="34"/>
        </w:numPr>
        <w:spacing w:after="0" w:line="240" w:lineRule="auto"/>
        <w:rPr>
          <w:rFonts w:ascii="Verdana" w:hAnsi="Verdana" w:cs="Arial"/>
        </w:rPr>
      </w:pPr>
      <w:r w:rsidRPr="00DB4414">
        <w:rPr>
          <w:rFonts w:ascii="Verdana" w:hAnsi="Verdana" w:cs="Arial"/>
        </w:rPr>
        <w:t>1x denně</w:t>
      </w:r>
      <w:r w:rsidRPr="00DB4414">
        <w:rPr>
          <w:rFonts w:ascii="Verdana" w:hAnsi="Verdana" w:cs="Arial"/>
        </w:rPr>
        <w:tab/>
        <w:t>kontrola chodu výměníkové stanice</w:t>
      </w:r>
    </w:p>
    <w:p w:rsidR="00171538" w:rsidRPr="00DB4414" w:rsidRDefault="00171538" w:rsidP="00171538">
      <w:pPr>
        <w:pStyle w:val="Odstavecseseznamem"/>
        <w:numPr>
          <w:ilvl w:val="0"/>
          <w:numId w:val="34"/>
        </w:numPr>
        <w:spacing w:after="0" w:line="240" w:lineRule="auto"/>
        <w:rPr>
          <w:rFonts w:ascii="Verdana" w:hAnsi="Verdana" w:cs="Arial"/>
        </w:rPr>
      </w:pPr>
      <w:r w:rsidRPr="00DB4414">
        <w:rPr>
          <w:rFonts w:ascii="Verdana" w:hAnsi="Verdana" w:cs="Arial"/>
        </w:rPr>
        <w:t>1x měsíčně</w:t>
      </w:r>
      <w:r w:rsidRPr="00DB4414">
        <w:rPr>
          <w:rFonts w:ascii="Verdana" w:hAnsi="Verdana" w:cs="Arial"/>
        </w:rPr>
        <w:tab/>
        <w:t xml:space="preserve">kontrola tlakové nádoby </w:t>
      </w:r>
    </w:p>
    <w:p w:rsidR="00171538" w:rsidRPr="00DB4414" w:rsidRDefault="00171538" w:rsidP="00171538">
      <w:pPr>
        <w:pStyle w:val="Odstavecseseznamem"/>
        <w:numPr>
          <w:ilvl w:val="0"/>
          <w:numId w:val="34"/>
        </w:numPr>
        <w:spacing w:after="0" w:line="240" w:lineRule="auto"/>
        <w:rPr>
          <w:rFonts w:ascii="Verdana" w:hAnsi="Verdana" w:cs="Arial"/>
        </w:rPr>
      </w:pPr>
      <w:r w:rsidRPr="00DB4414">
        <w:rPr>
          <w:rFonts w:ascii="Verdana" w:hAnsi="Verdana" w:cs="Arial"/>
        </w:rPr>
        <w:t>4x ročně</w:t>
      </w:r>
      <w:r w:rsidRPr="00DB4414">
        <w:rPr>
          <w:rFonts w:ascii="Verdana" w:hAnsi="Verdana" w:cs="Arial"/>
        </w:rPr>
        <w:tab/>
        <w:t>kontrola manometrů</w:t>
      </w:r>
    </w:p>
    <w:p w:rsidR="00171538" w:rsidRDefault="00171538" w:rsidP="00171538">
      <w:pPr>
        <w:pStyle w:val="Odstavecseseznamem"/>
        <w:numPr>
          <w:ilvl w:val="0"/>
          <w:numId w:val="34"/>
        </w:numPr>
        <w:spacing w:after="120" w:line="240" w:lineRule="auto"/>
        <w:ind w:left="714" w:hanging="357"/>
        <w:rPr>
          <w:rFonts w:ascii="Verdana" w:hAnsi="Verdana" w:cs="Arial"/>
        </w:rPr>
      </w:pPr>
      <w:r w:rsidRPr="00DB4414">
        <w:rPr>
          <w:rFonts w:ascii="Verdana" w:hAnsi="Verdana" w:cs="Arial"/>
        </w:rPr>
        <w:t>1x ročně</w:t>
      </w:r>
      <w:r w:rsidRPr="00DB4414">
        <w:rPr>
          <w:rFonts w:ascii="Verdana" w:hAnsi="Verdana" w:cs="Arial"/>
        </w:rPr>
        <w:tab/>
        <w:t>kontrola měření teplot</w:t>
      </w:r>
    </w:p>
    <w:p w:rsidR="00171538" w:rsidRPr="00CD5240" w:rsidRDefault="00171538" w:rsidP="00171538">
      <w:pPr>
        <w:pStyle w:val="Odstavecseseznamem"/>
        <w:spacing w:after="120" w:line="240" w:lineRule="auto"/>
        <w:ind w:left="714"/>
        <w:rPr>
          <w:rFonts w:ascii="Verdana" w:hAnsi="Verdana" w:cs="Arial"/>
        </w:rPr>
      </w:pPr>
    </w:p>
    <w:p w:rsidR="00171538" w:rsidRPr="001A3077" w:rsidRDefault="006E0B40" w:rsidP="006E0B40">
      <w:pPr>
        <w:pStyle w:val="Odstavecseseznamem"/>
        <w:numPr>
          <w:ilvl w:val="0"/>
          <w:numId w:val="35"/>
        </w:numPr>
        <w:spacing w:after="120" w:line="240" w:lineRule="auto"/>
        <w:rPr>
          <w:rFonts w:ascii="Verdana" w:hAnsi="Verdana" w:cs="Arial"/>
          <w:b/>
        </w:rPr>
      </w:pPr>
      <w:r w:rsidRPr="006E0B40">
        <w:rPr>
          <w:rFonts w:ascii="Verdana" w:hAnsi="Verdana" w:cs="Arial"/>
          <w:b/>
        </w:rPr>
        <w:t xml:space="preserve">ČESKÉ BUDĚJOVICE - kompas </w:t>
      </w:r>
      <w:proofErr w:type="spellStart"/>
      <w:proofErr w:type="gramStart"/>
      <w:r w:rsidRPr="006E0B40">
        <w:rPr>
          <w:rFonts w:ascii="Verdana" w:hAnsi="Verdana" w:cs="Arial"/>
          <w:b/>
        </w:rPr>
        <w:t>st.č</w:t>
      </w:r>
      <w:proofErr w:type="spellEnd"/>
      <w:r w:rsidRPr="006E0B40">
        <w:rPr>
          <w:rFonts w:ascii="Verdana" w:hAnsi="Verdana" w:cs="Arial"/>
          <w:b/>
        </w:rPr>
        <w:t>.</w:t>
      </w:r>
      <w:proofErr w:type="gramEnd"/>
      <w:r w:rsidR="00A01E1E">
        <w:rPr>
          <w:rFonts w:ascii="Verdana" w:hAnsi="Verdana" w:cs="Arial"/>
          <w:b/>
        </w:rPr>
        <w:t xml:space="preserve"> </w:t>
      </w:r>
      <w:r w:rsidRPr="006E0B40">
        <w:rPr>
          <w:rFonts w:ascii="Verdana" w:hAnsi="Verdana" w:cs="Arial"/>
          <w:b/>
        </w:rPr>
        <w:t>1</w:t>
      </w:r>
    </w:p>
    <w:p w:rsidR="00171538" w:rsidRPr="001A3077" w:rsidRDefault="00171538" w:rsidP="00171538">
      <w:pPr>
        <w:pStyle w:val="Odstavecseseznamem"/>
        <w:numPr>
          <w:ilvl w:val="0"/>
          <w:numId w:val="34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dva plynové kotle PROTHERM KLO 60 o společném jmenovitém výkonu 97 kW</w:t>
      </w:r>
    </w:p>
    <w:p w:rsidR="00171538" w:rsidRPr="001A3077" w:rsidRDefault="00171538" w:rsidP="00171538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Denně provádět obsluhu zařízení dle „Provozního předpisu“ v rozsahu 1 hod.</w:t>
      </w:r>
    </w:p>
    <w:p w:rsidR="00171538" w:rsidRPr="001A3077" w:rsidRDefault="006E0B40" w:rsidP="006E0B40">
      <w:pPr>
        <w:pStyle w:val="Odstavecseseznamem"/>
        <w:numPr>
          <w:ilvl w:val="0"/>
          <w:numId w:val="35"/>
        </w:numPr>
        <w:spacing w:after="120" w:line="240" w:lineRule="auto"/>
        <w:rPr>
          <w:rFonts w:ascii="Verdana" w:hAnsi="Verdana" w:cs="Arial"/>
          <w:b/>
        </w:rPr>
      </w:pPr>
      <w:r w:rsidRPr="006E0B40">
        <w:rPr>
          <w:rFonts w:ascii="Verdana" w:hAnsi="Verdana" w:cs="Arial"/>
          <w:b/>
        </w:rPr>
        <w:t>ČESKÝ KRUMLOV, třída Míru 281 - TO, sklad, garáž MUV</w:t>
      </w:r>
    </w:p>
    <w:p w:rsidR="00171538" w:rsidRPr="001A3077" w:rsidRDefault="00171538" w:rsidP="00171538">
      <w:pPr>
        <w:pStyle w:val="Odstavecseseznamem"/>
        <w:numPr>
          <w:ilvl w:val="0"/>
          <w:numId w:val="34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kotel VSB I na pevná paliva o jmenovitém výkonu 69,5 kW</w:t>
      </w:r>
    </w:p>
    <w:p w:rsidR="00171538" w:rsidRDefault="00171538" w:rsidP="00171538">
      <w:pPr>
        <w:spacing w:after="120" w:line="240" w:lineRule="auto"/>
        <w:jc w:val="both"/>
        <w:rPr>
          <w:rFonts w:ascii="Verdana" w:hAnsi="Verdana" w:cs="Arial"/>
        </w:rPr>
      </w:pPr>
      <w:r w:rsidRPr="001A3077">
        <w:rPr>
          <w:rFonts w:ascii="Verdana" w:hAnsi="Verdana" w:cs="Arial"/>
        </w:rPr>
        <w:t>Denně provádět obsluhu zařízení dle „Provozního před</w:t>
      </w:r>
      <w:bookmarkStart w:id="0" w:name="_GoBack"/>
      <w:bookmarkEnd w:id="0"/>
      <w:r w:rsidRPr="001A3077">
        <w:rPr>
          <w:rFonts w:ascii="Verdana" w:hAnsi="Verdana" w:cs="Arial"/>
        </w:rPr>
        <w:t>pisu“ v rozsahu 3 hod. Součástí obsluhy je i zajištění dodávky paliva. Používané palivo – koks, ořech 2. Likvidaci odpadů vzniklých provozem TZ zajišťuje objednatel na vlastní náklady.</w:t>
      </w:r>
    </w:p>
    <w:p w:rsidR="00171538" w:rsidRPr="001A3077" w:rsidRDefault="006E0B40" w:rsidP="006E0B40">
      <w:pPr>
        <w:pStyle w:val="Odstavecseseznamem"/>
        <w:numPr>
          <w:ilvl w:val="0"/>
          <w:numId w:val="35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6E0B40">
        <w:rPr>
          <w:rFonts w:ascii="Verdana" w:eastAsia="Times New Roman" w:hAnsi="Verdana" w:cs="Arial"/>
          <w:b/>
          <w:color w:val="000000"/>
          <w:lang w:eastAsia="cs-CZ"/>
        </w:rPr>
        <w:t>ČESKÝ KRUMLOV, Třída Míru 1 - výpravní budova</w:t>
      </w:r>
    </w:p>
    <w:p w:rsidR="00171538" w:rsidRPr="001A3077" w:rsidRDefault="00171538" w:rsidP="00171538">
      <w:pPr>
        <w:pStyle w:val="Odstavecseseznamem"/>
        <w:numPr>
          <w:ilvl w:val="0"/>
          <w:numId w:val="34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plynový kotel  B</w:t>
      </w:r>
      <w:r w:rsidR="006A4445">
        <w:rPr>
          <w:rFonts w:ascii="Verdana" w:hAnsi="Verdana" w:cs="Arial"/>
        </w:rPr>
        <w:t>RÖTJE WGB 50i</w:t>
      </w:r>
      <w:r w:rsidRPr="001A3077">
        <w:rPr>
          <w:rFonts w:ascii="Verdana" w:hAnsi="Verdana" w:cs="Arial"/>
        </w:rPr>
        <w:t xml:space="preserve"> o jmenovitém výkonu </w:t>
      </w:r>
      <w:r w:rsidR="006A4445">
        <w:rPr>
          <w:rFonts w:ascii="Verdana" w:hAnsi="Verdana" w:cs="Arial"/>
        </w:rPr>
        <w:t>4</w:t>
      </w:r>
      <w:r w:rsidRPr="001A3077">
        <w:rPr>
          <w:rFonts w:ascii="Verdana" w:hAnsi="Verdana" w:cs="Arial"/>
        </w:rPr>
        <w:t>9</w:t>
      </w:r>
      <w:r w:rsidR="006A4445">
        <w:rPr>
          <w:rFonts w:ascii="Verdana" w:hAnsi="Verdana" w:cs="Arial"/>
        </w:rPr>
        <w:t>,5</w:t>
      </w:r>
      <w:r w:rsidRPr="001A3077">
        <w:rPr>
          <w:rFonts w:ascii="Verdana" w:hAnsi="Verdana" w:cs="Arial"/>
        </w:rPr>
        <w:t xml:space="preserve"> kW</w:t>
      </w:r>
    </w:p>
    <w:p w:rsidR="00171538" w:rsidRPr="001A3077" w:rsidRDefault="00171538" w:rsidP="00171538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Týdně provádět obsluhu zařízení dle „Provozního předpisu“ v rozsahu 1 hod.</w:t>
      </w:r>
    </w:p>
    <w:p w:rsidR="00171538" w:rsidRPr="001A3077" w:rsidRDefault="006E0B40" w:rsidP="006E0B40">
      <w:pPr>
        <w:pStyle w:val="Odstavecseseznamem"/>
        <w:numPr>
          <w:ilvl w:val="0"/>
          <w:numId w:val="35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6E0B40">
        <w:rPr>
          <w:rFonts w:ascii="Verdana" w:eastAsia="Times New Roman" w:hAnsi="Verdana" w:cs="Arial"/>
          <w:b/>
          <w:color w:val="000000"/>
          <w:lang w:eastAsia="cs-CZ"/>
        </w:rPr>
        <w:t>ČÍČENICE 41 - výpravní budova</w:t>
      </w:r>
    </w:p>
    <w:p w:rsidR="00171538" w:rsidRPr="001A3077" w:rsidRDefault="00171538" w:rsidP="00171538">
      <w:pPr>
        <w:pStyle w:val="Odstavecseseznamem"/>
        <w:numPr>
          <w:ilvl w:val="0"/>
          <w:numId w:val="34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dva plynové kotle THERM 28 TLX o celkovém jmenovitém výkonu 56 kW</w:t>
      </w:r>
    </w:p>
    <w:p w:rsidR="00171538" w:rsidRPr="001A3077" w:rsidRDefault="00171538" w:rsidP="00171538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Týdně provádět obsluhu zařízení dle „Provozního předpisu“ v rozsahu 1 hod.</w:t>
      </w:r>
    </w:p>
    <w:p w:rsidR="00171538" w:rsidRPr="001A3077" w:rsidRDefault="006E0B40" w:rsidP="006E0B40">
      <w:pPr>
        <w:pStyle w:val="Odstavecseseznamem"/>
        <w:numPr>
          <w:ilvl w:val="0"/>
          <w:numId w:val="35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6E0B40">
        <w:rPr>
          <w:rFonts w:ascii="Verdana" w:eastAsia="Times New Roman" w:hAnsi="Verdana" w:cs="Arial"/>
          <w:b/>
          <w:color w:val="000000"/>
          <w:lang w:eastAsia="cs-CZ"/>
        </w:rPr>
        <w:t>DÍVČICE 20 - výpravní budova</w:t>
      </w:r>
    </w:p>
    <w:p w:rsidR="00171538" w:rsidRPr="001A3077" w:rsidRDefault="00171538" w:rsidP="00171538">
      <w:pPr>
        <w:pStyle w:val="Odstavecseseznamem"/>
        <w:numPr>
          <w:ilvl w:val="0"/>
          <w:numId w:val="34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plynový kotel THERM 28 TCX, Turbo o jmenovitém výkonu 28 kW</w:t>
      </w:r>
    </w:p>
    <w:p w:rsidR="00171538" w:rsidRDefault="00171538" w:rsidP="00171538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Týdně provádět obsluhu zařízení dle „Provozního předpisu“ v rozsahu 1 hod.</w:t>
      </w:r>
    </w:p>
    <w:p w:rsidR="00517D21" w:rsidRPr="001A3077" w:rsidRDefault="00517D21" w:rsidP="00171538">
      <w:pPr>
        <w:spacing w:after="120" w:line="240" w:lineRule="auto"/>
        <w:rPr>
          <w:rFonts w:ascii="Verdana" w:hAnsi="Verdana" w:cs="Arial"/>
        </w:rPr>
      </w:pPr>
    </w:p>
    <w:p w:rsidR="00171538" w:rsidRPr="001A3077" w:rsidRDefault="006E0B40" w:rsidP="006E0B40">
      <w:pPr>
        <w:pStyle w:val="Odstavecseseznamem"/>
        <w:numPr>
          <w:ilvl w:val="0"/>
          <w:numId w:val="35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6E0B40">
        <w:rPr>
          <w:rFonts w:ascii="Verdana" w:eastAsia="Times New Roman" w:hAnsi="Verdana" w:cs="Arial"/>
          <w:b/>
          <w:color w:val="000000"/>
          <w:lang w:eastAsia="cs-CZ"/>
        </w:rPr>
        <w:lastRenderedPageBreak/>
        <w:t>HORNÍ PLANÁ, Jiráskova 13 - výpravní budova</w:t>
      </w:r>
    </w:p>
    <w:p w:rsidR="00171538" w:rsidRPr="001A3077" w:rsidRDefault="00171538" w:rsidP="00171538">
      <w:pPr>
        <w:pStyle w:val="Odstavecseseznamem"/>
        <w:numPr>
          <w:ilvl w:val="0"/>
          <w:numId w:val="34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kotel EKOEFEKT na pevná paliva o štítkovém výkonu 48 kW</w:t>
      </w:r>
    </w:p>
    <w:p w:rsidR="00171538" w:rsidRPr="001A3077" w:rsidRDefault="00171538" w:rsidP="00171538">
      <w:pPr>
        <w:spacing w:after="120" w:line="240" w:lineRule="auto"/>
        <w:jc w:val="both"/>
        <w:rPr>
          <w:rFonts w:ascii="Verdana" w:hAnsi="Verdana" w:cs="Arial"/>
        </w:rPr>
      </w:pPr>
      <w:r w:rsidRPr="001A3077">
        <w:rPr>
          <w:rFonts w:ascii="Verdana" w:hAnsi="Verdana" w:cs="Arial"/>
        </w:rPr>
        <w:t>Denně provádět obsluhu zařízení dle „Provozního předpisu“ v rozsahu 3 hod. Součástí obsluhy je i zajištění dodávky paliva. Používané palivo – hnědé uhlí ořech 2. Likvidaci odpadů vzniklých provozem TZ zajišťuje objednatel na vlastní náklady.</w:t>
      </w:r>
    </w:p>
    <w:p w:rsidR="00171538" w:rsidRPr="001A3077" w:rsidRDefault="006E0B40" w:rsidP="006E0B40">
      <w:pPr>
        <w:pStyle w:val="Odstavecseseznamem"/>
        <w:numPr>
          <w:ilvl w:val="0"/>
          <w:numId w:val="35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6E0B40">
        <w:rPr>
          <w:rFonts w:ascii="Verdana" w:eastAsia="Times New Roman" w:hAnsi="Verdana" w:cs="Arial"/>
          <w:b/>
          <w:color w:val="000000"/>
          <w:lang w:eastAsia="cs-CZ"/>
        </w:rPr>
        <w:t>JAROŠOV NAD NEŽÁRKOU 71 - výpravní budova</w:t>
      </w:r>
    </w:p>
    <w:p w:rsidR="00171538" w:rsidRPr="001A3077" w:rsidRDefault="00171538" w:rsidP="00171538">
      <w:pPr>
        <w:pStyle w:val="Odstavecseseznamem"/>
        <w:numPr>
          <w:ilvl w:val="0"/>
          <w:numId w:val="34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plynový kotel DESTILA DPL 50 o jmenovitém výkonu 49 kW</w:t>
      </w:r>
    </w:p>
    <w:p w:rsidR="00171538" w:rsidRPr="00CD5240" w:rsidRDefault="00171538" w:rsidP="00171538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Týdně provádět obsluhu zařízení dle „Provozního předpisu“ v rozsahu 1 hod.</w:t>
      </w:r>
    </w:p>
    <w:p w:rsidR="00171538" w:rsidRPr="001A3077" w:rsidRDefault="00081590" w:rsidP="00081590">
      <w:pPr>
        <w:pStyle w:val="Odstavecseseznamem"/>
        <w:numPr>
          <w:ilvl w:val="0"/>
          <w:numId w:val="35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081590">
        <w:rPr>
          <w:rFonts w:ascii="Verdana" w:eastAsia="Times New Roman" w:hAnsi="Verdana" w:cs="Arial"/>
          <w:b/>
          <w:color w:val="000000"/>
          <w:lang w:eastAsia="cs-CZ"/>
        </w:rPr>
        <w:t>KARDAŠOVA ŘEČICE, Nádražní 334 - výpravní budova</w:t>
      </w:r>
    </w:p>
    <w:p w:rsidR="00171538" w:rsidRPr="001A3077" w:rsidRDefault="00171538" w:rsidP="00171538">
      <w:pPr>
        <w:pStyle w:val="Odstavecseseznamem"/>
        <w:numPr>
          <w:ilvl w:val="0"/>
          <w:numId w:val="34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plynový kotel VAILLANT VU 180/1 XE o jmenovitém výkonu 18 kW</w:t>
      </w:r>
    </w:p>
    <w:p w:rsidR="00171538" w:rsidRDefault="00171538" w:rsidP="00171538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Týdně provádět obsluhu zařízení dle „Provozního předpisu“ v rozsahu 1 hod.</w:t>
      </w:r>
    </w:p>
    <w:p w:rsidR="00171538" w:rsidRPr="001A3077" w:rsidRDefault="00081590" w:rsidP="00081590">
      <w:pPr>
        <w:pStyle w:val="Odstavecseseznamem"/>
        <w:numPr>
          <w:ilvl w:val="0"/>
          <w:numId w:val="35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081590">
        <w:rPr>
          <w:rFonts w:ascii="Verdana" w:eastAsia="Times New Roman" w:hAnsi="Verdana" w:cs="Arial"/>
          <w:b/>
          <w:color w:val="000000"/>
          <w:lang w:eastAsia="cs-CZ"/>
        </w:rPr>
        <w:t>KŘEMŽE 27 - výpravní budova</w:t>
      </w:r>
    </w:p>
    <w:p w:rsidR="00171538" w:rsidRPr="001A3077" w:rsidRDefault="00171538" w:rsidP="00171538">
      <w:pPr>
        <w:pStyle w:val="Odstavecseseznamem"/>
        <w:numPr>
          <w:ilvl w:val="0"/>
          <w:numId w:val="34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plynový kotel VAILLANT 36/6-2XE o jmenovitém výkonu 35 kW</w:t>
      </w:r>
    </w:p>
    <w:p w:rsidR="00171538" w:rsidRDefault="00171538" w:rsidP="00171538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Týdně provádět obsluhu zařízení dle „Provozního předpisu“ v rozsahu 1 hod.</w:t>
      </w:r>
    </w:p>
    <w:p w:rsidR="00081590" w:rsidRPr="00AE0DA2" w:rsidRDefault="00081590" w:rsidP="00081590">
      <w:pPr>
        <w:pStyle w:val="Odstavecseseznamem"/>
        <w:numPr>
          <w:ilvl w:val="0"/>
          <w:numId w:val="35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AE0DA2">
        <w:rPr>
          <w:rFonts w:ascii="Verdana" w:eastAsia="Times New Roman" w:hAnsi="Verdana" w:cs="Arial"/>
          <w:b/>
          <w:color w:val="000000"/>
          <w:lang w:eastAsia="cs-CZ"/>
        </w:rPr>
        <w:t>LOMNICE NAD LUŽNICÍ, Nádražní 275 - výpravní budova</w:t>
      </w:r>
    </w:p>
    <w:p w:rsidR="006A4445" w:rsidRPr="001A3077" w:rsidRDefault="006A4445" w:rsidP="006A4445">
      <w:pPr>
        <w:pStyle w:val="Odstavecseseznamem"/>
        <w:numPr>
          <w:ilvl w:val="0"/>
          <w:numId w:val="34"/>
        </w:numPr>
        <w:spacing w:after="6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 xml:space="preserve">plynový kotel </w:t>
      </w:r>
      <w:r>
        <w:rPr>
          <w:rFonts w:ascii="Verdana" w:hAnsi="Verdana" w:cs="Arial"/>
        </w:rPr>
        <w:t>BRÖTJE WHBS 30C o jmenovitém výkonu 30</w:t>
      </w:r>
      <w:r w:rsidRPr="001A3077">
        <w:rPr>
          <w:rFonts w:ascii="Verdana" w:hAnsi="Verdana" w:cs="Arial"/>
        </w:rPr>
        <w:t xml:space="preserve"> kW</w:t>
      </w:r>
    </w:p>
    <w:p w:rsidR="006A4445" w:rsidRDefault="006A4445" w:rsidP="006A4445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Týdně provádět obsluhu zařízení dle „Provozního předpisu“ v rozsahu 1 hod.</w:t>
      </w:r>
    </w:p>
    <w:p w:rsidR="00171538" w:rsidRPr="001A3077" w:rsidRDefault="00081590" w:rsidP="00081590">
      <w:pPr>
        <w:pStyle w:val="Odstavecseseznamem"/>
        <w:numPr>
          <w:ilvl w:val="0"/>
          <w:numId w:val="35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081590">
        <w:rPr>
          <w:rFonts w:ascii="Verdana" w:eastAsia="Times New Roman" w:hAnsi="Verdana" w:cs="Arial"/>
          <w:b/>
          <w:color w:val="000000"/>
          <w:lang w:eastAsia="cs-CZ"/>
        </w:rPr>
        <w:t>MILEVSKO, Nádražní 402 - výpravní budova</w:t>
      </w:r>
    </w:p>
    <w:p w:rsidR="00171538" w:rsidRPr="001A3077" w:rsidRDefault="00171538" w:rsidP="00171538">
      <w:pPr>
        <w:pStyle w:val="Odstavecseseznamem"/>
        <w:numPr>
          <w:ilvl w:val="0"/>
          <w:numId w:val="34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výměník voda-voda o jmenovitém výkonu do 100 kW</w:t>
      </w:r>
    </w:p>
    <w:p w:rsidR="00171538" w:rsidRPr="001A3077" w:rsidRDefault="00171538" w:rsidP="00171538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 xml:space="preserve">Provádět obsluhu zařízení dle „Návodu k obsluze“ a „Provozního řádu“ výměníku: </w:t>
      </w:r>
    </w:p>
    <w:p w:rsidR="00171538" w:rsidRPr="00DB4414" w:rsidRDefault="00171538" w:rsidP="00171538">
      <w:pPr>
        <w:pStyle w:val="Odstavecseseznamem"/>
        <w:numPr>
          <w:ilvl w:val="0"/>
          <w:numId w:val="34"/>
        </w:numPr>
        <w:spacing w:after="0" w:line="240" w:lineRule="auto"/>
        <w:rPr>
          <w:rFonts w:ascii="Verdana" w:hAnsi="Verdana" w:cs="Arial"/>
        </w:rPr>
      </w:pPr>
      <w:r w:rsidRPr="00DB4414">
        <w:rPr>
          <w:rFonts w:ascii="Verdana" w:hAnsi="Verdana" w:cs="Arial"/>
        </w:rPr>
        <w:t>1x týdně</w:t>
      </w:r>
      <w:r w:rsidRPr="00DB4414">
        <w:rPr>
          <w:rFonts w:ascii="Verdana" w:hAnsi="Verdana" w:cs="Arial"/>
        </w:rPr>
        <w:tab/>
        <w:t>kontrola chodu výměníku</w:t>
      </w:r>
    </w:p>
    <w:p w:rsidR="00171538" w:rsidRPr="00DB4414" w:rsidRDefault="00171538" w:rsidP="00171538">
      <w:pPr>
        <w:pStyle w:val="Odstavecseseznamem"/>
        <w:numPr>
          <w:ilvl w:val="0"/>
          <w:numId w:val="34"/>
        </w:numPr>
        <w:spacing w:after="0" w:line="240" w:lineRule="auto"/>
        <w:rPr>
          <w:rFonts w:ascii="Verdana" w:hAnsi="Verdana" w:cs="Arial"/>
        </w:rPr>
      </w:pPr>
      <w:r w:rsidRPr="00DB4414">
        <w:rPr>
          <w:rFonts w:ascii="Verdana" w:hAnsi="Verdana" w:cs="Arial"/>
        </w:rPr>
        <w:t>1x měsíčně</w:t>
      </w:r>
      <w:r w:rsidRPr="00DB4414">
        <w:rPr>
          <w:rFonts w:ascii="Verdana" w:hAnsi="Verdana" w:cs="Arial"/>
        </w:rPr>
        <w:tab/>
        <w:t xml:space="preserve">kontrola tlakové nádoby </w:t>
      </w:r>
    </w:p>
    <w:p w:rsidR="00171538" w:rsidRDefault="00171538" w:rsidP="00171538">
      <w:pPr>
        <w:pStyle w:val="Odstavecseseznamem"/>
        <w:numPr>
          <w:ilvl w:val="0"/>
          <w:numId w:val="34"/>
        </w:numPr>
        <w:spacing w:after="120" w:line="240" w:lineRule="auto"/>
        <w:ind w:left="714" w:hanging="357"/>
        <w:rPr>
          <w:rFonts w:ascii="Verdana" w:hAnsi="Verdana" w:cs="Arial"/>
        </w:rPr>
      </w:pPr>
      <w:r w:rsidRPr="00DB4414">
        <w:rPr>
          <w:rFonts w:ascii="Verdana" w:hAnsi="Verdana" w:cs="Arial"/>
        </w:rPr>
        <w:t>4x ročně</w:t>
      </w:r>
      <w:r w:rsidRPr="00DB4414">
        <w:rPr>
          <w:rFonts w:ascii="Verdana" w:hAnsi="Verdana" w:cs="Arial"/>
        </w:rPr>
        <w:tab/>
        <w:t>kontrola manometrů</w:t>
      </w:r>
    </w:p>
    <w:p w:rsidR="00081590" w:rsidRPr="00081590" w:rsidRDefault="00081590" w:rsidP="00081590">
      <w:pPr>
        <w:pStyle w:val="Odstavecseseznamem"/>
        <w:spacing w:after="120" w:line="240" w:lineRule="auto"/>
        <w:ind w:left="360"/>
        <w:rPr>
          <w:rFonts w:ascii="Verdana" w:eastAsia="Times New Roman" w:hAnsi="Verdana" w:cs="Arial"/>
          <w:b/>
          <w:color w:val="000000"/>
          <w:lang w:eastAsia="cs-CZ"/>
        </w:rPr>
      </w:pPr>
    </w:p>
    <w:p w:rsidR="00171538" w:rsidRPr="001A3077" w:rsidRDefault="00081590" w:rsidP="00081590">
      <w:pPr>
        <w:pStyle w:val="Odstavecseseznamem"/>
        <w:numPr>
          <w:ilvl w:val="0"/>
          <w:numId w:val="35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081590">
        <w:rPr>
          <w:rFonts w:ascii="Verdana" w:eastAsia="Times New Roman" w:hAnsi="Verdana" w:cs="Arial"/>
          <w:b/>
          <w:color w:val="000000"/>
          <w:lang w:eastAsia="cs-CZ"/>
        </w:rPr>
        <w:t>NOVÁ VES NAD LUŽNICÍ 81 - výpravní budova</w:t>
      </w:r>
    </w:p>
    <w:p w:rsidR="00171538" w:rsidRPr="001A3077" w:rsidRDefault="00171538" w:rsidP="00171538">
      <w:pPr>
        <w:pStyle w:val="Odstavecseseznamem"/>
        <w:numPr>
          <w:ilvl w:val="0"/>
          <w:numId w:val="34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plynový kotel DAKON P LUX o jmenovitém výkonu 30 kW</w:t>
      </w:r>
    </w:p>
    <w:p w:rsidR="00171538" w:rsidRPr="001A3077" w:rsidRDefault="00171538" w:rsidP="00171538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Týdně provádět obsluhu zařízení dle „Provozního předpisu“ v rozsahu 1 hod.</w:t>
      </w:r>
    </w:p>
    <w:p w:rsidR="00171538" w:rsidRPr="001A3077" w:rsidRDefault="00081590" w:rsidP="00081590">
      <w:pPr>
        <w:pStyle w:val="Odstavecseseznamem"/>
        <w:numPr>
          <w:ilvl w:val="0"/>
          <w:numId w:val="35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081590">
        <w:rPr>
          <w:rFonts w:ascii="Verdana" w:eastAsia="Times New Roman" w:hAnsi="Verdana" w:cs="Arial"/>
          <w:b/>
          <w:color w:val="000000"/>
          <w:lang w:eastAsia="cs-CZ"/>
        </w:rPr>
        <w:t>PÍSEK MĚSTO, Sedláčkova 353 - výpravní budova</w:t>
      </w:r>
    </w:p>
    <w:p w:rsidR="00171538" w:rsidRPr="001A3077" w:rsidRDefault="00171538" w:rsidP="00171538">
      <w:pPr>
        <w:pStyle w:val="Odstavecseseznamem"/>
        <w:numPr>
          <w:ilvl w:val="0"/>
          <w:numId w:val="34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přímotopný elektrický kotel o jmenovitém výkonu 28 kW</w:t>
      </w:r>
    </w:p>
    <w:p w:rsidR="00171538" w:rsidRPr="001A3077" w:rsidRDefault="00171538" w:rsidP="00171538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Týdně provádět obsluhu zařízení dle „Provozního předpisu“ v rozsahu 1 hod.</w:t>
      </w:r>
    </w:p>
    <w:p w:rsidR="00171538" w:rsidRPr="001A3077" w:rsidRDefault="00081590" w:rsidP="00081590">
      <w:pPr>
        <w:pStyle w:val="Odstavecseseznamem"/>
        <w:numPr>
          <w:ilvl w:val="0"/>
          <w:numId w:val="35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>
        <w:rPr>
          <w:rFonts w:ascii="Verdana" w:eastAsia="Times New Roman" w:hAnsi="Verdana" w:cs="Arial"/>
          <w:b/>
          <w:color w:val="000000"/>
          <w:lang w:eastAsia="cs-CZ"/>
        </w:rPr>
        <w:t xml:space="preserve"> </w:t>
      </w:r>
      <w:r w:rsidRPr="00081590">
        <w:rPr>
          <w:rFonts w:ascii="Verdana" w:eastAsia="Times New Roman" w:hAnsi="Verdana" w:cs="Arial"/>
          <w:b/>
          <w:color w:val="000000"/>
          <w:lang w:eastAsia="cs-CZ"/>
        </w:rPr>
        <w:t>PÍSEK, Hlavní nádraží 308 - výpravní budova, DK</w:t>
      </w:r>
    </w:p>
    <w:p w:rsidR="00171538" w:rsidRPr="001A3077" w:rsidRDefault="00171538" w:rsidP="00171538">
      <w:pPr>
        <w:pStyle w:val="Odstavecseseznamem"/>
        <w:numPr>
          <w:ilvl w:val="0"/>
          <w:numId w:val="34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 xml:space="preserve">plynový kotel </w:t>
      </w:r>
      <w:r w:rsidR="006A4445">
        <w:rPr>
          <w:rFonts w:ascii="Verdana" w:hAnsi="Verdana" w:cs="Arial"/>
        </w:rPr>
        <w:t>BAXI o jmenovitém výkonu 24</w:t>
      </w:r>
      <w:r w:rsidRPr="001A3077">
        <w:rPr>
          <w:rFonts w:ascii="Verdana" w:hAnsi="Verdana" w:cs="Arial"/>
        </w:rPr>
        <w:t xml:space="preserve"> kW</w:t>
      </w:r>
    </w:p>
    <w:p w:rsidR="00171538" w:rsidRPr="001A3077" w:rsidRDefault="00171538" w:rsidP="00171538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Týdně provádět obsluhu zařízení dle „Provozního předpisu“ v rozsahu 1 hod.</w:t>
      </w:r>
    </w:p>
    <w:p w:rsidR="00171538" w:rsidRPr="001A3077" w:rsidRDefault="00081590" w:rsidP="00081590">
      <w:pPr>
        <w:pStyle w:val="Odstavecseseznamem"/>
        <w:numPr>
          <w:ilvl w:val="0"/>
          <w:numId w:val="35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081590">
        <w:rPr>
          <w:rFonts w:ascii="Verdana" w:eastAsia="Times New Roman" w:hAnsi="Verdana" w:cs="Arial"/>
          <w:b/>
          <w:color w:val="000000"/>
          <w:lang w:eastAsia="cs-CZ"/>
        </w:rPr>
        <w:t xml:space="preserve">PÍSEK, Hlavní nádraží 308 - výpravní budova, pokladny, </w:t>
      </w:r>
      <w:proofErr w:type="spellStart"/>
      <w:r w:rsidRPr="00081590">
        <w:rPr>
          <w:rFonts w:ascii="Verdana" w:eastAsia="Times New Roman" w:hAnsi="Verdana" w:cs="Arial"/>
          <w:b/>
          <w:color w:val="000000"/>
          <w:lang w:eastAsia="cs-CZ"/>
        </w:rPr>
        <w:t>tranzito</w:t>
      </w:r>
      <w:proofErr w:type="spellEnd"/>
      <w:r w:rsidRPr="00081590">
        <w:rPr>
          <w:rFonts w:ascii="Verdana" w:eastAsia="Times New Roman" w:hAnsi="Verdana" w:cs="Arial"/>
          <w:b/>
          <w:color w:val="000000"/>
          <w:lang w:eastAsia="cs-CZ"/>
        </w:rPr>
        <w:t>, čekárna</w:t>
      </w:r>
    </w:p>
    <w:p w:rsidR="00171538" w:rsidRPr="001A3077" w:rsidRDefault="00171538" w:rsidP="00171538">
      <w:pPr>
        <w:pStyle w:val="Odstavecseseznamem"/>
        <w:numPr>
          <w:ilvl w:val="0"/>
          <w:numId w:val="34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 xml:space="preserve">plynový kotel </w:t>
      </w:r>
      <w:r w:rsidR="006A4445">
        <w:rPr>
          <w:rFonts w:ascii="Verdana" w:hAnsi="Verdana" w:cs="Arial"/>
        </w:rPr>
        <w:t xml:space="preserve">BRÖTJE WGB M 20 EVO </w:t>
      </w:r>
      <w:r w:rsidRPr="001A3077">
        <w:rPr>
          <w:rFonts w:ascii="Verdana" w:hAnsi="Verdana" w:cs="Arial"/>
        </w:rPr>
        <w:t>o jmenovitém výkonu 2</w:t>
      </w:r>
      <w:r w:rsidR="006A4445">
        <w:rPr>
          <w:rFonts w:ascii="Verdana" w:hAnsi="Verdana" w:cs="Arial"/>
        </w:rPr>
        <w:t>0</w:t>
      </w:r>
      <w:r w:rsidRPr="001A3077">
        <w:rPr>
          <w:rFonts w:ascii="Verdana" w:hAnsi="Verdana" w:cs="Arial"/>
        </w:rPr>
        <w:t xml:space="preserve"> kW</w:t>
      </w:r>
    </w:p>
    <w:p w:rsidR="00171538" w:rsidRPr="001A3077" w:rsidRDefault="00171538" w:rsidP="00171538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Týdně provádět obsluhu zařízení dle „Provozního předpisu“ v rozsahu 1 hod.</w:t>
      </w:r>
    </w:p>
    <w:p w:rsidR="00171538" w:rsidRPr="001A3077" w:rsidRDefault="00081590" w:rsidP="00AE0DA2">
      <w:pPr>
        <w:pStyle w:val="Odstavecseseznamem"/>
        <w:numPr>
          <w:ilvl w:val="0"/>
          <w:numId w:val="35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>
        <w:rPr>
          <w:rFonts w:ascii="Verdana" w:eastAsia="Times New Roman" w:hAnsi="Verdana" w:cs="Arial"/>
          <w:b/>
          <w:color w:val="000000"/>
          <w:lang w:eastAsia="cs-CZ"/>
        </w:rPr>
        <w:t xml:space="preserve"> </w:t>
      </w:r>
      <w:r w:rsidR="00AE0DA2" w:rsidRPr="00AE0DA2">
        <w:rPr>
          <w:rFonts w:ascii="Verdana" w:eastAsia="Times New Roman" w:hAnsi="Verdana" w:cs="Arial"/>
          <w:b/>
          <w:color w:val="000000"/>
          <w:lang w:eastAsia="cs-CZ"/>
        </w:rPr>
        <w:t>PÍSEK, Hlavní nádraží 1734 - budova ATÚ, tel. ústředna</w:t>
      </w:r>
    </w:p>
    <w:p w:rsidR="00171538" w:rsidRPr="001A3077" w:rsidRDefault="00171538" w:rsidP="00171538">
      <w:pPr>
        <w:pStyle w:val="Odstavecseseznamem"/>
        <w:numPr>
          <w:ilvl w:val="0"/>
          <w:numId w:val="34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plynový kotel THERM 28 LXE o jmenovitém výkonu 28 kW</w:t>
      </w:r>
    </w:p>
    <w:p w:rsidR="00171538" w:rsidRPr="001A3077" w:rsidRDefault="00171538" w:rsidP="00171538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Týdně provádět obsluhu zařízení dle „Provozního předpisu“ v rozsahu 1 hod.</w:t>
      </w:r>
    </w:p>
    <w:p w:rsidR="00171538" w:rsidRPr="001A3077" w:rsidRDefault="00081590" w:rsidP="00081590">
      <w:pPr>
        <w:pStyle w:val="Odstavecseseznamem"/>
        <w:numPr>
          <w:ilvl w:val="0"/>
          <w:numId w:val="35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>
        <w:rPr>
          <w:rFonts w:ascii="Verdana" w:eastAsia="Times New Roman" w:hAnsi="Verdana" w:cs="Arial"/>
          <w:b/>
          <w:color w:val="000000"/>
          <w:lang w:eastAsia="cs-CZ"/>
        </w:rPr>
        <w:t xml:space="preserve"> </w:t>
      </w:r>
      <w:r w:rsidRPr="00081590">
        <w:rPr>
          <w:rFonts w:ascii="Verdana" w:eastAsia="Times New Roman" w:hAnsi="Verdana" w:cs="Arial"/>
          <w:b/>
          <w:color w:val="000000"/>
          <w:lang w:eastAsia="cs-CZ"/>
        </w:rPr>
        <w:t>POČÁTKY</w:t>
      </w:r>
      <w:r>
        <w:rPr>
          <w:rFonts w:ascii="Verdana" w:eastAsia="Times New Roman" w:hAnsi="Verdana" w:cs="Arial"/>
          <w:b/>
          <w:color w:val="000000"/>
          <w:lang w:eastAsia="cs-CZ"/>
        </w:rPr>
        <w:t>-ŽIROVNICE</w:t>
      </w:r>
      <w:r w:rsidRPr="00081590">
        <w:rPr>
          <w:rFonts w:ascii="Verdana" w:eastAsia="Times New Roman" w:hAnsi="Verdana" w:cs="Arial"/>
          <w:b/>
          <w:color w:val="000000"/>
          <w:lang w:eastAsia="cs-CZ"/>
        </w:rPr>
        <w:t>, Stojčín 26 - výpravní budova</w:t>
      </w:r>
    </w:p>
    <w:p w:rsidR="00171538" w:rsidRPr="001A3077" w:rsidRDefault="00171538" w:rsidP="00171538">
      <w:pPr>
        <w:pStyle w:val="Odstavecseseznamem"/>
        <w:numPr>
          <w:ilvl w:val="0"/>
          <w:numId w:val="34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elektrický kotel REJNOK/RAJA 24 K o jmenovitém výkonu 28 kW</w:t>
      </w:r>
    </w:p>
    <w:p w:rsidR="00171538" w:rsidRDefault="00171538" w:rsidP="00171538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Týdně provádět obsluhu zařízení dle „Provozního předpisu“ v rozsahu 1 hod.</w:t>
      </w:r>
    </w:p>
    <w:p w:rsidR="00171538" w:rsidRPr="001A3077" w:rsidRDefault="00081590" w:rsidP="00081590">
      <w:pPr>
        <w:pStyle w:val="Odstavecseseznamem"/>
        <w:numPr>
          <w:ilvl w:val="0"/>
          <w:numId w:val="35"/>
        </w:numPr>
        <w:spacing w:after="120" w:line="240" w:lineRule="auto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 xml:space="preserve"> </w:t>
      </w:r>
      <w:r w:rsidRPr="00081590">
        <w:rPr>
          <w:rFonts w:ascii="Verdana" w:hAnsi="Verdana" w:cs="Arial"/>
          <w:b/>
        </w:rPr>
        <w:t>PRACHATICE, Nádražní 386 - budova TO</w:t>
      </w:r>
    </w:p>
    <w:p w:rsidR="00171538" w:rsidRPr="001A3077" w:rsidRDefault="00171538" w:rsidP="00171538">
      <w:pPr>
        <w:pStyle w:val="Odstavecseseznamem"/>
        <w:numPr>
          <w:ilvl w:val="0"/>
          <w:numId w:val="34"/>
        </w:numPr>
        <w:spacing w:after="60" w:line="240" w:lineRule="auto"/>
        <w:ind w:left="714" w:hanging="357"/>
        <w:rPr>
          <w:rFonts w:ascii="Verdana" w:hAnsi="Verdana" w:cs="Arial"/>
          <w:b/>
        </w:rPr>
      </w:pPr>
      <w:r w:rsidRPr="001A3077">
        <w:rPr>
          <w:rFonts w:ascii="Verdana" w:hAnsi="Verdana" w:cs="Arial"/>
        </w:rPr>
        <w:t>kotel DAKON 25 MAX na pevná paliva o jmenovitém výkonu 27 kW</w:t>
      </w:r>
    </w:p>
    <w:p w:rsidR="00171538" w:rsidRDefault="00171538" w:rsidP="00171538">
      <w:pPr>
        <w:spacing w:after="120" w:line="240" w:lineRule="auto"/>
        <w:jc w:val="both"/>
        <w:rPr>
          <w:rFonts w:ascii="Verdana" w:hAnsi="Verdana" w:cs="Arial"/>
        </w:rPr>
      </w:pPr>
      <w:r w:rsidRPr="001A3077">
        <w:rPr>
          <w:rFonts w:ascii="Verdana" w:hAnsi="Verdana" w:cs="Arial"/>
        </w:rPr>
        <w:t>Denně provádět obsluhu zařízení dle „Provozního předpisu“ v rozsahu 1 hod. Součástí obsluhy je i zajištění dodávky paliva. Používané palivo - hnědé uhlí, kostka. Likvidaci odpadů vzniklých provozem TZ zajišťuje objednatel na vlastní náklady.</w:t>
      </w:r>
    </w:p>
    <w:p w:rsidR="00171538" w:rsidRPr="001A3077" w:rsidRDefault="00081590" w:rsidP="00081590">
      <w:pPr>
        <w:pStyle w:val="Odstavecseseznamem"/>
        <w:numPr>
          <w:ilvl w:val="0"/>
          <w:numId w:val="35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>
        <w:rPr>
          <w:rFonts w:ascii="Verdana" w:eastAsia="Times New Roman" w:hAnsi="Verdana" w:cs="Arial"/>
          <w:b/>
          <w:color w:val="000000"/>
          <w:lang w:eastAsia="cs-CZ"/>
        </w:rPr>
        <w:t xml:space="preserve"> </w:t>
      </w:r>
      <w:r w:rsidRPr="00081590">
        <w:rPr>
          <w:rFonts w:ascii="Verdana" w:eastAsia="Times New Roman" w:hAnsi="Verdana" w:cs="Arial"/>
          <w:b/>
          <w:color w:val="000000"/>
          <w:lang w:eastAsia="cs-CZ"/>
        </w:rPr>
        <w:t>PRACHATICE, Nádražní 217 - výpravní budova</w:t>
      </w:r>
    </w:p>
    <w:p w:rsidR="00171538" w:rsidRPr="001A3077" w:rsidRDefault="00171538" w:rsidP="00171538">
      <w:pPr>
        <w:pStyle w:val="Odstavecseseznamem"/>
        <w:numPr>
          <w:ilvl w:val="0"/>
          <w:numId w:val="34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dva pl</w:t>
      </w:r>
      <w:r w:rsidR="003F0871">
        <w:rPr>
          <w:rFonts w:ascii="Verdana" w:hAnsi="Verdana" w:cs="Arial"/>
        </w:rPr>
        <w:t xml:space="preserve">ynové kotle BOSCH CONDENS 9000 IW 50-23 a </w:t>
      </w:r>
      <w:r w:rsidRPr="001A3077">
        <w:rPr>
          <w:rFonts w:ascii="Verdana" w:hAnsi="Verdana" w:cs="Arial"/>
        </w:rPr>
        <w:t xml:space="preserve">JUNKERS </w:t>
      </w:r>
      <w:r w:rsidR="003F0871">
        <w:rPr>
          <w:rFonts w:ascii="Verdana" w:hAnsi="Verdana" w:cs="Arial"/>
        </w:rPr>
        <w:t xml:space="preserve">CERAPTUR COMPACT ZWB 24-1 DE 23 o celkovém </w:t>
      </w:r>
      <w:r w:rsidRPr="001A3077">
        <w:rPr>
          <w:rFonts w:ascii="Verdana" w:hAnsi="Verdana" w:cs="Arial"/>
        </w:rPr>
        <w:t>jmenovitém výkonu 7</w:t>
      </w:r>
      <w:r w:rsidR="003F0871">
        <w:rPr>
          <w:rFonts w:ascii="Verdana" w:hAnsi="Verdana" w:cs="Arial"/>
        </w:rPr>
        <w:t>4,5</w:t>
      </w:r>
      <w:r w:rsidRPr="001A3077">
        <w:rPr>
          <w:rFonts w:ascii="Verdana" w:hAnsi="Verdana" w:cs="Arial"/>
        </w:rPr>
        <w:t xml:space="preserve"> kW</w:t>
      </w:r>
    </w:p>
    <w:p w:rsidR="00171538" w:rsidRPr="001A3077" w:rsidRDefault="00171538" w:rsidP="00171538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Týdně provádět obsluhu zařízení dle „Provozního předpisu“ v rozsahu 1 hod.</w:t>
      </w:r>
    </w:p>
    <w:p w:rsidR="00171538" w:rsidRPr="001A3077" w:rsidRDefault="00081590" w:rsidP="00081590">
      <w:pPr>
        <w:pStyle w:val="Odstavecseseznamem"/>
        <w:numPr>
          <w:ilvl w:val="0"/>
          <w:numId w:val="35"/>
        </w:numPr>
        <w:spacing w:after="120" w:line="240" w:lineRule="auto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 xml:space="preserve"> </w:t>
      </w:r>
      <w:r w:rsidRPr="00081590">
        <w:rPr>
          <w:rFonts w:ascii="Verdana" w:hAnsi="Verdana" w:cs="Arial"/>
          <w:b/>
        </w:rPr>
        <w:t>PROTIVÍN, Švermova 894 - budova TO</w:t>
      </w:r>
    </w:p>
    <w:p w:rsidR="00171538" w:rsidRPr="001A3077" w:rsidRDefault="00171538" w:rsidP="00171538">
      <w:pPr>
        <w:pStyle w:val="Odstavecseseznamem"/>
        <w:numPr>
          <w:ilvl w:val="0"/>
          <w:numId w:val="34"/>
        </w:numPr>
        <w:spacing w:after="60" w:line="240" w:lineRule="auto"/>
        <w:ind w:left="714" w:hanging="357"/>
        <w:rPr>
          <w:rFonts w:ascii="Verdana" w:hAnsi="Verdana" w:cs="Arial"/>
          <w:b/>
        </w:rPr>
      </w:pPr>
      <w:r w:rsidRPr="001A3077">
        <w:rPr>
          <w:rFonts w:ascii="Verdana" w:hAnsi="Verdana" w:cs="Arial"/>
        </w:rPr>
        <w:t>kotel VSB I na pevná paliva o jmenovitém výkonu 97,5 kW</w:t>
      </w:r>
    </w:p>
    <w:p w:rsidR="00171538" w:rsidRPr="001A3077" w:rsidRDefault="00171538" w:rsidP="00171538">
      <w:pPr>
        <w:spacing w:after="120" w:line="240" w:lineRule="auto"/>
        <w:jc w:val="both"/>
        <w:rPr>
          <w:rFonts w:ascii="Verdana" w:hAnsi="Verdana" w:cs="Arial"/>
        </w:rPr>
      </w:pPr>
      <w:r w:rsidRPr="001A3077">
        <w:rPr>
          <w:rFonts w:ascii="Verdana" w:hAnsi="Verdana" w:cs="Arial"/>
        </w:rPr>
        <w:lastRenderedPageBreak/>
        <w:t>Denně provádět obsluhu zařízení dle „Provozního předpisu“ v rozsahu 3 hod. Součástí obsluhy je i zajištění dodávka paliva, včetně dřeva na zátop. Používané palivo – koks, ořech 2. Likvidaci odpadů vzniklých provozem TZ zajišťuje objednatel na vlastní náklady.</w:t>
      </w:r>
    </w:p>
    <w:p w:rsidR="00171538" w:rsidRPr="001A3077" w:rsidRDefault="00081590" w:rsidP="00081590">
      <w:pPr>
        <w:pStyle w:val="Odstavecseseznamem"/>
        <w:numPr>
          <w:ilvl w:val="0"/>
          <w:numId w:val="35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>
        <w:rPr>
          <w:rFonts w:ascii="Verdana" w:eastAsia="Times New Roman" w:hAnsi="Verdana" w:cs="Arial"/>
          <w:b/>
          <w:color w:val="000000"/>
          <w:lang w:eastAsia="cs-CZ"/>
        </w:rPr>
        <w:t xml:space="preserve"> </w:t>
      </w:r>
      <w:r w:rsidRPr="00081590">
        <w:rPr>
          <w:rFonts w:ascii="Verdana" w:eastAsia="Times New Roman" w:hAnsi="Verdana" w:cs="Arial"/>
          <w:b/>
          <w:color w:val="000000"/>
          <w:lang w:eastAsia="cs-CZ"/>
        </w:rPr>
        <w:t>PROTIVÍN, Švermova176 - výpravní budova</w:t>
      </w:r>
    </w:p>
    <w:p w:rsidR="00171538" w:rsidRPr="001A3077" w:rsidRDefault="00171538" w:rsidP="00171538">
      <w:pPr>
        <w:pStyle w:val="Odstavecseseznamem"/>
        <w:numPr>
          <w:ilvl w:val="0"/>
          <w:numId w:val="34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 xml:space="preserve">dva plynové kotle </w:t>
      </w:r>
      <w:r w:rsidR="009F2893">
        <w:rPr>
          <w:rFonts w:ascii="Verdana" w:hAnsi="Verdana" w:cs="Arial"/>
        </w:rPr>
        <w:t xml:space="preserve">BRÖTJE WHBS 30C </w:t>
      </w:r>
      <w:r w:rsidRPr="001A3077">
        <w:rPr>
          <w:rFonts w:ascii="Verdana" w:hAnsi="Verdana" w:cs="Arial"/>
        </w:rPr>
        <w:t>o jmenovitém výkonu 6</w:t>
      </w:r>
      <w:r w:rsidR="009F2893">
        <w:rPr>
          <w:rFonts w:ascii="Verdana" w:hAnsi="Verdana" w:cs="Arial"/>
        </w:rPr>
        <w:t>0</w:t>
      </w:r>
      <w:r w:rsidRPr="001A3077">
        <w:rPr>
          <w:rFonts w:ascii="Verdana" w:hAnsi="Verdana" w:cs="Arial"/>
        </w:rPr>
        <w:t xml:space="preserve"> kW</w:t>
      </w:r>
    </w:p>
    <w:p w:rsidR="00171538" w:rsidRDefault="00171538" w:rsidP="00171538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Týdně provádět obsluhu zařízení dle „Provozního předpisu“ v rozsahu 1 hod.</w:t>
      </w:r>
    </w:p>
    <w:p w:rsidR="00081590" w:rsidRPr="00AE0DA2" w:rsidRDefault="00081590" w:rsidP="00081590">
      <w:pPr>
        <w:pStyle w:val="Odstavecseseznamem"/>
        <w:numPr>
          <w:ilvl w:val="0"/>
          <w:numId w:val="35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AE0DA2">
        <w:rPr>
          <w:rFonts w:ascii="Verdana" w:eastAsia="Times New Roman" w:hAnsi="Verdana" w:cs="Arial"/>
          <w:b/>
          <w:color w:val="000000"/>
          <w:lang w:eastAsia="cs-CZ"/>
        </w:rPr>
        <w:t xml:space="preserve"> PROTIVÍN, Švermova 598 - budova ATÚ</w:t>
      </w:r>
    </w:p>
    <w:p w:rsidR="009163AE" w:rsidRPr="001A3077" w:rsidRDefault="009163AE" w:rsidP="009163AE">
      <w:pPr>
        <w:pStyle w:val="Odstavecseseznamem"/>
        <w:numPr>
          <w:ilvl w:val="0"/>
          <w:numId w:val="34"/>
        </w:numPr>
        <w:spacing w:after="60" w:line="240" w:lineRule="auto"/>
        <w:rPr>
          <w:rFonts w:ascii="Verdana" w:hAnsi="Verdana" w:cs="Arial"/>
        </w:rPr>
      </w:pPr>
      <w:r w:rsidRPr="00AE0DA2">
        <w:rPr>
          <w:rFonts w:ascii="Verdana" w:hAnsi="Verdana" w:cs="Arial"/>
        </w:rPr>
        <w:t>dva elektrické kotle PROTHERM DUO DAKON</w:t>
      </w:r>
      <w:r>
        <w:rPr>
          <w:rFonts w:ascii="Verdana" w:hAnsi="Verdana" w:cs="Arial"/>
        </w:rPr>
        <w:t xml:space="preserve"> o celkovém jmenovitém výkonu 42</w:t>
      </w:r>
      <w:r w:rsidRPr="001A3077">
        <w:rPr>
          <w:rFonts w:ascii="Verdana" w:hAnsi="Verdana" w:cs="Arial"/>
        </w:rPr>
        <w:t xml:space="preserve"> kW</w:t>
      </w:r>
    </w:p>
    <w:p w:rsidR="009163AE" w:rsidRDefault="009163AE" w:rsidP="009163AE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Týdně provádět obsluhu zařízení dle „Provozního předpisu“ v rozsahu 1 hod.</w:t>
      </w:r>
    </w:p>
    <w:p w:rsidR="00171538" w:rsidRPr="001A3077" w:rsidRDefault="00081590" w:rsidP="00081590">
      <w:pPr>
        <w:pStyle w:val="Odstavecseseznamem"/>
        <w:numPr>
          <w:ilvl w:val="0"/>
          <w:numId w:val="35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>
        <w:rPr>
          <w:rFonts w:ascii="Verdana" w:eastAsia="Times New Roman" w:hAnsi="Verdana" w:cs="Arial"/>
          <w:b/>
          <w:color w:val="000000"/>
          <w:lang w:eastAsia="cs-CZ"/>
        </w:rPr>
        <w:t xml:space="preserve"> </w:t>
      </w:r>
      <w:r w:rsidRPr="00081590">
        <w:rPr>
          <w:rFonts w:ascii="Verdana" w:eastAsia="Times New Roman" w:hAnsi="Verdana" w:cs="Arial"/>
          <w:b/>
          <w:color w:val="000000"/>
          <w:lang w:eastAsia="cs-CZ"/>
        </w:rPr>
        <w:t>PUTIM 115 - výpravní budova</w:t>
      </w:r>
    </w:p>
    <w:p w:rsidR="00171538" w:rsidRPr="001A3077" w:rsidRDefault="00171538" w:rsidP="00171538">
      <w:pPr>
        <w:pStyle w:val="Odstavecseseznamem"/>
        <w:numPr>
          <w:ilvl w:val="0"/>
          <w:numId w:val="34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elektrický kotel DAKON o jmenovitém výkonu 30 kW</w:t>
      </w:r>
    </w:p>
    <w:p w:rsidR="00171538" w:rsidRDefault="00171538" w:rsidP="00171538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Týdně provádět obsluhu zařízení dle „Provozního předpisu“ v rozsahu 1 hod.</w:t>
      </w:r>
    </w:p>
    <w:p w:rsidR="00171538" w:rsidRPr="001A3077" w:rsidRDefault="00081590" w:rsidP="00081590">
      <w:pPr>
        <w:pStyle w:val="Odstavecseseznamem"/>
        <w:numPr>
          <w:ilvl w:val="0"/>
          <w:numId w:val="35"/>
        </w:numPr>
        <w:spacing w:after="120" w:line="240" w:lineRule="auto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 xml:space="preserve"> </w:t>
      </w:r>
      <w:r w:rsidRPr="00081590">
        <w:rPr>
          <w:rFonts w:ascii="Verdana" w:hAnsi="Verdana" w:cs="Arial"/>
          <w:b/>
        </w:rPr>
        <w:t>SEZIMOVO ÚSTÍ, Okružní 302 - budova zastávky</w:t>
      </w:r>
    </w:p>
    <w:p w:rsidR="00171538" w:rsidRPr="001A3077" w:rsidRDefault="00171538" w:rsidP="00171538">
      <w:pPr>
        <w:pStyle w:val="Odstavecseseznamem"/>
        <w:numPr>
          <w:ilvl w:val="0"/>
          <w:numId w:val="34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kotel VARIMATIK VM 65 na pevná paliva o jmenovitém výkonu 65 kW</w:t>
      </w:r>
    </w:p>
    <w:p w:rsidR="00171538" w:rsidRPr="001A3077" w:rsidRDefault="00171538" w:rsidP="00171538">
      <w:pPr>
        <w:spacing w:after="120" w:line="240" w:lineRule="auto"/>
        <w:jc w:val="both"/>
        <w:rPr>
          <w:rFonts w:ascii="Verdana" w:hAnsi="Verdana" w:cs="Arial"/>
        </w:rPr>
      </w:pPr>
      <w:r w:rsidRPr="001A3077">
        <w:rPr>
          <w:rFonts w:ascii="Verdana" w:hAnsi="Verdana" w:cs="Arial"/>
        </w:rPr>
        <w:t>Denně provádět obsluhu zařízení dle „Provozního předpisu“ v rozsahu 1,5 hod. Součástí obsluhy je i zajištění dodávky paliva, včetně jeho složení pasem.  Používané palivo - hnědé uhlí, ořech 2. Likvidaci odpadů vzniklých provozem TZ zajišťuje objednatel na vlastní náklady.</w:t>
      </w:r>
    </w:p>
    <w:p w:rsidR="00171538" w:rsidRPr="001A3077" w:rsidRDefault="00906DBC" w:rsidP="00906DBC">
      <w:pPr>
        <w:pStyle w:val="Odstavecseseznamem"/>
        <w:numPr>
          <w:ilvl w:val="0"/>
          <w:numId w:val="35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>
        <w:rPr>
          <w:rFonts w:ascii="Verdana" w:eastAsia="Times New Roman" w:hAnsi="Verdana" w:cs="Arial"/>
          <w:b/>
          <w:color w:val="000000"/>
          <w:lang w:eastAsia="cs-CZ"/>
        </w:rPr>
        <w:t xml:space="preserve"> </w:t>
      </w:r>
      <w:r w:rsidRPr="00906DBC">
        <w:rPr>
          <w:rFonts w:ascii="Verdana" w:eastAsia="Times New Roman" w:hAnsi="Verdana" w:cs="Arial"/>
          <w:b/>
          <w:color w:val="000000"/>
          <w:lang w:eastAsia="cs-CZ"/>
        </w:rPr>
        <w:t>SUCHDOL NAD LUŽNICÍ, U Nádraží 130 - výpravní budova</w:t>
      </w:r>
    </w:p>
    <w:p w:rsidR="00171538" w:rsidRPr="001A3077" w:rsidRDefault="00171538" w:rsidP="00171538">
      <w:pPr>
        <w:pStyle w:val="Odstavecseseznamem"/>
        <w:numPr>
          <w:ilvl w:val="0"/>
          <w:numId w:val="34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plynový kotel THERM 28 LX Turbo o jmenovitém výkonu 24 kW</w:t>
      </w:r>
    </w:p>
    <w:p w:rsidR="00171538" w:rsidRPr="001A3077" w:rsidRDefault="00171538" w:rsidP="00171538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Týdně provádět obsluhu zařízení dle „Provozního předpisu“ v rozsahu 1 hod.</w:t>
      </w:r>
    </w:p>
    <w:p w:rsidR="00171538" w:rsidRPr="001A3077" w:rsidRDefault="00906DBC" w:rsidP="00906DBC">
      <w:pPr>
        <w:pStyle w:val="Odstavecseseznamem"/>
        <w:numPr>
          <w:ilvl w:val="0"/>
          <w:numId w:val="35"/>
        </w:numPr>
        <w:spacing w:after="360" w:line="240" w:lineRule="auto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 xml:space="preserve"> </w:t>
      </w:r>
      <w:r w:rsidRPr="00906DBC">
        <w:rPr>
          <w:rFonts w:ascii="Verdana" w:hAnsi="Verdana" w:cs="Arial"/>
          <w:b/>
        </w:rPr>
        <w:t>TŘEBOŇ LÁZNĚ, Dukelská 169 - výpravní budova</w:t>
      </w:r>
    </w:p>
    <w:p w:rsidR="00171538" w:rsidRPr="001A3077" w:rsidRDefault="00171538" w:rsidP="00171538">
      <w:pPr>
        <w:pStyle w:val="Odstavecseseznamem"/>
        <w:numPr>
          <w:ilvl w:val="0"/>
          <w:numId w:val="34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plynový kotel BR</w:t>
      </w:r>
      <w:r w:rsidR="009163AE">
        <w:rPr>
          <w:rFonts w:ascii="Verdana" w:hAnsi="Verdana" w:cs="Arial"/>
        </w:rPr>
        <w:t>Ö</w:t>
      </w:r>
      <w:r w:rsidRPr="001A3077">
        <w:rPr>
          <w:rFonts w:ascii="Verdana" w:hAnsi="Verdana" w:cs="Arial"/>
        </w:rPr>
        <w:t>TJE</w:t>
      </w:r>
      <w:r w:rsidR="009163AE">
        <w:rPr>
          <w:rFonts w:ascii="Verdana" w:hAnsi="Verdana" w:cs="Arial"/>
        </w:rPr>
        <w:t xml:space="preserve"> WHBS 30C</w:t>
      </w:r>
      <w:r w:rsidRPr="001A3077">
        <w:rPr>
          <w:rFonts w:ascii="Verdana" w:hAnsi="Verdana" w:cs="Arial"/>
        </w:rPr>
        <w:t xml:space="preserve">  o jmenovitém výkonu </w:t>
      </w:r>
      <w:r w:rsidR="009163AE">
        <w:rPr>
          <w:rFonts w:ascii="Verdana" w:hAnsi="Verdana" w:cs="Arial"/>
        </w:rPr>
        <w:t>30</w:t>
      </w:r>
      <w:r w:rsidRPr="001A3077">
        <w:rPr>
          <w:rFonts w:ascii="Verdana" w:hAnsi="Verdana" w:cs="Arial"/>
        </w:rPr>
        <w:t xml:space="preserve"> kW</w:t>
      </w:r>
    </w:p>
    <w:p w:rsidR="00171538" w:rsidRPr="001A3077" w:rsidRDefault="00171538" w:rsidP="00171538">
      <w:pPr>
        <w:spacing w:after="6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Týdně provádět obsluhu zařízení dle „Provozního předpisu“ v rozsahu 1 hod.</w:t>
      </w:r>
    </w:p>
    <w:p w:rsidR="00171538" w:rsidRPr="001A3077" w:rsidRDefault="00906DBC" w:rsidP="00906DBC">
      <w:pPr>
        <w:pStyle w:val="Odstavecseseznamem"/>
        <w:numPr>
          <w:ilvl w:val="0"/>
          <w:numId w:val="35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906DBC">
        <w:rPr>
          <w:rFonts w:ascii="Verdana" w:eastAsia="Times New Roman" w:hAnsi="Verdana" w:cs="Arial"/>
          <w:b/>
          <w:color w:val="000000"/>
          <w:lang w:eastAsia="cs-CZ"/>
        </w:rPr>
        <w:t>TŘEBOŇ, Nádražní 259 - výpravní budova</w:t>
      </w:r>
    </w:p>
    <w:p w:rsidR="00171538" w:rsidRPr="001A3077" w:rsidRDefault="00171538" w:rsidP="00171538">
      <w:pPr>
        <w:pStyle w:val="Odstavecseseznamem"/>
        <w:numPr>
          <w:ilvl w:val="0"/>
          <w:numId w:val="34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 xml:space="preserve">plynový kotel </w:t>
      </w:r>
      <w:r w:rsidR="009163AE">
        <w:rPr>
          <w:rFonts w:ascii="Verdana" w:hAnsi="Verdana" w:cs="Arial"/>
        </w:rPr>
        <w:t>BRÖTJE WHBS 30C</w:t>
      </w:r>
      <w:r w:rsidRPr="001A3077">
        <w:rPr>
          <w:rFonts w:ascii="Verdana" w:hAnsi="Verdana" w:cs="Arial"/>
        </w:rPr>
        <w:t xml:space="preserve"> o jmenovitém výkonu </w:t>
      </w:r>
      <w:r w:rsidR="009163AE">
        <w:rPr>
          <w:rFonts w:ascii="Verdana" w:hAnsi="Verdana" w:cs="Arial"/>
        </w:rPr>
        <w:t>30</w:t>
      </w:r>
      <w:r w:rsidRPr="001A3077">
        <w:rPr>
          <w:rFonts w:ascii="Verdana" w:hAnsi="Verdana" w:cs="Arial"/>
        </w:rPr>
        <w:t xml:space="preserve"> kW</w:t>
      </w:r>
    </w:p>
    <w:p w:rsidR="00171538" w:rsidRDefault="00171538" w:rsidP="00171538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Týdně provádět obsluhu zařízení dle „Provozního předpisu“ v rozsahu 1 hod.</w:t>
      </w:r>
    </w:p>
    <w:p w:rsidR="00171538" w:rsidRPr="001A3077" w:rsidRDefault="00906DBC" w:rsidP="00906DBC">
      <w:pPr>
        <w:pStyle w:val="Odstavecseseznamem"/>
        <w:numPr>
          <w:ilvl w:val="0"/>
          <w:numId w:val="35"/>
        </w:numPr>
        <w:spacing w:after="120" w:line="240" w:lineRule="auto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 xml:space="preserve"> </w:t>
      </w:r>
      <w:r w:rsidRPr="00906DBC">
        <w:rPr>
          <w:rFonts w:ascii="Verdana" w:hAnsi="Verdana" w:cs="Arial"/>
          <w:b/>
        </w:rPr>
        <w:t xml:space="preserve">VESELÍ NAD LUŽNICÍ, Pod </w:t>
      </w:r>
      <w:proofErr w:type="spellStart"/>
      <w:r w:rsidRPr="00906DBC">
        <w:rPr>
          <w:rFonts w:ascii="Verdana" w:hAnsi="Verdana" w:cs="Arial"/>
          <w:b/>
        </w:rPr>
        <w:t>Rafandou</w:t>
      </w:r>
      <w:proofErr w:type="spellEnd"/>
      <w:r w:rsidRPr="00906DBC">
        <w:rPr>
          <w:rFonts w:ascii="Verdana" w:hAnsi="Verdana" w:cs="Arial"/>
          <w:b/>
        </w:rPr>
        <w:t xml:space="preserve"> 882- mechanizační středisko</w:t>
      </w:r>
    </w:p>
    <w:p w:rsidR="00171538" w:rsidRPr="001A3077" w:rsidRDefault="00171538" w:rsidP="00171538">
      <w:pPr>
        <w:pStyle w:val="Odstavecseseznamem"/>
        <w:numPr>
          <w:ilvl w:val="0"/>
          <w:numId w:val="34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dva plynové kotle VAILLANT VU INT 466-7H o jmenovitém výkonu 92 kW</w:t>
      </w:r>
    </w:p>
    <w:p w:rsidR="00171538" w:rsidRPr="001A3077" w:rsidRDefault="00171538" w:rsidP="00171538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Denně provádět obsluhu zařízení dle „Provozního předpisu“ v rozsahu 1 hod.</w:t>
      </w:r>
    </w:p>
    <w:p w:rsidR="00171538" w:rsidRPr="001A3077" w:rsidRDefault="00906DBC" w:rsidP="00906DBC">
      <w:pPr>
        <w:pStyle w:val="Odstavecseseznamem"/>
        <w:numPr>
          <w:ilvl w:val="0"/>
          <w:numId w:val="35"/>
        </w:numPr>
        <w:spacing w:after="120" w:line="240" w:lineRule="auto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 xml:space="preserve"> </w:t>
      </w:r>
      <w:r w:rsidRPr="00906DBC">
        <w:rPr>
          <w:rFonts w:ascii="Verdana" w:hAnsi="Verdana" w:cs="Arial"/>
          <w:b/>
        </w:rPr>
        <w:t xml:space="preserve">VESELÍ NAD LUŽNICÍ, Pod </w:t>
      </w:r>
      <w:proofErr w:type="spellStart"/>
      <w:r w:rsidRPr="00906DBC">
        <w:rPr>
          <w:rFonts w:ascii="Verdana" w:hAnsi="Verdana" w:cs="Arial"/>
          <w:b/>
        </w:rPr>
        <w:t>Rafandou</w:t>
      </w:r>
      <w:proofErr w:type="spellEnd"/>
      <w:r w:rsidRPr="00906DBC">
        <w:rPr>
          <w:rFonts w:ascii="Verdana" w:hAnsi="Verdana" w:cs="Arial"/>
          <w:b/>
        </w:rPr>
        <w:t xml:space="preserve"> 881 - dílny VD</w:t>
      </w:r>
    </w:p>
    <w:p w:rsidR="00171538" w:rsidRPr="001A3077" w:rsidRDefault="00171538" w:rsidP="00171538">
      <w:pPr>
        <w:pStyle w:val="Odstavecseseznamem"/>
        <w:numPr>
          <w:ilvl w:val="0"/>
          <w:numId w:val="34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dva plynové kotle VAILLANT VU INT 466-7H o jmenovitém výkonu 92 kW</w:t>
      </w:r>
    </w:p>
    <w:p w:rsidR="00171538" w:rsidRDefault="00171538" w:rsidP="00171538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Denně provádět obsluhu zařízení dle „Provozního předpisu“ v rozsahu 1 hod.</w:t>
      </w:r>
    </w:p>
    <w:p w:rsidR="00171538" w:rsidRPr="001A3077" w:rsidRDefault="00906DBC" w:rsidP="00906DBC">
      <w:pPr>
        <w:pStyle w:val="Odstavecseseznamem"/>
        <w:numPr>
          <w:ilvl w:val="0"/>
          <w:numId w:val="35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>
        <w:rPr>
          <w:rFonts w:ascii="Verdana" w:eastAsia="Times New Roman" w:hAnsi="Verdana" w:cs="Arial"/>
          <w:b/>
          <w:color w:val="000000"/>
          <w:lang w:eastAsia="cs-CZ"/>
        </w:rPr>
        <w:t xml:space="preserve"> </w:t>
      </w:r>
      <w:r w:rsidRPr="00906DBC">
        <w:rPr>
          <w:rFonts w:ascii="Verdana" w:eastAsia="Times New Roman" w:hAnsi="Verdana" w:cs="Arial"/>
          <w:b/>
          <w:color w:val="000000"/>
          <w:lang w:eastAsia="cs-CZ"/>
        </w:rPr>
        <w:t xml:space="preserve">VIMPERK, </w:t>
      </w:r>
      <w:proofErr w:type="spellStart"/>
      <w:r w:rsidRPr="00906DBC">
        <w:rPr>
          <w:rFonts w:ascii="Verdana" w:eastAsia="Times New Roman" w:hAnsi="Verdana" w:cs="Arial"/>
          <w:b/>
          <w:color w:val="000000"/>
          <w:lang w:eastAsia="cs-CZ"/>
        </w:rPr>
        <w:t>Špidrova</w:t>
      </w:r>
      <w:proofErr w:type="spellEnd"/>
      <w:r w:rsidRPr="00906DBC">
        <w:rPr>
          <w:rFonts w:ascii="Verdana" w:eastAsia="Times New Roman" w:hAnsi="Verdana" w:cs="Arial"/>
          <w:b/>
          <w:color w:val="000000"/>
          <w:lang w:eastAsia="cs-CZ"/>
        </w:rPr>
        <w:t xml:space="preserve"> 42 - výpravní budova</w:t>
      </w:r>
    </w:p>
    <w:p w:rsidR="00171538" w:rsidRPr="001A3077" w:rsidRDefault="009163AE" w:rsidP="00171538">
      <w:pPr>
        <w:pStyle w:val="Odstavecseseznamem"/>
        <w:numPr>
          <w:ilvl w:val="0"/>
          <w:numId w:val="34"/>
        </w:numPr>
        <w:spacing w:after="60" w:line="240" w:lineRule="auto"/>
        <w:ind w:left="714" w:hanging="357"/>
        <w:rPr>
          <w:rFonts w:ascii="Verdana" w:hAnsi="Verdana" w:cs="Arial"/>
        </w:rPr>
      </w:pPr>
      <w:r>
        <w:rPr>
          <w:rFonts w:ascii="Verdana" w:hAnsi="Verdana" w:cs="Arial"/>
        </w:rPr>
        <w:t>plynový</w:t>
      </w:r>
      <w:r w:rsidR="00171538" w:rsidRPr="001A3077">
        <w:rPr>
          <w:rFonts w:ascii="Verdana" w:hAnsi="Verdana" w:cs="Arial"/>
        </w:rPr>
        <w:t xml:space="preserve"> kot</w:t>
      </w:r>
      <w:r>
        <w:rPr>
          <w:rFonts w:ascii="Verdana" w:hAnsi="Verdana" w:cs="Arial"/>
        </w:rPr>
        <w:t>e</w:t>
      </w:r>
      <w:r w:rsidR="00171538" w:rsidRPr="001A3077">
        <w:rPr>
          <w:rFonts w:ascii="Verdana" w:hAnsi="Verdana" w:cs="Arial"/>
        </w:rPr>
        <w:t xml:space="preserve">l </w:t>
      </w:r>
      <w:r>
        <w:rPr>
          <w:rFonts w:ascii="Verdana" w:hAnsi="Verdana" w:cs="Arial"/>
        </w:rPr>
        <w:t>BRÖTJE EKOTHERM PLUS WGB 38H</w:t>
      </w:r>
      <w:r w:rsidR="00171538" w:rsidRPr="001A3077">
        <w:rPr>
          <w:rFonts w:ascii="Verdana" w:hAnsi="Verdana" w:cs="Arial"/>
        </w:rPr>
        <w:t xml:space="preserve"> o jmenovitém výkonu </w:t>
      </w:r>
      <w:r>
        <w:rPr>
          <w:rFonts w:ascii="Verdana" w:hAnsi="Verdana" w:cs="Arial"/>
        </w:rPr>
        <w:t>38</w:t>
      </w:r>
      <w:r w:rsidR="00171538" w:rsidRPr="001A3077">
        <w:rPr>
          <w:rFonts w:ascii="Verdana" w:hAnsi="Verdana" w:cs="Arial"/>
        </w:rPr>
        <w:t xml:space="preserve"> kW</w:t>
      </w:r>
    </w:p>
    <w:p w:rsidR="00171538" w:rsidRPr="001A3077" w:rsidRDefault="00171538" w:rsidP="00171538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Týdně provádět obsluhu zařízení dle „Provozního předpisu“ v rozsahu 1 hod.</w:t>
      </w:r>
    </w:p>
    <w:p w:rsidR="00171538" w:rsidRPr="001A3077" w:rsidRDefault="00906DBC" w:rsidP="00906DBC">
      <w:pPr>
        <w:pStyle w:val="Odstavecseseznamem"/>
        <w:numPr>
          <w:ilvl w:val="0"/>
          <w:numId w:val="35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>
        <w:rPr>
          <w:rFonts w:ascii="Verdana" w:eastAsia="Times New Roman" w:hAnsi="Verdana" w:cs="Arial"/>
          <w:b/>
          <w:color w:val="000000"/>
          <w:lang w:eastAsia="cs-CZ"/>
        </w:rPr>
        <w:t xml:space="preserve"> </w:t>
      </w:r>
      <w:r w:rsidRPr="00906DBC">
        <w:rPr>
          <w:rFonts w:ascii="Verdana" w:eastAsia="Times New Roman" w:hAnsi="Verdana" w:cs="Arial"/>
          <w:b/>
          <w:color w:val="000000"/>
          <w:lang w:eastAsia="cs-CZ"/>
        </w:rPr>
        <w:t>VODŇANY, Kampanova 330 - výpravní budova</w:t>
      </w:r>
    </w:p>
    <w:p w:rsidR="00171538" w:rsidRPr="001A3077" w:rsidRDefault="00171538" w:rsidP="00171538">
      <w:pPr>
        <w:pStyle w:val="Odstavecseseznamem"/>
        <w:numPr>
          <w:ilvl w:val="0"/>
          <w:numId w:val="34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plynový kotel BAXI DUO - TEC o jmenovitém výkonu 24 kW</w:t>
      </w:r>
    </w:p>
    <w:p w:rsidR="00171538" w:rsidRPr="001A3077" w:rsidRDefault="00171538" w:rsidP="00171538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Týdně provádět obsluhu zařízení dle „Provozního předpisu“ v rozsahu 1 hod.</w:t>
      </w:r>
    </w:p>
    <w:p w:rsidR="00171538" w:rsidRPr="001A3077" w:rsidRDefault="00906DBC" w:rsidP="00906DBC">
      <w:pPr>
        <w:pStyle w:val="Odstavecseseznamem"/>
        <w:numPr>
          <w:ilvl w:val="0"/>
          <w:numId w:val="35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>
        <w:rPr>
          <w:rFonts w:ascii="Verdana" w:eastAsia="Times New Roman" w:hAnsi="Verdana" w:cs="Arial"/>
          <w:b/>
          <w:color w:val="000000"/>
          <w:lang w:eastAsia="cs-CZ"/>
        </w:rPr>
        <w:t xml:space="preserve"> </w:t>
      </w:r>
      <w:r w:rsidRPr="00906DBC">
        <w:rPr>
          <w:rFonts w:ascii="Verdana" w:eastAsia="Times New Roman" w:hAnsi="Verdana" w:cs="Arial"/>
          <w:b/>
          <w:color w:val="000000"/>
          <w:lang w:eastAsia="cs-CZ"/>
        </w:rPr>
        <w:t>VOLARY - výpravní budova</w:t>
      </w:r>
    </w:p>
    <w:p w:rsidR="00171538" w:rsidRPr="001A3077" w:rsidRDefault="00171538" w:rsidP="00171538">
      <w:pPr>
        <w:pStyle w:val="Odstavecseseznamem"/>
        <w:numPr>
          <w:ilvl w:val="0"/>
          <w:numId w:val="34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 xml:space="preserve">plynový kotel </w:t>
      </w:r>
      <w:r w:rsidR="009163AE">
        <w:rPr>
          <w:rFonts w:ascii="Verdana" w:hAnsi="Verdana" w:cs="Arial"/>
        </w:rPr>
        <w:t>BOSCH CONDENZ 9000 IW 40-23</w:t>
      </w:r>
      <w:r w:rsidRPr="001A3077">
        <w:rPr>
          <w:rFonts w:ascii="Verdana" w:hAnsi="Verdana" w:cs="Arial"/>
        </w:rPr>
        <w:t xml:space="preserve"> o jmenovitém výkonu 4</w:t>
      </w:r>
      <w:r w:rsidR="009163AE">
        <w:rPr>
          <w:rFonts w:ascii="Verdana" w:hAnsi="Verdana" w:cs="Arial"/>
        </w:rPr>
        <w:t>0</w:t>
      </w:r>
      <w:r w:rsidRPr="001A3077">
        <w:rPr>
          <w:rFonts w:ascii="Verdana" w:hAnsi="Verdana" w:cs="Arial"/>
        </w:rPr>
        <w:t xml:space="preserve"> kW</w:t>
      </w:r>
    </w:p>
    <w:p w:rsidR="00171538" w:rsidRPr="001A3077" w:rsidRDefault="00171538" w:rsidP="00171538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Týdně provádět obsluhu zařízení dle „Provozního předpisu“ v rozsahu 1 hod.</w:t>
      </w:r>
    </w:p>
    <w:p w:rsidR="00171538" w:rsidRPr="001A3077" w:rsidRDefault="00906DBC" w:rsidP="00906DBC">
      <w:pPr>
        <w:pStyle w:val="Odstavecseseznamem"/>
        <w:numPr>
          <w:ilvl w:val="0"/>
          <w:numId w:val="35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>
        <w:rPr>
          <w:rFonts w:ascii="Verdana" w:eastAsia="Times New Roman" w:hAnsi="Verdana" w:cs="Arial"/>
          <w:b/>
          <w:color w:val="000000"/>
          <w:lang w:eastAsia="cs-CZ"/>
        </w:rPr>
        <w:t xml:space="preserve"> </w:t>
      </w:r>
      <w:r w:rsidRPr="00906DBC">
        <w:rPr>
          <w:rFonts w:ascii="Verdana" w:eastAsia="Times New Roman" w:hAnsi="Verdana" w:cs="Arial"/>
          <w:b/>
          <w:color w:val="000000"/>
          <w:lang w:eastAsia="cs-CZ"/>
        </w:rPr>
        <w:t>ZLIV, Nádražní 85 -  výpravní budova</w:t>
      </w:r>
    </w:p>
    <w:p w:rsidR="00171538" w:rsidRPr="001A3077" w:rsidRDefault="00171538" w:rsidP="00171538">
      <w:pPr>
        <w:pStyle w:val="Odstavecseseznamem"/>
        <w:numPr>
          <w:ilvl w:val="0"/>
          <w:numId w:val="34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rozdělovací stanice topné vody o jmenovitém výkonu do 100 kW</w:t>
      </w:r>
    </w:p>
    <w:p w:rsidR="00171538" w:rsidRPr="001A3077" w:rsidRDefault="00171538" w:rsidP="00171538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 xml:space="preserve">Provádět obsluhu zařízení dle „Návodu k obsluze“ a provozního řádu rozdělovací stanice: </w:t>
      </w:r>
    </w:p>
    <w:p w:rsidR="00171538" w:rsidRPr="00DB4414" w:rsidRDefault="00171538" w:rsidP="00171538">
      <w:pPr>
        <w:pStyle w:val="Odstavecseseznamem"/>
        <w:numPr>
          <w:ilvl w:val="0"/>
          <w:numId w:val="34"/>
        </w:numPr>
        <w:spacing w:after="0" w:line="240" w:lineRule="auto"/>
        <w:rPr>
          <w:rFonts w:ascii="Verdana" w:hAnsi="Verdana" w:cs="Arial"/>
        </w:rPr>
      </w:pPr>
      <w:r w:rsidRPr="00DB4414">
        <w:rPr>
          <w:rFonts w:ascii="Verdana" w:hAnsi="Verdana" w:cs="Arial"/>
        </w:rPr>
        <w:t>1x týdně</w:t>
      </w:r>
      <w:r w:rsidRPr="00DB4414">
        <w:rPr>
          <w:rFonts w:ascii="Verdana" w:hAnsi="Verdana" w:cs="Arial"/>
        </w:rPr>
        <w:tab/>
        <w:t>kontrola chodu výměníkové stanice</w:t>
      </w:r>
    </w:p>
    <w:p w:rsidR="00171538" w:rsidRPr="00DB4414" w:rsidRDefault="00171538" w:rsidP="00171538">
      <w:pPr>
        <w:pStyle w:val="Odstavecseseznamem"/>
        <w:numPr>
          <w:ilvl w:val="0"/>
          <w:numId w:val="34"/>
        </w:numPr>
        <w:spacing w:after="0" w:line="240" w:lineRule="auto"/>
        <w:rPr>
          <w:rFonts w:ascii="Verdana" w:hAnsi="Verdana" w:cs="Arial"/>
        </w:rPr>
      </w:pPr>
      <w:r w:rsidRPr="00DB4414">
        <w:rPr>
          <w:rFonts w:ascii="Verdana" w:hAnsi="Verdana" w:cs="Arial"/>
        </w:rPr>
        <w:t>1x měsíčně</w:t>
      </w:r>
      <w:r w:rsidRPr="00DB4414">
        <w:rPr>
          <w:rFonts w:ascii="Verdana" w:hAnsi="Verdana" w:cs="Arial"/>
        </w:rPr>
        <w:tab/>
        <w:t xml:space="preserve">kontrola tlakové nádoby </w:t>
      </w:r>
    </w:p>
    <w:p w:rsidR="00171538" w:rsidRPr="00DB4414" w:rsidRDefault="00171538" w:rsidP="00171538">
      <w:pPr>
        <w:pStyle w:val="Odstavecseseznamem"/>
        <w:numPr>
          <w:ilvl w:val="0"/>
          <w:numId w:val="34"/>
        </w:numPr>
        <w:spacing w:after="0" w:line="240" w:lineRule="auto"/>
        <w:rPr>
          <w:rFonts w:ascii="Verdana" w:hAnsi="Verdana" w:cs="Arial"/>
        </w:rPr>
      </w:pPr>
      <w:r w:rsidRPr="00DB4414">
        <w:rPr>
          <w:rFonts w:ascii="Verdana" w:hAnsi="Verdana" w:cs="Arial"/>
        </w:rPr>
        <w:t>4x ročně</w:t>
      </w:r>
      <w:r w:rsidRPr="00DB4414">
        <w:rPr>
          <w:rFonts w:ascii="Verdana" w:hAnsi="Verdana" w:cs="Arial"/>
        </w:rPr>
        <w:tab/>
        <w:t>kontrola manometrů</w:t>
      </w:r>
    </w:p>
    <w:p w:rsidR="00171538" w:rsidRDefault="00171538" w:rsidP="00171538">
      <w:pPr>
        <w:pStyle w:val="Odstavecseseznamem"/>
        <w:numPr>
          <w:ilvl w:val="0"/>
          <w:numId w:val="34"/>
        </w:numPr>
        <w:spacing w:after="360" w:line="240" w:lineRule="auto"/>
        <w:rPr>
          <w:rFonts w:ascii="Verdana" w:hAnsi="Verdana" w:cs="Arial"/>
        </w:rPr>
      </w:pPr>
      <w:r w:rsidRPr="00DB4414">
        <w:rPr>
          <w:rFonts w:ascii="Verdana" w:hAnsi="Verdana" w:cs="Arial"/>
        </w:rPr>
        <w:t>1x ročně</w:t>
      </w:r>
      <w:r w:rsidRPr="00DB4414">
        <w:rPr>
          <w:rFonts w:ascii="Verdana" w:hAnsi="Verdana" w:cs="Arial"/>
        </w:rPr>
        <w:tab/>
        <w:t xml:space="preserve">kontrola měření teplot </w:t>
      </w:r>
    </w:p>
    <w:p w:rsidR="008D339D" w:rsidRPr="008D339D" w:rsidRDefault="008D339D" w:rsidP="00AE0DA2">
      <w:pPr>
        <w:pStyle w:val="Odstavecseseznamem"/>
        <w:spacing w:after="360" w:line="240" w:lineRule="auto"/>
      </w:pPr>
    </w:p>
    <w:sectPr w:rsidR="008D339D" w:rsidRPr="008D339D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75C5" w:rsidRDefault="008775C5" w:rsidP="00962258">
      <w:pPr>
        <w:spacing w:after="0" w:line="240" w:lineRule="auto"/>
      </w:pPr>
      <w:r>
        <w:separator/>
      </w:r>
    </w:p>
  </w:endnote>
  <w:endnote w:type="continuationSeparator" w:id="0">
    <w:p w:rsidR="008775C5" w:rsidRDefault="008775C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0B1" w:rsidRDefault="00F760B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1E1E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1E1E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710A1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E3F728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1E1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1E1E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760B1" w:rsidRPr="00B45E9E" w:rsidRDefault="00F760B1" w:rsidP="00F760B1">
          <w:pPr>
            <w:pStyle w:val="Zpat"/>
            <w:rPr>
              <w:b/>
            </w:rPr>
          </w:pPr>
          <w:r>
            <w:rPr>
              <w:b/>
            </w:rPr>
            <w:t>Oblastní ředitelství Plzeň</w:t>
          </w:r>
        </w:p>
        <w:p w:rsidR="00F760B1" w:rsidRPr="00B45E9E" w:rsidRDefault="00F760B1" w:rsidP="00F760B1">
          <w:pPr>
            <w:pStyle w:val="Zpat"/>
            <w:rPr>
              <w:b/>
            </w:rPr>
          </w:pPr>
          <w:r>
            <w:rPr>
              <w:b/>
            </w:rPr>
            <w:t>Sušická 1168/23</w:t>
          </w:r>
        </w:p>
        <w:p w:rsidR="00F1715C" w:rsidRDefault="00F760B1" w:rsidP="00F760B1">
          <w:pPr>
            <w:pStyle w:val="Zpat"/>
          </w:pPr>
          <w:r>
            <w:rPr>
              <w:b/>
            </w:rPr>
            <w:t>326 00 Plzeň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144D09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81128C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75C5" w:rsidRDefault="008775C5" w:rsidP="00962258">
      <w:pPr>
        <w:spacing w:after="0" w:line="240" w:lineRule="auto"/>
      </w:pPr>
      <w:r>
        <w:separator/>
      </w:r>
    </w:p>
  </w:footnote>
  <w:footnote w:type="continuationSeparator" w:id="0">
    <w:p w:rsidR="008775C5" w:rsidRDefault="008775C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0B1" w:rsidRDefault="00F760B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1CC01EC"/>
    <w:multiLevelType w:val="hybridMultilevel"/>
    <w:tmpl w:val="C1BE35EC"/>
    <w:lvl w:ilvl="0" w:tplc="EF286BDE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3DE71710"/>
    <w:multiLevelType w:val="hybridMultilevel"/>
    <w:tmpl w:val="BC56E5A8"/>
    <w:lvl w:ilvl="0" w:tplc="39F02FE2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4266F2A"/>
    <w:multiLevelType w:val="hybridMultilevel"/>
    <w:tmpl w:val="11B0DBCC"/>
    <w:lvl w:ilvl="0" w:tplc="F0CC74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F31B60"/>
    <w:multiLevelType w:val="hybridMultilevel"/>
    <w:tmpl w:val="CD2C8E5E"/>
    <w:lvl w:ilvl="0" w:tplc="C0DA1A4A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AF0A8C"/>
    <w:multiLevelType w:val="multilevel"/>
    <w:tmpl w:val="0D34D660"/>
    <w:numStyleLink w:val="ListBulletmultilevel"/>
  </w:abstractNum>
  <w:abstractNum w:abstractNumId="12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12"/>
  </w:num>
  <w:num w:numId="17">
    <w:abstractNumId w:val="3"/>
  </w:num>
  <w:num w:numId="18">
    <w:abstractNumId w:val="12"/>
  </w:num>
  <w:num w:numId="19">
    <w:abstractNumId w:val="12"/>
  </w:num>
  <w:num w:numId="20">
    <w:abstractNumId w:val="12"/>
  </w:num>
  <w:num w:numId="21">
    <w:abstractNumId w:val="12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2"/>
  </w:num>
  <w:num w:numId="29">
    <w:abstractNumId w:val="3"/>
  </w:num>
  <w:num w:numId="30">
    <w:abstractNumId w:val="12"/>
  </w:num>
  <w:num w:numId="31">
    <w:abstractNumId w:val="12"/>
  </w:num>
  <w:num w:numId="32">
    <w:abstractNumId w:val="12"/>
  </w:num>
  <w:num w:numId="33">
    <w:abstractNumId w:val="12"/>
  </w:num>
  <w:num w:numId="34">
    <w:abstractNumId w:val="9"/>
  </w:num>
  <w:num w:numId="35">
    <w:abstractNumId w:val="8"/>
  </w:num>
  <w:num w:numId="36">
    <w:abstractNumId w:val="10"/>
  </w:num>
  <w:num w:numId="37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39D"/>
    <w:rsid w:val="00026E70"/>
    <w:rsid w:val="00062077"/>
    <w:rsid w:val="00072C1E"/>
    <w:rsid w:val="00081590"/>
    <w:rsid w:val="000B7192"/>
    <w:rsid w:val="000E23A7"/>
    <w:rsid w:val="0010693F"/>
    <w:rsid w:val="00114472"/>
    <w:rsid w:val="00121C39"/>
    <w:rsid w:val="001550BC"/>
    <w:rsid w:val="001605B9"/>
    <w:rsid w:val="00170EC5"/>
    <w:rsid w:val="00171538"/>
    <w:rsid w:val="001747C1"/>
    <w:rsid w:val="00184743"/>
    <w:rsid w:val="00207DF5"/>
    <w:rsid w:val="00220AA3"/>
    <w:rsid w:val="0022145A"/>
    <w:rsid w:val="00267528"/>
    <w:rsid w:val="00280E07"/>
    <w:rsid w:val="002C31BF"/>
    <w:rsid w:val="002D08B1"/>
    <w:rsid w:val="002E0CD7"/>
    <w:rsid w:val="002E3A7B"/>
    <w:rsid w:val="00341DCF"/>
    <w:rsid w:val="00357BC6"/>
    <w:rsid w:val="003956C6"/>
    <w:rsid w:val="003F0871"/>
    <w:rsid w:val="00441430"/>
    <w:rsid w:val="00450688"/>
    <w:rsid w:val="00450F07"/>
    <w:rsid w:val="00453CD3"/>
    <w:rsid w:val="00460660"/>
    <w:rsid w:val="00486107"/>
    <w:rsid w:val="00491827"/>
    <w:rsid w:val="00493D69"/>
    <w:rsid w:val="004B348C"/>
    <w:rsid w:val="004C4399"/>
    <w:rsid w:val="004C787C"/>
    <w:rsid w:val="004E143C"/>
    <w:rsid w:val="004E3A53"/>
    <w:rsid w:val="004F4B9B"/>
    <w:rsid w:val="004F69EA"/>
    <w:rsid w:val="00511AB9"/>
    <w:rsid w:val="00517D21"/>
    <w:rsid w:val="00523EA7"/>
    <w:rsid w:val="00553375"/>
    <w:rsid w:val="00557C28"/>
    <w:rsid w:val="005736B7"/>
    <w:rsid w:val="00575E5A"/>
    <w:rsid w:val="005F1404"/>
    <w:rsid w:val="005F6433"/>
    <w:rsid w:val="0061068E"/>
    <w:rsid w:val="0063154F"/>
    <w:rsid w:val="00660AD3"/>
    <w:rsid w:val="00677B7F"/>
    <w:rsid w:val="006A4445"/>
    <w:rsid w:val="006A5570"/>
    <w:rsid w:val="006A689C"/>
    <w:rsid w:val="006B3D79"/>
    <w:rsid w:val="006D6C43"/>
    <w:rsid w:val="006D7AFE"/>
    <w:rsid w:val="006E0578"/>
    <w:rsid w:val="006E0B40"/>
    <w:rsid w:val="006E314D"/>
    <w:rsid w:val="00710723"/>
    <w:rsid w:val="00723ED1"/>
    <w:rsid w:val="00740DA1"/>
    <w:rsid w:val="00743525"/>
    <w:rsid w:val="0076286B"/>
    <w:rsid w:val="00766846"/>
    <w:rsid w:val="0077673A"/>
    <w:rsid w:val="007846E1"/>
    <w:rsid w:val="00790A07"/>
    <w:rsid w:val="007B570C"/>
    <w:rsid w:val="007C589B"/>
    <w:rsid w:val="007E4A6E"/>
    <w:rsid w:val="007F56A7"/>
    <w:rsid w:val="00807DD0"/>
    <w:rsid w:val="008659F3"/>
    <w:rsid w:val="008775C5"/>
    <w:rsid w:val="00886D4B"/>
    <w:rsid w:val="00895406"/>
    <w:rsid w:val="008A3568"/>
    <w:rsid w:val="008D03B9"/>
    <w:rsid w:val="008D339D"/>
    <w:rsid w:val="008F18D6"/>
    <w:rsid w:val="00904780"/>
    <w:rsid w:val="00906DBC"/>
    <w:rsid w:val="009163AE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2893"/>
    <w:rsid w:val="009F392E"/>
    <w:rsid w:val="00A01E1E"/>
    <w:rsid w:val="00A17B2D"/>
    <w:rsid w:val="00A6177B"/>
    <w:rsid w:val="00A66136"/>
    <w:rsid w:val="00AA4CBB"/>
    <w:rsid w:val="00AA65FA"/>
    <w:rsid w:val="00AA7351"/>
    <w:rsid w:val="00AD056F"/>
    <w:rsid w:val="00AD6731"/>
    <w:rsid w:val="00AE0DA2"/>
    <w:rsid w:val="00B15A7F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12BAA"/>
    <w:rsid w:val="00D21061"/>
    <w:rsid w:val="00D4108E"/>
    <w:rsid w:val="00D505CA"/>
    <w:rsid w:val="00D6163D"/>
    <w:rsid w:val="00D73D46"/>
    <w:rsid w:val="00D831A3"/>
    <w:rsid w:val="00DC75F3"/>
    <w:rsid w:val="00DD46F3"/>
    <w:rsid w:val="00DE56F2"/>
    <w:rsid w:val="00DF116D"/>
    <w:rsid w:val="00E16483"/>
    <w:rsid w:val="00E279A1"/>
    <w:rsid w:val="00E803F9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57580"/>
    <w:rsid w:val="00F659EB"/>
    <w:rsid w:val="00F760B1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18C66D1"/>
  <w14:defaultImageDpi w14:val="32767"/>
  <w15:docId w15:val="{FAFD11A3-013C-44EC-95BA-A89C44A40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05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tare%20D\00S&#381;DC_O&#344;\LOGO_Spr&#225;va%20&#382;eleznic_zm&#283;na%20n&#225;zvu%202020\VZORY%20DOKUMENT&#366;%20O&#344;_Spr&#225;va%20&#382;eleznic_O&#344;%20PLZ_platn&#233;\sprava-zeleznic_hlavickovy-papir_v8_PRIKLAD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5E37BE-6430-4744-9D06-D83165A853C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sharepoint/v3/field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5D42B36-DA4D-449B-8962-568AC0D261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FEFC412-35D5-46BF-9236-267741BEA0A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A90DBDD-845C-48D1-B420-5EF71339B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sprava-zeleznic_hlavickovy-papir_v8_PRIKLAD</Template>
  <TotalTime>205</TotalTime>
  <Pages>8</Pages>
  <Words>3322</Words>
  <Characters>19601</Characters>
  <Application>Microsoft Office Word</Application>
  <DocSecurity>0</DocSecurity>
  <Lines>163</Lines>
  <Paragraphs>45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Zitová Zdeňka</dc:creator>
  <cp:keywords/>
  <dc:description/>
  <cp:lastModifiedBy>Makovec Radek, Ing.</cp:lastModifiedBy>
  <cp:revision>15</cp:revision>
  <cp:lastPrinted>2017-11-28T17:18:00Z</cp:lastPrinted>
  <dcterms:created xsi:type="dcterms:W3CDTF">2020-05-04T10:17:00Z</dcterms:created>
  <dcterms:modified xsi:type="dcterms:W3CDTF">2020-05-18T14:39:00Z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